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74FBA" w14:textId="77777777" w:rsidR="000771C3" w:rsidRPr="006F79A1" w:rsidRDefault="731A98B6" w:rsidP="731A98B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731A98B6">
        <w:rPr>
          <w:rFonts w:ascii="Arial" w:hAnsi="Arial" w:cs="Arial"/>
          <w:sz w:val="24"/>
          <w:szCs w:val="24"/>
        </w:rPr>
        <w:t>Naam:_________________________</w:t>
      </w:r>
    </w:p>
    <w:p w14:paraId="535B8B4D" w14:textId="77777777" w:rsidR="006F79A1" w:rsidRDefault="006F79A1" w:rsidP="003D6DF2">
      <w:pPr>
        <w:pStyle w:val="Geenafstand"/>
        <w:rPr>
          <w:rFonts w:ascii="Arial" w:hAnsi="Arial" w:cs="Arial"/>
          <w:b/>
          <w:sz w:val="24"/>
          <w:szCs w:val="24"/>
        </w:rPr>
      </w:pPr>
    </w:p>
    <w:p w14:paraId="41036D96" w14:textId="77777777" w:rsidR="00BD2732" w:rsidRDefault="731A98B6" w:rsidP="731A98B6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731A98B6">
        <w:rPr>
          <w:rFonts w:ascii="Arial" w:hAnsi="Arial" w:cs="Arial"/>
          <w:b/>
          <w:bCs/>
          <w:sz w:val="24"/>
          <w:szCs w:val="24"/>
        </w:rPr>
        <w:t xml:space="preserve">Voorbereiding ouderavond.  </w:t>
      </w:r>
    </w:p>
    <w:p w14:paraId="70E428E0" w14:textId="77777777" w:rsidR="003D6DF2" w:rsidRPr="003D6DF2" w:rsidRDefault="731A98B6" w:rsidP="731A98B6">
      <w:pPr>
        <w:pStyle w:val="Geenafstand"/>
        <w:rPr>
          <w:rFonts w:ascii="Arial" w:hAnsi="Arial" w:cs="Arial"/>
          <w:sz w:val="24"/>
          <w:szCs w:val="24"/>
        </w:rPr>
      </w:pPr>
      <w:r w:rsidRPr="731A98B6">
        <w:rPr>
          <w:rFonts w:ascii="Arial" w:hAnsi="Arial" w:cs="Arial"/>
          <w:sz w:val="24"/>
          <w:szCs w:val="24"/>
        </w:rPr>
        <w:t>Vul dit formulier digitaal en zo volledig mogelijk in en bespreek het met je ouders.</w:t>
      </w:r>
    </w:p>
    <w:p w14:paraId="719716F8" w14:textId="77777777" w:rsidR="00BD2732" w:rsidRDefault="731A98B6" w:rsidP="731A98B6">
      <w:pPr>
        <w:pStyle w:val="Geenafstand"/>
        <w:rPr>
          <w:rFonts w:ascii="Arial" w:hAnsi="Arial" w:cs="Arial"/>
          <w:sz w:val="24"/>
          <w:szCs w:val="24"/>
        </w:rPr>
      </w:pPr>
      <w:r w:rsidRPr="731A98B6">
        <w:rPr>
          <w:rFonts w:ascii="Arial" w:hAnsi="Arial" w:cs="Arial"/>
          <w:sz w:val="24"/>
          <w:szCs w:val="24"/>
        </w:rPr>
        <w:t xml:space="preserve">De bedoeling is dat ouders aangeven op een schaal van 1 tot 10 in hoeverre ze zich in jouw antwoorden kunnen vinden: 1= oneens en 10 = volledig eens. </w:t>
      </w:r>
    </w:p>
    <w:p w14:paraId="56A3A621" w14:textId="455B1C86" w:rsidR="006B4FDF" w:rsidRDefault="731A98B6" w:rsidP="731A98B6">
      <w:pPr>
        <w:pStyle w:val="Geenafstand"/>
        <w:rPr>
          <w:rFonts w:ascii="Arial" w:hAnsi="Arial" w:cs="Arial"/>
          <w:sz w:val="24"/>
          <w:szCs w:val="24"/>
          <w:u w:val="single"/>
        </w:rPr>
      </w:pPr>
      <w:r w:rsidRPr="731A98B6">
        <w:rPr>
          <w:rFonts w:ascii="Arial" w:hAnsi="Arial" w:cs="Arial"/>
          <w:b/>
          <w:bCs/>
          <w:sz w:val="24"/>
          <w:szCs w:val="24"/>
        </w:rPr>
        <w:t xml:space="preserve">Je levert het </w:t>
      </w:r>
      <w:r w:rsidRPr="731A98B6">
        <w:rPr>
          <w:rFonts w:ascii="Arial" w:hAnsi="Arial" w:cs="Arial"/>
          <w:b/>
          <w:bCs/>
          <w:sz w:val="24"/>
          <w:szCs w:val="24"/>
          <w:u w:val="single"/>
        </w:rPr>
        <w:t>uitgeprinte</w:t>
      </w:r>
      <w:r w:rsidRPr="731A98B6">
        <w:rPr>
          <w:rFonts w:ascii="Arial" w:hAnsi="Arial" w:cs="Arial"/>
          <w:b/>
          <w:bCs/>
          <w:sz w:val="24"/>
          <w:szCs w:val="24"/>
        </w:rPr>
        <w:t xml:space="preserve"> formulier</w:t>
      </w:r>
      <w:r w:rsidRPr="731A98B6">
        <w:rPr>
          <w:rFonts w:ascii="Arial" w:hAnsi="Arial" w:cs="Arial"/>
          <w:sz w:val="24"/>
          <w:szCs w:val="24"/>
        </w:rPr>
        <w:t xml:space="preserve"> </w:t>
      </w:r>
      <w:r w:rsidR="00574B01">
        <w:rPr>
          <w:rFonts w:ascii="Arial" w:hAnsi="Arial" w:cs="Arial"/>
          <w:b/>
          <w:bCs/>
          <w:sz w:val="24"/>
          <w:szCs w:val="24"/>
          <w:u w:val="single"/>
        </w:rPr>
        <w:t>uiterlijk 11 december 2017 in bij je mentor.</w:t>
      </w:r>
    </w:p>
    <w:p w14:paraId="6F0D573A" w14:textId="77777777" w:rsidR="006F7A85" w:rsidRDefault="006F7A85" w:rsidP="36433E76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7A85" w14:paraId="3CE9F485" w14:textId="77777777" w:rsidTr="731A98B6">
        <w:tc>
          <w:tcPr>
            <w:tcW w:w="4814" w:type="dxa"/>
          </w:tcPr>
          <w:p w14:paraId="506FAC2C" w14:textId="77777777" w:rsidR="006F7A85" w:rsidRDefault="731A98B6" w:rsidP="731A98B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Wat is je doel</w:t>
            </w:r>
          </w:p>
          <w:p w14:paraId="5D52E9BF" w14:textId="77777777" w:rsidR="006F7A85" w:rsidRDefault="731A98B6" w:rsidP="731A98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In wat voor klas denk je volgend jaar te zitten?</w:t>
            </w:r>
          </w:p>
          <w:p w14:paraId="071B15E0" w14:textId="77777777" w:rsidR="006F7A85" w:rsidRDefault="731A98B6" w:rsidP="731A98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Denken je ouders daar hetzelfde over?</w:t>
            </w:r>
          </w:p>
          <w:p w14:paraId="4C92C5B5" w14:textId="77777777" w:rsidR="006F7A85" w:rsidRPr="006F7A85" w:rsidRDefault="731A98B6" w:rsidP="731A98B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Wat denk je dat het docenten team vindt?</w:t>
            </w:r>
          </w:p>
        </w:tc>
        <w:tc>
          <w:tcPr>
            <w:tcW w:w="4814" w:type="dxa"/>
          </w:tcPr>
          <w:p w14:paraId="1A097DDA" w14:textId="77777777" w:rsidR="006F7A85" w:rsidRDefault="006F7A85" w:rsidP="36433E76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6F8E01E" w14:textId="77777777" w:rsidR="006F79A1" w:rsidRDefault="006F79A1" w:rsidP="003D6DF2">
      <w:pPr>
        <w:pStyle w:val="Geenafstand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9621" w:type="dxa"/>
        <w:tblLook w:val="04A0" w:firstRow="1" w:lastRow="0" w:firstColumn="1" w:lastColumn="0" w:noHBand="0" w:noVBand="1"/>
      </w:tblPr>
      <w:tblGrid>
        <w:gridCol w:w="4389"/>
        <w:gridCol w:w="5217"/>
        <w:gridCol w:w="7"/>
        <w:gridCol w:w="8"/>
      </w:tblGrid>
      <w:tr w:rsidR="006B4FDF" w14:paraId="118CF445" w14:textId="77777777" w:rsidTr="731A98B6">
        <w:trPr>
          <w:gridAfter w:val="1"/>
          <w:wAfter w:w="6" w:type="dxa"/>
        </w:trPr>
        <w:tc>
          <w:tcPr>
            <w:tcW w:w="4390" w:type="dxa"/>
          </w:tcPr>
          <w:p w14:paraId="6A3D20CA" w14:textId="77777777" w:rsidR="006B4FDF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Terugblik</w:t>
            </w:r>
          </w:p>
          <w:p w14:paraId="704FE0CA" w14:textId="77777777" w:rsidR="002D348E" w:rsidRDefault="731A98B6" w:rsidP="731A98B6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Waarover ben je tevreden op school, wat gaat goed? Noem 3 sterke punten.</w:t>
            </w:r>
          </w:p>
          <w:p w14:paraId="688BAD99" w14:textId="77777777" w:rsidR="002D348E" w:rsidRDefault="731A98B6" w:rsidP="731A98B6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Waar heb jij op school moeite mee, wat zijn je zwakke punten?</w:t>
            </w:r>
          </w:p>
          <w:p w14:paraId="08905B69" w14:textId="77777777" w:rsidR="00E1402A" w:rsidRPr="00AE1986" w:rsidRDefault="731A98B6" w:rsidP="731A98B6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Wie en wat zijn jouw grootste afleiders?</w:t>
            </w:r>
          </w:p>
        </w:tc>
        <w:tc>
          <w:tcPr>
            <w:tcW w:w="5225" w:type="dxa"/>
            <w:gridSpan w:val="2"/>
          </w:tcPr>
          <w:p w14:paraId="2AF10B40" w14:textId="77777777" w:rsidR="006B4FDF" w:rsidRDefault="006B4F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0DBBA4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59BE95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F5A671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7CC375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9A86FA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B67853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ECAFDE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4FDF" w14:paraId="7F58A93F" w14:textId="77777777" w:rsidTr="731A98B6">
        <w:trPr>
          <w:gridAfter w:val="1"/>
          <w:wAfter w:w="6" w:type="dxa"/>
          <w:trHeight w:val="2110"/>
        </w:trPr>
        <w:tc>
          <w:tcPr>
            <w:tcW w:w="4390" w:type="dxa"/>
          </w:tcPr>
          <w:p w14:paraId="6104BEE5" w14:textId="77777777" w:rsidR="0082230C" w:rsidRPr="0082230C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Welbevinden en thuissituatie</w:t>
            </w:r>
          </w:p>
          <w:p w14:paraId="214D5344" w14:textId="77777777" w:rsidR="0082230C" w:rsidRDefault="731A98B6" w:rsidP="731A98B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Hoe zit je in je vel? Hoe gaat het met jou persoonlijk?</w:t>
            </w:r>
          </w:p>
          <w:p w14:paraId="58AF77B3" w14:textId="77777777" w:rsidR="003B7E63" w:rsidRDefault="731A98B6" w:rsidP="731A98B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Speelt er persoonlijk of in je thuissituatie iets dat jou kan belemmeren bij het leren?</w:t>
            </w:r>
          </w:p>
          <w:p w14:paraId="34709183" w14:textId="77777777" w:rsidR="00E36AA6" w:rsidRPr="006E6A22" w:rsidRDefault="731A98B6" w:rsidP="731A98B6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Zorgt dat dit schooljaar voor extra spanning?</w:t>
            </w:r>
          </w:p>
        </w:tc>
        <w:tc>
          <w:tcPr>
            <w:tcW w:w="5225" w:type="dxa"/>
            <w:gridSpan w:val="2"/>
          </w:tcPr>
          <w:p w14:paraId="697EBF5C" w14:textId="77777777" w:rsidR="006B4FDF" w:rsidRDefault="006B4FDF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14720F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14F188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2D34BD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24B7F30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03E580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F5DC0E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11716745" w14:textId="77777777" w:rsidR="00AE1986" w:rsidRDefault="00AE19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230C" w14:paraId="66D5AE80" w14:textId="77777777" w:rsidTr="731A98B6">
        <w:trPr>
          <w:gridAfter w:val="1"/>
          <w:wAfter w:w="6" w:type="dxa"/>
          <w:trHeight w:val="1695"/>
        </w:trPr>
        <w:tc>
          <w:tcPr>
            <w:tcW w:w="4390" w:type="dxa"/>
          </w:tcPr>
          <w:p w14:paraId="6C8D0502" w14:textId="77777777" w:rsidR="0082230C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Sociaal</w:t>
            </w:r>
          </w:p>
          <w:p w14:paraId="2704A1FF" w14:textId="77777777" w:rsidR="0082230C" w:rsidRPr="00D16464" w:rsidRDefault="731A98B6" w:rsidP="731A98B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 xml:space="preserve">Zit je op je plek in de klas? </w:t>
            </w:r>
          </w:p>
          <w:p w14:paraId="1C14A767" w14:textId="77777777" w:rsidR="00082873" w:rsidRPr="00AE1986" w:rsidRDefault="731A98B6" w:rsidP="731A98B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Kun je goed  samenwerken?</w:t>
            </w:r>
          </w:p>
          <w:p w14:paraId="162A2005" w14:textId="77777777" w:rsidR="0082230C" w:rsidRPr="000771C3" w:rsidRDefault="731A98B6" w:rsidP="731A98B6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 xml:space="preserve">Welke dingen zou je bij samenwerken anders willen doen? </w:t>
            </w:r>
          </w:p>
        </w:tc>
        <w:tc>
          <w:tcPr>
            <w:tcW w:w="5225" w:type="dxa"/>
            <w:gridSpan w:val="2"/>
          </w:tcPr>
          <w:p w14:paraId="2BD39FFA" w14:textId="77777777" w:rsidR="0082230C" w:rsidRDefault="008223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946" w14:paraId="480AFF42" w14:textId="77777777" w:rsidTr="731A98B6">
        <w:trPr>
          <w:gridAfter w:val="1"/>
          <w:wAfter w:w="7" w:type="dxa"/>
        </w:trPr>
        <w:tc>
          <w:tcPr>
            <w:tcW w:w="9614" w:type="dxa"/>
            <w:gridSpan w:val="3"/>
          </w:tcPr>
          <w:p w14:paraId="63595251" w14:textId="77777777" w:rsidR="004F0946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Ouders over terugblik, welbevinden en sociaal:</w:t>
            </w:r>
          </w:p>
          <w:p w14:paraId="4BCF20AC" w14:textId="77777777" w:rsidR="004F0946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Score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 op schaal van 1 tot 10 in hoeverre u zich hierin kunt vinden:  ........</w:t>
            </w:r>
          </w:p>
          <w:p w14:paraId="47AA8541" w14:textId="77777777" w:rsidR="004F0946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Opmerkingen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6CF3010" w14:textId="77777777" w:rsidR="0014136D" w:rsidRDefault="0014136D" w:rsidP="36433E7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9F3BCC" w14:textId="77777777" w:rsidR="004F0946" w:rsidRDefault="004F0946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B967C4" w14:textId="77777777" w:rsidR="004F0946" w:rsidRPr="004F0946" w:rsidRDefault="004F0946" w:rsidP="6F70D48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21CF42" w14:textId="77777777" w:rsidR="004F0946" w:rsidRPr="004F0946" w:rsidRDefault="004F09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4D0" w14:paraId="36EF28E2" w14:textId="77777777" w:rsidTr="731A98B6">
        <w:trPr>
          <w:trHeight w:val="7725"/>
        </w:trPr>
        <w:tc>
          <w:tcPr>
            <w:tcW w:w="4388" w:type="dxa"/>
          </w:tcPr>
          <w:p w14:paraId="189D9125" w14:textId="77777777" w:rsidR="0082230C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Leerhouding</w:t>
            </w:r>
          </w:p>
          <w:p w14:paraId="5165E4DC" w14:textId="77777777" w:rsidR="0082230C" w:rsidRDefault="731A98B6" w:rsidP="731A98B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Motivatie</w:t>
            </w:r>
            <w:r w:rsidRPr="731A98B6">
              <w:rPr>
                <w:rFonts w:ascii="Arial" w:hAnsi="Arial" w:cs="Arial"/>
                <w:sz w:val="24"/>
                <w:szCs w:val="24"/>
              </w:rPr>
              <w:t>: voor welke vakken ben je gemotiveerd en waarom? Voor welke vakken minder, en waarom? Wie of wat kan jou motiveren?</w:t>
            </w:r>
          </w:p>
          <w:p w14:paraId="1686AA21" w14:textId="77777777" w:rsidR="0082230C" w:rsidRDefault="731A98B6" w:rsidP="731A98B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Werkhouding</w:t>
            </w:r>
            <w:r w:rsidRPr="731A98B6">
              <w:rPr>
                <w:rFonts w:ascii="Arial" w:hAnsi="Arial" w:cs="Arial"/>
                <w:sz w:val="24"/>
                <w:szCs w:val="24"/>
              </w:rPr>
              <w:t>: als je ergens aan werkt, kan je je dan goed concentreren? Wat werkt daarbij goed, zowel thuis als op school? Geef één goed voorbeeld.</w:t>
            </w:r>
          </w:p>
          <w:p w14:paraId="4B49A1E6" w14:textId="77777777" w:rsidR="0082230C" w:rsidRPr="0082230C" w:rsidRDefault="731A98B6" w:rsidP="731A98B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Zelfstandigheid</w:t>
            </w:r>
            <w:r w:rsidRPr="731A98B6">
              <w:rPr>
                <w:rFonts w:ascii="Arial" w:hAnsi="Arial" w:cs="Arial"/>
                <w:sz w:val="24"/>
                <w:szCs w:val="24"/>
              </w:rPr>
              <w:t>: hoe zelfstandig ben jij als het gaat om schoolwerk? Daarbij bedoelen we: maken van huiswerk, inplannen, inleveren van werkstukken.</w:t>
            </w:r>
          </w:p>
          <w:p w14:paraId="4EE09EA5" w14:textId="77777777" w:rsidR="0082230C" w:rsidRDefault="731A98B6" w:rsidP="731A98B6">
            <w:pPr>
              <w:pStyle w:val="Lijstalinea"/>
              <w:ind w:left="360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Heb je daarbij hulp nodig? Wie kan je daarbij helpen?</w:t>
            </w:r>
          </w:p>
          <w:p w14:paraId="69B6F642" w14:textId="77777777" w:rsidR="0082230C" w:rsidRDefault="731A98B6" w:rsidP="731A98B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Houding in de les</w:t>
            </w:r>
            <w:r w:rsidRPr="731A98B6">
              <w:rPr>
                <w:rFonts w:ascii="Arial" w:hAnsi="Arial" w:cs="Arial"/>
                <w:sz w:val="24"/>
                <w:szCs w:val="24"/>
              </w:rPr>
              <w:t>: ben je actief in de les en stel je vragen als je iets niet snapt?</w:t>
            </w:r>
          </w:p>
          <w:p w14:paraId="6FB4ADFA" w14:textId="753EC1E8" w:rsidR="005E017E" w:rsidRDefault="731A98B6" w:rsidP="731A98B6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Planning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: Is het gelukt een goede </w:t>
            </w:r>
            <w:r w:rsidR="00574B01">
              <w:rPr>
                <w:rFonts w:ascii="Arial" w:hAnsi="Arial" w:cs="Arial"/>
                <w:sz w:val="24"/>
                <w:szCs w:val="24"/>
              </w:rPr>
              <w:t>planning te maken voor de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 TRAP? Heb je je er ook aan gehouden? Wat kan een volgende keer beter?</w:t>
            </w:r>
          </w:p>
          <w:p w14:paraId="6B412C0D" w14:textId="77777777" w:rsidR="00574B01" w:rsidRPr="00574B01" w:rsidRDefault="731A98B6" w:rsidP="00574B0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Agenda:</w:t>
            </w:r>
            <w:r w:rsidR="00574B01">
              <w:rPr>
                <w:rFonts w:ascii="Arial" w:hAnsi="Arial" w:cs="Arial"/>
                <w:sz w:val="24"/>
                <w:szCs w:val="24"/>
              </w:rPr>
              <w:t xml:space="preserve"> G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ebruik je </w:t>
            </w:r>
            <w:r w:rsidR="00574B01">
              <w:rPr>
                <w:rFonts w:ascii="Arial" w:hAnsi="Arial" w:cs="Arial"/>
                <w:sz w:val="24"/>
                <w:szCs w:val="24"/>
              </w:rPr>
              <w:t xml:space="preserve">een agenda </w:t>
            </w:r>
            <w:r w:rsidRPr="731A98B6">
              <w:rPr>
                <w:rFonts w:ascii="Arial" w:hAnsi="Arial" w:cs="Arial"/>
                <w:sz w:val="24"/>
                <w:szCs w:val="24"/>
              </w:rPr>
              <w:t>en waarom</w:t>
            </w:r>
            <w:r w:rsidR="00574B01">
              <w:rPr>
                <w:rFonts w:ascii="Arial" w:hAnsi="Arial" w:cs="Arial"/>
                <w:sz w:val="24"/>
                <w:szCs w:val="24"/>
              </w:rPr>
              <w:t xml:space="preserve"> wel/niet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  <w:p w14:paraId="5BE5359F" w14:textId="7614990B" w:rsidR="00103EDB" w:rsidRPr="00082873" w:rsidRDefault="00574B01" w:rsidP="00574B01">
            <w:pPr>
              <w:pStyle w:val="Lijstalinea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Helpt het gebruik van een</w:t>
            </w:r>
            <w:r w:rsidR="731A98B6" w:rsidRPr="731A98B6">
              <w:rPr>
                <w:rFonts w:ascii="Arial" w:hAnsi="Arial" w:cs="Arial"/>
                <w:sz w:val="24"/>
                <w:szCs w:val="24"/>
              </w:rPr>
              <w:t xml:space="preserve"> agenda jou met het plannen? </w:t>
            </w:r>
          </w:p>
        </w:tc>
        <w:tc>
          <w:tcPr>
            <w:tcW w:w="5233" w:type="dxa"/>
            <w:gridSpan w:val="3"/>
          </w:tcPr>
          <w:p w14:paraId="2F2258E8" w14:textId="77777777" w:rsidR="00FC24D0" w:rsidRDefault="00FC24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E017E" w14:paraId="04A3720C" w14:textId="77777777" w:rsidTr="731A98B6">
        <w:trPr>
          <w:trHeight w:val="270"/>
        </w:trPr>
        <w:tc>
          <w:tcPr>
            <w:tcW w:w="4388" w:type="dxa"/>
          </w:tcPr>
          <w:p w14:paraId="52AA845C" w14:textId="77777777" w:rsidR="005E017E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Resultaten</w:t>
            </w:r>
          </w:p>
          <w:p w14:paraId="63140658" w14:textId="77777777" w:rsidR="005E017E" w:rsidRDefault="731A98B6" w:rsidP="731A98B6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Hoe gingen de toetsen in de Trap? In hoeverre komt dit overeen met je verwachting vooraf?</w:t>
            </w:r>
          </w:p>
          <w:p w14:paraId="62F50BCA" w14:textId="77777777" w:rsidR="005E017E" w:rsidRDefault="731A98B6" w:rsidP="731A98B6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Waarover ben je tevreden?</w:t>
            </w:r>
          </w:p>
          <w:p w14:paraId="10E3EE96" w14:textId="77777777" w:rsidR="005E017E" w:rsidRPr="005E017E" w:rsidRDefault="731A98B6" w:rsidP="731A98B6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Wat zou je een volgende keer anders doen? Schrijf hoe je dat gaat aanpakken in de vooruitblik.</w:t>
            </w:r>
          </w:p>
        </w:tc>
        <w:tc>
          <w:tcPr>
            <w:tcW w:w="5233" w:type="dxa"/>
            <w:gridSpan w:val="3"/>
          </w:tcPr>
          <w:p w14:paraId="185FBF87" w14:textId="77777777" w:rsidR="005E017E" w:rsidRDefault="005E017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24D0" w14:paraId="57F1A19A" w14:textId="77777777" w:rsidTr="731A98B6">
        <w:trPr>
          <w:gridAfter w:val="2"/>
          <w:wAfter w:w="13" w:type="dxa"/>
        </w:trPr>
        <w:tc>
          <w:tcPr>
            <w:tcW w:w="9608" w:type="dxa"/>
            <w:gridSpan w:val="2"/>
          </w:tcPr>
          <w:p w14:paraId="4E4BFB4A" w14:textId="77777777" w:rsidR="00FC24D0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Ouders over leerhouding en resultaten:</w:t>
            </w:r>
          </w:p>
          <w:p w14:paraId="3A95D18B" w14:textId="77777777" w:rsidR="00FC24D0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Score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 op schaal van 1 tot 10 in hoeverre u zich hierin kunt vinden:  ........</w:t>
            </w:r>
          </w:p>
          <w:p w14:paraId="771EF423" w14:textId="77777777" w:rsidR="00FC24D0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Opmerkingen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41B5CBF" w14:textId="77777777" w:rsidR="00FC24D0" w:rsidRDefault="00FC24D0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980B6A1" w14:textId="77777777" w:rsidR="0014136D" w:rsidRDefault="0014136D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F551C96" w14:textId="77777777" w:rsidR="0014136D" w:rsidRDefault="0014136D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E0FF09" w14:textId="77777777" w:rsidR="0014136D" w:rsidRDefault="0014136D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452A370" w14:textId="77777777" w:rsidR="6F70D486" w:rsidRDefault="6F70D486" w:rsidP="6F70D486">
      <w:pPr>
        <w:rPr>
          <w:rFonts w:ascii="Arial" w:hAnsi="Arial" w:cs="Arial"/>
          <w:sz w:val="24"/>
          <w:szCs w:val="24"/>
        </w:rPr>
      </w:pPr>
    </w:p>
    <w:p w14:paraId="79C6E6FF" w14:textId="77777777" w:rsidR="6F70D486" w:rsidRDefault="6F70D486" w:rsidP="6F70D486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393"/>
        <w:gridCol w:w="5241"/>
      </w:tblGrid>
      <w:tr w:rsidR="00F115D3" w14:paraId="5AAB7910" w14:textId="77777777" w:rsidTr="731A98B6">
        <w:trPr>
          <w:trHeight w:val="3330"/>
        </w:trPr>
        <w:tc>
          <w:tcPr>
            <w:tcW w:w="4390" w:type="dxa"/>
          </w:tcPr>
          <w:p w14:paraId="09935D8D" w14:textId="77777777" w:rsidR="00F115D3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Vooruitblik</w:t>
            </w:r>
          </w:p>
          <w:p w14:paraId="33898893" w14:textId="77777777" w:rsidR="00F115D3" w:rsidRDefault="731A98B6" w:rsidP="731A98B6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Wat is jouw belangrijkste doel voor de komende periode?</w:t>
            </w:r>
          </w:p>
          <w:p w14:paraId="195A39A4" w14:textId="77777777" w:rsidR="00F115D3" w:rsidRDefault="731A98B6" w:rsidP="731A98B6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Welke eigenschappen/kenmerken van jou helpen jou om dat doel te bereiken?</w:t>
            </w:r>
          </w:p>
          <w:p w14:paraId="6A7E2333" w14:textId="77777777" w:rsidR="00F115D3" w:rsidRDefault="731A98B6" w:rsidP="731A98B6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En welke eigenschappen blokkeren jou om dat doel te bereiken?</w:t>
            </w:r>
          </w:p>
          <w:p w14:paraId="135CF01A" w14:textId="2FFBAB78" w:rsidR="00E36AA6" w:rsidRPr="00574B01" w:rsidRDefault="731A98B6" w:rsidP="00574B01">
            <w:pPr>
              <w:pStyle w:val="Lijstaline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Beschrijf welke concrete stappen je gaat zetten om dit doel te bereiken. Heb je hierbij hulp nodig, en zo ja, van wie?</w:t>
            </w:r>
          </w:p>
        </w:tc>
        <w:tc>
          <w:tcPr>
            <w:tcW w:w="5238" w:type="dxa"/>
          </w:tcPr>
          <w:p w14:paraId="0025492D" w14:textId="77777777" w:rsidR="00F115D3" w:rsidRDefault="00F115D3" w:rsidP="001413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11D4" w:rsidRPr="008011D4" w14:paraId="7D776062" w14:textId="77777777" w:rsidTr="731A98B6">
        <w:trPr>
          <w:trHeight w:val="525"/>
        </w:trPr>
        <w:tc>
          <w:tcPr>
            <w:tcW w:w="4390" w:type="dxa"/>
          </w:tcPr>
          <w:p w14:paraId="27C74FE1" w14:textId="77777777" w:rsidR="005B485B" w:rsidRPr="008011D4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Vervolgstudie</w:t>
            </w:r>
          </w:p>
          <w:p w14:paraId="7BC4D50E" w14:textId="6292767D" w:rsidR="005B485B" w:rsidRPr="008011D4" w:rsidRDefault="731A98B6" w:rsidP="731A98B6">
            <w:pPr>
              <w:ind w:left="306" w:hanging="306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1. Hoever ben jij in het denken over je vervolgstudie? Kies uit de volgende antwoorden:</w:t>
            </w:r>
          </w:p>
          <w:p w14:paraId="56BA4399" w14:textId="77777777" w:rsidR="005B485B" w:rsidRPr="008011D4" w:rsidRDefault="731A98B6" w:rsidP="731A98B6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Ik weet al precies wat ik wil gaan doen, namelijk…in ...</w:t>
            </w:r>
          </w:p>
          <w:p w14:paraId="5F153D68" w14:textId="77777777" w:rsidR="005B485B" w:rsidRPr="008011D4" w:rsidRDefault="731A98B6" w:rsidP="731A98B6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Ik twijfel nog tussen…….</w:t>
            </w:r>
          </w:p>
          <w:p w14:paraId="27BA7102" w14:textId="77777777" w:rsidR="005B485B" w:rsidRPr="008011D4" w:rsidRDefault="731A98B6" w:rsidP="731A98B6">
            <w:pPr>
              <w:pStyle w:val="Lijstalinea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……en……………………..</w:t>
            </w:r>
          </w:p>
          <w:p w14:paraId="77210085" w14:textId="77777777" w:rsidR="005B485B" w:rsidRPr="008011D4" w:rsidRDefault="731A98B6" w:rsidP="731A98B6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Ik weet alleen een globale richting, namelijk.…………..</w:t>
            </w:r>
          </w:p>
          <w:p w14:paraId="10A7CF63" w14:textId="77777777" w:rsidR="005B485B" w:rsidRPr="008011D4" w:rsidRDefault="731A98B6" w:rsidP="731A98B6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Ik heb nog geen idee.</w:t>
            </w:r>
          </w:p>
          <w:p w14:paraId="77E24916" w14:textId="35AB8759" w:rsidR="005B485B" w:rsidRPr="008011D4" w:rsidRDefault="731A98B6" w:rsidP="731A98B6">
            <w:pPr>
              <w:ind w:left="306" w:hanging="306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2. Wat heb je al gedaan om te weten welke vervolgopleiding je zou willen volgen?</w:t>
            </w:r>
          </w:p>
          <w:p w14:paraId="1771355B" w14:textId="2997057D" w:rsidR="005B485B" w:rsidRPr="008011D4" w:rsidRDefault="731A98B6" w:rsidP="731A98B6">
            <w:pPr>
              <w:ind w:left="306" w:hanging="306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3. Wat zijn je concrete volgende stappen?</w:t>
            </w:r>
          </w:p>
          <w:p w14:paraId="437F9BA8" w14:textId="77777777" w:rsidR="005E017E" w:rsidRPr="008011D4" w:rsidRDefault="731A98B6" w:rsidP="731A98B6">
            <w:pPr>
              <w:ind w:left="306" w:hanging="306"/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>4. Heb je hulp nodig? Zo ja, van wie?</w:t>
            </w:r>
          </w:p>
        </w:tc>
        <w:tc>
          <w:tcPr>
            <w:tcW w:w="5238" w:type="dxa"/>
          </w:tcPr>
          <w:p w14:paraId="48BF99A1" w14:textId="77777777" w:rsidR="005E017E" w:rsidRPr="008011D4" w:rsidRDefault="005E017E" w:rsidP="0014136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515F377" w14:textId="77777777" w:rsidR="00F115D3" w:rsidRDefault="00F115D3" w:rsidP="00F115D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15D3" w14:paraId="527563BB" w14:textId="77777777" w:rsidTr="731A98B6">
        <w:tc>
          <w:tcPr>
            <w:tcW w:w="9628" w:type="dxa"/>
          </w:tcPr>
          <w:p w14:paraId="336F6125" w14:textId="77777777" w:rsidR="00F115D3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Ouders over vooruitblik en vervolgstudie:</w:t>
            </w:r>
          </w:p>
          <w:p w14:paraId="6FB8E3A6" w14:textId="77777777" w:rsidR="00F115D3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Score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 op schaal van 1 tot 10 in hoeverre u zich hierin kunt vinden:  ........</w:t>
            </w:r>
          </w:p>
          <w:p w14:paraId="688334C5" w14:textId="77777777" w:rsidR="00F115D3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  <w:u w:val="single"/>
              </w:rPr>
              <w:t>Opmerkingen</w:t>
            </w:r>
            <w:r w:rsidRPr="731A98B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4C096A40" w14:textId="77777777" w:rsidR="00F115D3" w:rsidRDefault="00F115D3" w:rsidP="0014136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A73A0" w14:textId="77777777" w:rsidR="00F115D3" w:rsidRDefault="00F115D3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2067283" w14:textId="77777777" w:rsidR="00F115D3" w:rsidRDefault="00F115D3" w:rsidP="00F115D3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115D3" w14:paraId="0D6E7241" w14:textId="77777777" w:rsidTr="731A98B6">
        <w:tc>
          <w:tcPr>
            <w:tcW w:w="9628" w:type="dxa"/>
          </w:tcPr>
          <w:p w14:paraId="5948748E" w14:textId="77777777" w:rsidR="00F115D3" w:rsidRDefault="731A98B6" w:rsidP="731A98B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31A98B6">
              <w:rPr>
                <w:rFonts w:ascii="Arial" w:hAnsi="Arial" w:cs="Arial"/>
                <w:b/>
                <w:bCs/>
                <w:sz w:val="24"/>
                <w:szCs w:val="24"/>
              </w:rPr>
              <w:t>Ouders:</w:t>
            </w:r>
          </w:p>
          <w:p w14:paraId="6B84E5D2" w14:textId="77777777" w:rsidR="00F115D3" w:rsidRPr="00F115D3" w:rsidRDefault="731A98B6" w:rsidP="731A98B6">
            <w:pPr>
              <w:rPr>
                <w:rFonts w:ascii="Arial" w:hAnsi="Arial" w:cs="Arial"/>
                <w:sz w:val="24"/>
                <w:szCs w:val="24"/>
              </w:rPr>
            </w:pPr>
            <w:r w:rsidRPr="731A98B6">
              <w:rPr>
                <w:rFonts w:ascii="Arial" w:hAnsi="Arial" w:cs="Arial"/>
                <w:sz w:val="24"/>
                <w:szCs w:val="24"/>
              </w:rPr>
              <w:t xml:space="preserve">Zijn er nog specifieke punten die u als ouder aan de mentor mee wil geven? </w:t>
            </w:r>
          </w:p>
          <w:p w14:paraId="023406B1" w14:textId="77777777" w:rsidR="00F115D3" w:rsidRDefault="00F115D3" w:rsidP="0014136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82BAE6" w14:textId="77777777" w:rsidR="00F115D3" w:rsidRDefault="00F115D3" w:rsidP="0014136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74352594" w14:textId="77777777" w:rsidR="006B4FDF" w:rsidRDefault="006B4FDF">
      <w:pPr>
        <w:rPr>
          <w:rFonts w:ascii="Arial" w:hAnsi="Arial" w:cs="Arial"/>
          <w:sz w:val="24"/>
          <w:szCs w:val="24"/>
        </w:rPr>
      </w:pPr>
    </w:p>
    <w:p w14:paraId="602398B5" w14:textId="77777777" w:rsidR="005E017E" w:rsidRDefault="731A98B6" w:rsidP="731A98B6">
      <w:pPr>
        <w:rPr>
          <w:rFonts w:ascii="Arial" w:hAnsi="Arial" w:cs="Arial"/>
          <w:sz w:val="24"/>
          <w:szCs w:val="24"/>
        </w:rPr>
      </w:pPr>
      <w:r w:rsidRPr="731A98B6">
        <w:rPr>
          <w:rFonts w:ascii="Arial" w:hAnsi="Arial" w:cs="Arial"/>
          <w:sz w:val="24"/>
          <w:szCs w:val="24"/>
        </w:rPr>
        <w:t>Uiteraard zal de informatie uit dit document vertrouwelijk worden behandeld.</w:t>
      </w:r>
    </w:p>
    <w:p w14:paraId="3C2B2567" w14:textId="51731B6B" w:rsidR="005E017E" w:rsidRDefault="005E017E" w:rsidP="731A98B6">
      <w:pPr>
        <w:rPr>
          <w:rFonts w:ascii="Arial" w:hAnsi="Arial" w:cs="Arial"/>
          <w:sz w:val="24"/>
          <w:szCs w:val="24"/>
        </w:rPr>
      </w:pPr>
      <w:r w:rsidRPr="36433E76">
        <w:rPr>
          <w:rFonts w:ascii="Arial" w:hAnsi="Arial" w:cs="Arial"/>
          <w:b/>
          <w:bCs/>
          <w:sz w:val="24"/>
          <w:szCs w:val="24"/>
        </w:rPr>
        <w:t xml:space="preserve">Handtekening </w:t>
      </w:r>
      <w:r w:rsidR="36433E76" w:rsidRPr="36433E76">
        <w:rPr>
          <w:rFonts w:ascii="Arial" w:hAnsi="Arial" w:cs="Arial"/>
          <w:b/>
          <w:bCs/>
          <w:sz w:val="24"/>
          <w:szCs w:val="24"/>
        </w:rPr>
        <w:t>leerling:</w:t>
      </w:r>
      <w:r w:rsidRPr="005907FD">
        <w:rPr>
          <w:rFonts w:ascii="Arial" w:hAnsi="Arial" w:cs="Arial"/>
          <w:b/>
          <w:sz w:val="24"/>
          <w:szCs w:val="24"/>
        </w:rPr>
        <w:tab/>
      </w:r>
      <w:r w:rsidR="0014136D">
        <w:rPr>
          <w:rFonts w:ascii="Arial" w:hAnsi="Arial" w:cs="Arial"/>
          <w:b/>
          <w:sz w:val="24"/>
          <w:szCs w:val="24"/>
        </w:rPr>
        <w:tab/>
      </w:r>
      <w:r w:rsidR="731A98B6" w:rsidRPr="731A98B6">
        <w:rPr>
          <w:rFonts w:ascii="Arial" w:hAnsi="Arial" w:cs="Arial"/>
          <w:b/>
          <w:bCs/>
          <w:sz w:val="24"/>
          <w:szCs w:val="24"/>
        </w:rPr>
        <w:t xml:space="preserve">                                        </w:t>
      </w:r>
      <w:r w:rsidR="0014136D">
        <w:rPr>
          <w:rFonts w:ascii="Arial" w:hAnsi="Arial" w:cs="Arial"/>
          <w:b/>
          <w:sz w:val="24"/>
          <w:szCs w:val="24"/>
        </w:rPr>
        <w:tab/>
      </w:r>
      <w:r w:rsidRPr="36433E76">
        <w:rPr>
          <w:rFonts w:ascii="Arial" w:hAnsi="Arial" w:cs="Arial"/>
          <w:b/>
          <w:bCs/>
          <w:sz w:val="24"/>
          <w:szCs w:val="24"/>
        </w:rPr>
        <w:t>Handtekening ouders/verzorgers:</w:t>
      </w:r>
    </w:p>
    <w:p w14:paraId="428AFBFB" w14:textId="77777777" w:rsidR="0015416A" w:rsidRDefault="0015416A" w:rsidP="36433E76">
      <w:pPr>
        <w:rPr>
          <w:rFonts w:ascii="Arial" w:hAnsi="Arial" w:cs="Arial"/>
          <w:bCs/>
          <w:sz w:val="24"/>
          <w:szCs w:val="24"/>
        </w:rPr>
      </w:pPr>
    </w:p>
    <w:p w14:paraId="44A435B4" w14:textId="77777777" w:rsidR="0015416A" w:rsidRPr="0015416A" w:rsidRDefault="0015416A" w:rsidP="36433E76">
      <w:pPr>
        <w:rPr>
          <w:rFonts w:ascii="Arial" w:hAnsi="Arial" w:cs="Arial"/>
          <w:bCs/>
          <w:sz w:val="24"/>
          <w:szCs w:val="24"/>
        </w:rPr>
      </w:pPr>
      <w:r w:rsidRPr="0015416A">
        <w:rPr>
          <w:rFonts w:ascii="Arial" w:hAnsi="Arial" w:cs="Arial"/>
          <w:bCs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7038C61" wp14:editId="47C313D2">
                <wp:simplePos x="0" y="0"/>
                <wp:positionH relativeFrom="column">
                  <wp:posOffset>137160</wp:posOffset>
                </wp:positionH>
                <wp:positionV relativeFrom="paragraph">
                  <wp:posOffset>3810</wp:posOffset>
                </wp:positionV>
                <wp:extent cx="5772150" cy="3152775"/>
                <wp:effectExtent l="0" t="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315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33624" w14:textId="51B80923" w:rsidR="0015416A" w:rsidRDefault="008B2CD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Verslag driehoek</w:t>
                            </w:r>
                            <w:r w:rsidR="00EB7008" w:rsidRPr="00EB700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gesprek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12 of 13</w:t>
                            </w:r>
                            <w:r w:rsidR="00EB700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november 2017:</w:t>
                            </w:r>
                          </w:p>
                          <w:p w14:paraId="22F35A9D" w14:textId="77777777" w:rsidR="00EB7008" w:rsidRPr="00EB7008" w:rsidRDefault="00EB700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038C6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0.8pt;margin-top:.3pt;width:454.5pt;height:24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">
                <v:textbox>
                  <w:txbxContent>
                    <w:p w14:paraId="32933624" w14:textId="51B80923" w:rsidR="0015416A" w:rsidRDefault="008B2CD3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Verslag driehoek</w:t>
                      </w:r>
                      <w:r w:rsidR="00EB7008" w:rsidRPr="00EB700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gesprek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12 of 13</w:t>
                      </w:r>
                      <w:r w:rsidR="00EB700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november 2017:</w:t>
                      </w:r>
                    </w:p>
                    <w:p w14:paraId="22F35A9D" w14:textId="77777777" w:rsidR="00EB7008" w:rsidRPr="00EB7008" w:rsidRDefault="00EB700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5416A" w:rsidRPr="0015416A" w:rsidSect="004F0946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14EE"/>
    <w:multiLevelType w:val="hybridMultilevel"/>
    <w:tmpl w:val="81007B6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F61E7E"/>
    <w:multiLevelType w:val="hybridMultilevel"/>
    <w:tmpl w:val="685E48B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F73AA"/>
    <w:multiLevelType w:val="hybridMultilevel"/>
    <w:tmpl w:val="8382BAF0"/>
    <w:lvl w:ilvl="0" w:tplc="0413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D1434"/>
    <w:multiLevelType w:val="hybridMultilevel"/>
    <w:tmpl w:val="1F58BAF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681"/>
    <w:multiLevelType w:val="hybridMultilevel"/>
    <w:tmpl w:val="2FC296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8A65D6"/>
    <w:multiLevelType w:val="hybridMultilevel"/>
    <w:tmpl w:val="9768EA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951C9"/>
    <w:multiLevelType w:val="hybridMultilevel"/>
    <w:tmpl w:val="F9B6421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E74E61"/>
    <w:multiLevelType w:val="hybridMultilevel"/>
    <w:tmpl w:val="5A04D2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BF370FE"/>
    <w:multiLevelType w:val="hybridMultilevel"/>
    <w:tmpl w:val="B0F8D07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7A0AE7"/>
    <w:multiLevelType w:val="hybridMultilevel"/>
    <w:tmpl w:val="7B1A3BF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D4F6F"/>
    <w:multiLevelType w:val="hybridMultilevel"/>
    <w:tmpl w:val="7BA854BA"/>
    <w:lvl w:ilvl="0" w:tplc="0413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63A65"/>
    <w:multiLevelType w:val="hybridMultilevel"/>
    <w:tmpl w:val="C5B069F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B78BB"/>
    <w:multiLevelType w:val="hybridMultilevel"/>
    <w:tmpl w:val="74020A7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875701"/>
    <w:multiLevelType w:val="hybridMultilevel"/>
    <w:tmpl w:val="65FCFF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93767"/>
    <w:multiLevelType w:val="hybridMultilevel"/>
    <w:tmpl w:val="80A6E66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A7072D"/>
    <w:multiLevelType w:val="hybridMultilevel"/>
    <w:tmpl w:val="897A84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4"/>
  </w:num>
  <w:num w:numId="5">
    <w:abstractNumId w:val="12"/>
  </w:num>
  <w:num w:numId="6">
    <w:abstractNumId w:val="0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11"/>
  </w:num>
  <w:num w:numId="12">
    <w:abstractNumId w:val="13"/>
  </w:num>
  <w:num w:numId="13">
    <w:abstractNumId w:val="5"/>
  </w:num>
  <w:num w:numId="14">
    <w:abstractNumId w:val="3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DF"/>
    <w:rsid w:val="000771C3"/>
    <w:rsid w:val="00082873"/>
    <w:rsid w:val="00103EDB"/>
    <w:rsid w:val="0014136D"/>
    <w:rsid w:val="0015416A"/>
    <w:rsid w:val="002606C4"/>
    <w:rsid w:val="002D348E"/>
    <w:rsid w:val="00307B4A"/>
    <w:rsid w:val="003670E1"/>
    <w:rsid w:val="003B7E63"/>
    <w:rsid w:val="003D6DF2"/>
    <w:rsid w:val="003F2182"/>
    <w:rsid w:val="004B6EFF"/>
    <w:rsid w:val="004F0946"/>
    <w:rsid w:val="00574B01"/>
    <w:rsid w:val="005907FD"/>
    <w:rsid w:val="005B485B"/>
    <w:rsid w:val="005E017E"/>
    <w:rsid w:val="005F18B0"/>
    <w:rsid w:val="006B0B2F"/>
    <w:rsid w:val="006B4FDF"/>
    <w:rsid w:val="006E6A22"/>
    <w:rsid w:val="006F79A1"/>
    <w:rsid w:val="006F7A85"/>
    <w:rsid w:val="007F2DBF"/>
    <w:rsid w:val="008011D4"/>
    <w:rsid w:val="0080578A"/>
    <w:rsid w:val="00814A1F"/>
    <w:rsid w:val="0082230C"/>
    <w:rsid w:val="008B2CD3"/>
    <w:rsid w:val="009011A2"/>
    <w:rsid w:val="00914586"/>
    <w:rsid w:val="00974C6D"/>
    <w:rsid w:val="009D0551"/>
    <w:rsid w:val="00AE1986"/>
    <w:rsid w:val="00BD2732"/>
    <w:rsid w:val="00BF039F"/>
    <w:rsid w:val="00D16464"/>
    <w:rsid w:val="00D3278D"/>
    <w:rsid w:val="00D75F07"/>
    <w:rsid w:val="00E1402A"/>
    <w:rsid w:val="00E36AA6"/>
    <w:rsid w:val="00E45D2E"/>
    <w:rsid w:val="00E77C6D"/>
    <w:rsid w:val="00EB7008"/>
    <w:rsid w:val="00EC19E5"/>
    <w:rsid w:val="00F115D3"/>
    <w:rsid w:val="00FC24D0"/>
    <w:rsid w:val="36433E76"/>
    <w:rsid w:val="6F70D486"/>
    <w:rsid w:val="731A9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8E16"/>
  <w15:docId w15:val="{0E21BEF3-691C-4604-A14D-16A838E2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4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D348E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F18B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F18B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F18B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F18B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F18B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F1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F18B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3D6D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407442A8.dotm</Template>
  <TotalTime>1</TotalTime>
  <Pages>4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Röben,  S.</cp:lastModifiedBy>
  <cp:revision>2</cp:revision>
  <cp:lastPrinted>2016-12-01T14:47:00Z</cp:lastPrinted>
  <dcterms:created xsi:type="dcterms:W3CDTF">2017-12-06T18:37:00Z</dcterms:created>
  <dcterms:modified xsi:type="dcterms:W3CDTF">2017-12-06T18:37:00Z</dcterms:modified>
</cp:coreProperties>
</file>