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98"/>
        <w:gridCol w:w="1899"/>
        <w:gridCol w:w="907"/>
        <w:gridCol w:w="2800"/>
        <w:gridCol w:w="983"/>
        <w:gridCol w:w="1812"/>
        <w:gridCol w:w="2795"/>
      </w:tblGrid>
      <w:tr w:rsidR="00E46C1B" w14:paraId="5DABAADC" w14:textId="77777777" w:rsidTr="00BE01ED">
        <w:tc>
          <w:tcPr>
            <w:tcW w:w="2828" w:type="dxa"/>
            <w:shd w:val="clear" w:color="auto" w:fill="BFBFBF" w:themeFill="background1" w:themeFillShade="BF"/>
          </w:tcPr>
          <w:p w14:paraId="5DABAAD7" w14:textId="19220BDC" w:rsidR="00E46C1B" w:rsidRPr="00E46C1B" w:rsidRDefault="009E4CC3" w:rsidP="00E46C1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  <w:bookmarkStart w:id="0" w:name="_GoBack"/>
            <w:bookmarkEnd w:id="0"/>
            <w:r w:rsidR="00E46C1B" w:rsidRPr="00E46C1B">
              <w:rPr>
                <w:rFonts w:cs="Arial"/>
                <w:b/>
              </w:rPr>
              <w:t>Student:</w:t>
            </w:r>
          </w:p>
        </w:tc>
        <w:tc>
          <w:tcPr>
            <w:tcW w:w="2829" w:type="dxa"/>
            <w:gridSpan w:val="2"/>
            <w:shd w:val="clear" w:color="auto" w:fill="BFBFBF" w:themeFill="background1" w:themeFillShade="BF"/>
          </w:tcPr>
          <w:p w14:paraId="5DABAAD8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Groep/Klas:</w:t>
            </w:r>
          </w:p>
        </w:tc>
        <w:tc>
          <w:tcPr>
            <w:tcW w:w="2829" w:type="dxa"/>
            <w:shd w:val="clear" w:color="auto" w:fill="BFBFBF" w:themeFill="background1" w:themeFillShade="BF"/>
          </w:tcPr>
          <w:p w14:paraId="5DABAAD9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School:</w:t>
            </w:r>
          </w:p>
        </w:tc>
        <w:tc>
          <w:tcPr>
            <w:tcW w:w="2829" w:type="dxa"/>
            <w:gridSpan w:val="2"/>
            <w:shd w:val="clear" w:color="auto" w:fill="BFBFBF" w:themeFill="background1" w:themeFillShade="BF"/>
          </w:tcPr>
          <w:p w14:paraId="5DABAADA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Datum:</w:t>
            </w:r>
          </w:p>
        </w:tc>
        <w:tc>
          <w:tcPr>
            <w:tcW w:w="2829" w:type="dxa"/>
            <w:shd w:val="clear" w:color="auto" w:fill="BFBFBF" w:themeFill="background1" w:themeFillShade="BF"/>
          </w:tcPr>
          <w:p w14:paraId="5DABAADB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Lestijd:</w:t>
            </w:r>
          </w:p>
        </w:tc>
      </w:tr>
      <w:tr w:rsidR="00E46C1B" w14:paraId="5DABAAE2" w14:textId="77777777" w:rsidTr="0031762C">
        <w:tc>
          <w:tcPr>
            <w:tcW w:w="2828" w:type="dxa"/>
          </w:tcPr>
          <w:p w14:paraId="5DABAADD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2829" w:type="dxa"/>
            <w:gridSpan w:val="2"/>
          </w:tcPr>
          <w:p w14:paraId="5DABAADE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2829" w:type="dxa"/>
          </w:tcPr>
          <w:p w14:paraId="5DABAADF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2829" w:type="dxa"/>
            <w:gridSpan w:val="2"/>
          </w:tcPr>
          <w:p w14:paraId="5DABAAE0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2829" w:type="dxa"/>
          </w:tcPr>
          <w:p w14:paraId="5DABAAE1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</w:tr>
      <w:tr w:rsidR="00E46C1B" w14:paraId="5DABAAE5" w14:textId="77777777" w:rsidTr="00BE01ED">
        <w:trPr>
          <w:trHeight w:val="210"/>
        </w:trPr>
        <w:tc>
          <w:tcPr>
            <w:tcW w:w="2828" w:type="dxa"/>
            <w:shd w:val="clear" w:color="auto" w:fill="BFBFBF" w:themeFill="background1" w:themeFillShade="BF"/>
          </w:tcPr>
          <w:p w14:paraId="5DABAAE3" w14:textId="77777777" w:rsidR="00E46C1B" w:rsidRDefault="00E46C1B" w:rsidP="00E46C1B">
            <w:r w:rsidRPr="00091CC4">
              <w:rPr>
                <w:rFonts w:cs="Arial"/>
                <w:b/>
                <w:i/>
              </w:rPr>
              <w:t>Verschijningsvorm:</w:t>
            </w:r>
            <w:r w:rsidR="00D567E1">
              <w:rPr>
                <w:rFonts w:cs="Arial"/>
                <w:b/>
                <w:i/>
              </w:rPr>
              <w:t xml:space="preserve"> </w:t>
            </w:r>
          </w:p>
        </w:tc>
        <w:tc>
          <w:tcPr>
            <w:tcW w:w="11316" w:type="dxa"/>
            <w:gridSpan w:val="6"/>
            <w:shd w:val="clear" w:color="auto" w:fill="BFBFBF" w:themeFill="background1" w:themeFillShade="BF"/>
          </w:tcPr>
          <w:p w14:paraId="5DABAAE4" w14:textId="77777777" w:rsidR="00E46C1B" w:rsidRDefault="00E46C1B" w:rsidP="00311E26">
            <w:r w:rsidRPr="00091CC4">
              <w:rPr>
                <w:rFonts w:cs="Arial"/>
                <w:b/>
              </w:rPr>
              <w:t>Beginsituatie:</w:t>
            </w:r>
            <w:r w:rsidRPr="00091CC4">
              <w:rPr>
                <w:rFonts w:cs="Arial"/>
              </w:rPr>
              <w:t xml:space="preserve"> </w:t>
            </w:r>
          </w:p>
        </w:tc>
      </w:tr>
      <w:tr w:rsidR="00E46C1B" w14:paraId="5DABAAE9" w14:textId="77777777" w:rsidTr="0031762C">
        <w:trPr>
          <w:trHeight w:val="240"/>
        </w:trPr>
        <w:tc>
          <w:tcPr>
            <w:tcW w:w="2828" w:type="dxa"/>
          </w:tcPr>
          <w:p w14:paraId="5DABAAE6" w14:textId="77777777" w:rsidR="00E46C1B" w:rsidRPr="00091CC4" w:rsidRDefault="00E46C1B" w:rsidP="00E46C1B">
            <w:pPr>
              <w:rPr>
                <w:rFonts w:cs="Arial"/>
                <w:b/>
                <w:i/>
              </w:rPr>
            </w:pPr>
          </w:p>
        </w:tc>
        <w:tc>
          <w:tcPr>
            <w:tcW w:w="11316" w:type="dxa"/>
            <w:gridSpan w:val="6"/>
          </w:tcPr>
          <w:p w14:paraId="5DABAAE7" w14:textId="77777777" w:rsidR="00E46C1B" w:rsidRDefault="00311E26" w:rsidP="00E46C1B">
            <w:pPr>
              <w:rPr>
                <w:rFonts w:cs="Arial"/>
              </w:rPr>
            </w:pPr>
            <w:r w:rsidRPr="00311E26">
              <w:rPr>
                <w:rFonts w:cs="Arial"/>
              </w:rPr>
              <w:t>Aantal leerlingen</w:t>
            </w:r>
            <w:r>
              <w:rPr>
                <w:rFonts w:cs="Arial"/>
              </w:rPr>
              <w:t>:</w:t>
            </w:r>
          </w:p>
          <w:p w14:paraId="5DABAAE8" w14:textId="77777777" w:rsidR="00311E26" w:rsidRPr="00311E26" w:rsidRDefault="00311E26" w:rsidP="00E46C1B">
            <w:pPr>
              <w:rPr>
                <w:rFonts w:cs="Arial"/>
              </w:rPr>
            </w:pPr>
            <w:r>
              <w:rPr>
                <w:rFonts w:cs="Arial"/>
              </w:rPr>
              <w:t>Overige informatie:</w:t>
            </w:r>
          </w:p>
        </w:tc>
      </w:tr>
      <w:tr w:rsidR="00E46C1B" w14:paraId="5DABAAEC" w14:textId="77777777" w:rsidTr="00BE01ED">
        <w:trPr>
          <w:trHeight w:val="195"/>
        </w:trPr>
        <w:tc>
          <w:tcPr>
            <w:tcW w:w="2828" w:type="dxa"/>
            <w:shd w:val="clear" w:color="auto" w:fill="BFBFBF" w:themeFill="background1" w:themeFillShade="BF"/>
          </w:tcPr>
          <w:p w14:paraId="5DABAAEA" w14:textId="77777777" w:rsidR="00E46C1B" w:rsidRPr="00091CC4" w:rsidRDefault="00E46C1B" w:rsidP="00E46C1B">
            <w:pPr>
              <w:rPr>
                <w:rFonts w:cs="Arial"/>
                <w:b/>
              </w:rPr>
            </w:pPr>
            <w:r w:rsidRPr="00091CC4">
              <w:rPr>
                <w:rFonts w:cs="Arial"/>
                <w:b/>
              </w:rPr>
              <w:t>Activiteit</w:t>
            </w:r>
            <w:r w:rsidR="00D567E1">
              <w:rPr>
                <w:rFonts w:cs="Arial"/>
                <w:b/>
              </w:rPr>
              <w:t>en</w:t>
            </w:r>
            <w:r w:rsidRPr="00091CC4">
              <w:rPr>
                <w:rFonts w:cs="Arial"/>
                <w:b/>
              </w:rPr>
              <w:t>:</w:t>
            </w:r>
            <w:r w:rsidR="00D567E1">
              <w:rPr>
                <w:rFonts w:cs="Arial"/>
                <w:b/>
              </w:rPr>
              <w:t xml:space="preserve"> </w:t>
            </w:r>
            <w:r w:rsidR="00D567E1" w:rsidRPr="00D567E1">
              <w:rPr>
                <w:rFonts w:cs="Arial"/>
                <w:i/>
                <w:sz w:val="16"/>
                <w:szCs w:val="16"/>
              </w:rPr>
              <w:t>(kies welke van toepassing is/zijn)</w:t>
            </w:r>
          </w:p>
        </w:tc>
        <w:tc>
          <w:tcPr>
            <w:tcW w:w="11316" w:type="dxa"/>
            <w:gridSpan w:val="6"/>
            <w:shd w:val="clear" w:color="auto" w:fill="F2F2F2" w:themeFill="background1" w:themeFillShade="F2"/>
          </w:tcPr>
          <w:p w14:paraId="5DABAAEB" w14:textId="77777777" w:rsidR="00E46C1B" w:rsidRPr="007C0332" w:rsidRDefault="00E46C1B" w:rsidP="00D567E1">
            <w:pPr>
              <w:rPr>
                <w:rFonts w:cs="Arial"/>
                <w:b/>
              </w:rPr>
            </w:pPr>
            <w:r w:rsidRPr="007C0332">
              <w:rPr>
                <w:rFonts w:cs="Arial"/>
                <w:b/>
              </w:rPr>
              <w:t>Motorisch</w:t>
            </w:r>
            <w:r w:rsidR="00311E26">
              <w:rPr>
                <w:rFonts w:cs="Arial"/>
                <w:b/>
              </w:rPr>
              <w:t xml:space="preserve"> </w:t>
            </w:r>
            <w:r w:rsidR="00311E26" w:rsidRPr="00311E26">
              <w:rPr>
                <w:rFonts w:cs="Arial"/>
                <w:i/>
                <w:sz w:val="16"/>
                <w:szCs w:val="16"/>
              </w:rPr>
              <w:t>(</w:t>
            </w:r>
            <w:r w:rsidR="00D567E1">
              <w:rPr>
                <w:rFonts w:cs="Arial"/>
                <w:i/>
                <w:sz w:val="16"/>
                <w:szCs w:val="16"/>
              </w:rPr>
              <w:t>SMART,</w:t>
            </w:r>
            <w:r w:rsidR="00311E26" w:rsidRPr="00311E2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kwalitatieve gegevens </w:t>
            </w:r>
            <w:r w:rsidR="00815542">
              <w:rPr>
                <w:i/>
                <w:sz w:val="16"/>
                <w:szCs w:val="16"/>
              </w:rPr>
              <w:t>van groepsgemiddelde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)</w:t>
            </w:r>
            <w:r w:rsid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E46C1B" w14:paraId="5DABAAF1" w14:textId="77777777" w:rsidTr="0031762C">
        <w:trPr>
          <w:trHeight w:val="240"/>
        </w:trPr>
        <w:tc>
          <w:tcPr>
            <w:tcW w:w="2828" w:type="dxa"/>
          </w:tcPr>
          <w:p w14:paraId="5DABAAED" w14:textId="77777777" w:rsidR="00D567E1" w:rsidRPr="00D567E1" w:rsidRDefault="00D567E1" w:rsidP="00E46C1B">
            <w:pPr>
              <w:rPr>
                <w:rFonts w:cs="Arial"/>
                <w:i/>
              </w:rPr>
            </w:pPr>
            <w:r w:rsidRPr="00D567E1">
              <w:rPr>
                <w:rFonts w:cs="Arial"/>
                <w:i/>
              </w:rPr>
              <w:t>Inleiding:</w:t>
            </w:r>
          </w:p>
          <w:p w14:paraId="5DABAAEE" w14:textId="77777777" w:rsidR="00D567E1" w:rsidRPr="00D567E1" w:rsidRDefault="00815542" w:rsidP="00E46C1B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Instructiekern</w:t>
            </w:r>
            <w:r w:rsidR="00D567E1" w:rsidRPr="00D567E1">
              <w:rPr>
                <w:rFonts w:cs="Arial"/>
                <w:i/>
              </w:rPr>
              <w:t>:</w:t>
            </w:r>
          </w:p>
          <w:p w14:paraId="5DABAAEF" w14:textId="77777777" w:rsidR="00D567E1" w:rsidRPr="00D567E1" w:rsidRDefault="00D567E1" w:rsidP="00E46C1B">
            <w:pPr>
              <w:rPr>
                <w:rFonts w:cs="Arial"/>
                <w:i/>
              </w:rPr>
            </w:pPr>
            <w:r w:rsidRPr="00D567E1">
              <w:rPr>
                <w:rFonts w:cs="Arial"/>
                <w:i/>
              </w:rPr>
              <w:t>Afsluiting:</w:t>
            </w:r>
          </w:p>
        </w:tc>
        <w:tc>
          <w:tcPr>
            <w:tcW w:w="11316" w:type="dxa"/>
            <w:gridSpan w:val="6"/>
            <w:vMerge w:val="restart"/>
          </w:tcPr>
          <w:p w14:paraId="5DABAAF0" w14:textId="77777777" w:rsidR="00E46C1B" w:rsidRPr="007C0332" w:rsidRDefault="00E46C1B" w:rsidP="00E46C1B">
            <w:pPr>
              <w:widowControl/>
              <w:rPr>
                <w:rFonts w:cs="Arial"/>
                <w:b/>
              </w:rPr>
            </w:pPr>
          </w:p>
        </w:tc>
      </w:tr>
      <w:tr w:rsidR="00E46C1B" w14:paraId="5DABAAF4" w14:textId="77777777" w:rsidTr="00BE01ED">
        <w:trPr>
          <w:trHeight w:val="210"/>
        </w:trPr>
        <w:tc>
          <w:tcPr>
            <w:tcW w:w="2828" w:type="dxa"/>
            <w:shd w:val="clear" w:color="auto" w:fill="BFBFBF" w:themeFill="background1" w:themeFillShade="BF"/>
          </w:tcPr>
          <w:p w14:paraId="5DABAAF2" w14:textId="77777777" w:rsidR="00E46C1B" w:rsidRPr="00091CC4" w:rsidRDefault="00E46C1B" w:rsidP="00E46C1B">
            <w:pPr>
              <w:rPr>
                <w:rFonts w:cs="Arial"/>
                <w:b/>
              </w:rPr>
            </w:pPr>
            <w:r w:rsidRPr="00091CC4">
              <w:rPr>
                <w:rFonts w:cs="Arial"/>
                <w:b/>
              </w:rPr>
              <w:t>Gebruikte materialen:</w:t>
            </w:r>
            <w:r w:rsidR="00D567E1">
              <w:rPr>
                <w:rFonts w:cs="Arial"/>
                <w:b/>
              </w:rPr>
              <w:t xml:space="preserve"> </w:t>
            </w:r>
            <w:r w:rsidR="00D567E1" w:rsidRPr="00D567E1">
              <w:rPr>
                <w:rFonts w:cs="Arial"/>
                <w:i/>
                <w:sz w:val="16"/>
                <w:szCs w:val="16"/>
              </w:rPr>
              <w:t>(puntsgewijs met aantallen)</w:t>
            </w:r>
          </w:p>
        </w:tc>
        <w:tc>
          <w:tcPr>
            <w:tcW w:w="11316" w:type="dxa"/>
            <w:gridSpan w:val="6"/>
            <w:vMerge/>
          </w:tcPr>
          <w:p w14:paraId="5DABAAF3" w14:textId="77777777" w:rsidR="00E46C1B" w:rsidRPr="007C0332" w:rsidRDefault="00E46C1B" w:rsidP="00E46C1B">
            <w:pPr>
              <w:widowControl/>
              <w:rPr>
                <w:rFonts w:cs="Arial"/>
                <w:b/>
              </w:rPr>
            </w:pPr>
          </w:p>
        </w:tc>
      </w:tr>
      <w:tr w:rsidR="00E46C1B" w14:paraId="5DABAAF7" w14:textId="77777777" w:rsidTr="00815542">
        <w:trPr>
          <w:trHeight w:val="240"/>
        </w:trPr>
        <w:tc>
          <w:tcPr>
            <w:tcW w:w="2828" w:type="dxa"/>
            <w:vMerge w:val="restart"/>
          </w:tcPr>
          <w:p w14:paraId="5DABAAF5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11316" w:type="dxa"/>
            <w:gridSpan w:val="6"/>
            <w:vMerge/>
          </w:tcPr>
          <w:p w14:paraId="5DABAAF6" w14:textId="77777777" w:rsidR="00E46C1B" w:rsidRPr="007C0332" w:rsidRDefault="00E46C1B" w:rsidP="00E46C1B">
            <w:pPr>
              <w:widowControl/>
              <w:rPr>
                <w:rFonts w:cs="Arial"/>
                <w:b/>
              </w:rPr>
            </w:pPr>
          </w:p>
        </w:tc>
      </w:tr>
      <w:tr w:rsidR="00E46C1B" w14:paraId="5DABAAFA" w14:textId="77777777" w:rsidTr="00BE01ED">
        <w:trPr>
          <w:trHeight w:val="225"/>
        </w:trPr>
        <w:tc>
          <w:tcPr>
            <w:tcW w:w="2828" w:type="dxa"/>
            <w:vMerge/>
          </w:tcPr>
          <w:p w14:paraId="5DABAAF8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11316" w:type="dxa"/>
            <w:gridSpan w:val="6"/>
            <w:shd w:val="clear" w:color="auto" w:fill="F2F2F2" w:themeFill="background1" w:themeFillShade="F2"/>
          </w:tcPr>
          <w:p w14:paraId="5DABAAF9" w14:textId="77777777" w:rsidR="00E46C1B" w:rsidRPr="007C0332" w:rsidRDefault="00E46C1B" w:rsidP="00815542">
            <w:pPr>
              <w:rPr>
                <w:rFonts w:cs="Arial"/>
                <w:b/>
              </w:rPr>
            </w:pPr>
            <w:r w:rsidRPr="007C0332">
              <w:rPr>
                <w:rFonts w:cs="Arial"/>
                <w:b/>
              </w:rPr>
              <w:t>Cognitief</w:t>
            </w:r>
            <w:r w:rsidR="00185718">
              <w:rPr>
                <w:rFonts w:cs="Arial"/>
                <w:b/>
              </w:rPr>
              <w:t xml:space="preserve"> </w:t>
            </w:r>
            <w:r w:rsidR="00185718" w:rsidRPr="00185718">
              <w:rPr>
                <w:rFonts w:cs="Arial"/>
                <w:i/>
                <w:sz w:val="16"/>
                <w:szCs w:val="16"/>
              </w:rPr>
              <w:t>(</w:t>
            </w:r>
            <w:r w:rsidR="00D567E1">
              <w:rPr>
                <w:rFonts w:cs="Arial"/>
                <w:i/>
                <w:sz w:val="16"/>
                <w:szCs w:val="16"/>
              </w:rPr>
              <w:t xml:space="preserve">SMART, kwalitatieve gegevens van </w:t>
            </w:r>
            <w:r w:rsidR="00185718" w:rsidRPr="00185718">
              <w:rPr>
                <w:rFonts w:cs="Arial"/>
                <w:i/>
                <w:sz w:val="16"/>
                <w:szCs w:val="16"/>
              </w:rPr>
              <w:t>t</w:t>
            </w:r>
            <w:r w:rsidR="00185718" w:rsidRPr="00185718">
              <w:rPr>
                <w:i/>
                <w:sz w:val="16"/>
                <w:szCs w:val="16"/>
              </w:rPr>
              <w:t>echniek</w:t>
            </w:r>
            <w:r w:rsidR="00185718">
              <w:rPr>
                <w:i/>
                <w:sz w:val="16"/>
                <w:szCs w:val="16"/>
              </w:rPr>
              <w:t>,tactiek,(spel)regels,r</w:t>
            </w:r>
            <w:r w:rsidR="00185718" w:rsidRPr="0013582B">
              <w:rPr>
                <w:i/>
                <w:sz w:val="16"/>
                <w:szCs w:val="16"/>
              </w:rPr>
              <w:t>ollen en overig</w:t>
            </w:r>
            <w:r w:rsidR="00185718">
              <w:rPr>
                <w:i/>
                <w:sz w:val="16"/>
                <w:szCs w:val="16"/>
              </w:rPr>
              <w:t>)</w:t>
            </w:r>
            <w:r w:rsidR="00815542">
              <w:rPr>
                <w:i/>
                <w:sz w:val="16"/>
                <w:szCs w:val="16"/>
              </w:rPr>
              <w:t xml:space="preserve"> van groepsgemiddelde</w:t>
            </w:r>
            <w:r w:rsidR="00185718">
              <w:rPr>
                <w:i/>
                <w:sz w:val="16"/>
                <w:szCs w:val="16"/>
              </w:rPr>
              <w:t>)</w:t>
            </w:r>
          </w:p>
        </w:tc>
      </w:tr>
      <w:tr w:rsidR="00E46C1B" w14:paraId="5DABAAFD" w14:textId="77777777" w:rsidTr="0031762C">
        <w:trPr>
          <w:trHeight w:val="145"/>
        </w:trPr>
        <w:tc>
          <w:tcPr>
            <w:tcW w:w="2828" w:type="dxa"/>
            <w:vMerge/>
          </w:tcPr>
          <w:p w14:paraId="5DABAAFB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11316" w:type="dxa"/>
            <w:gridSpan w:val="6"/>
          </w:tcPr>
          <w:p w14:paraId="5DABAAFC" w14:textId="77777777" w:rsidR="00E46C1B" w:rsidRPr="007C0332" w:rsidRDefault="00E46C1B" w:rsidP="00E46C1B">
            <w:pPr>
              <w:rPr>
                <w:rFonts w:cs="Arial"/>
                <w:b/>
              </w:rPr>
            </w:pPr>
          </w:p>
        </w:tc>
      </w:tr>
      <w:tr w:rsidR="00E46C1B" w14:paraId="5DABAB00" w14:textId="77777777" w:rsidTr="00BE01ED">
        <w:trPr>
          <w:trHeight w:val="180"/>
        </w:trPr>
        <w:tc>
          <w:tcPr>
            <w:tcW w:w="2828" w:type="dxa"/>
            <w:vMerge/>
          </w:tcPr>
          <w:p w14:paraId="5DABAAFE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11316" w:type="dxa"/>
            <w:gridSpan w:val="6"/>
            <w:shd w:val="clear" w:color="auto" w:fill="F2F2F2" w:themeFill="background1" w:themeFillShade="F2"/>
          </w:tcPr>
          <w:p w14:paraId="5DABAAFF" w14:textId="77777777" w:rsidR="00E46C1B" w:rsidRPr="007C0332" w:rsidRDefault="00E46C1B" w:rsidP="00815542">
            <w:pPr>
              <w:rPr>
                <w:rFonts w:cs="Arial"/>
                <w:b/>
              </w:rPr>
            </w:pPr>
            <w:r w:rsidRPr="007C0332">
              <w:rPr>
                <w:rFonts w:cs="Arial"/>
                <w:b/>
              </w:rPr>
              <w:t>Sociaal emotioneel</w:t>
            </w:r>
            <w:r w:rsidR="00185718">
              <w:rPr>
                <w:rFonts w:cs="Arial"/>
                <w:b/>
              </w:rPr>
              <w:t xml:space="preserve"> </w:t>
            </w:r>
            <w:r w:rsidR="00185718" w:rsidRPr="0013582B">
              <w:rPr>
                <w:i/>
                <w:sz w:val="16"/>
                <w:szCs w:val="16"/>
              </w:rPr>
              <w:t>(</w:t>
            </w:r>
            <w:r w:rsidR="00D567E1">
              <w:rPr>
                <w:i/>
                <w:sz w:val="16"/>
                <w:szCs w:val="16"/>
              </w:rPr>
              <w:t xml:space="preserve">SMART, kwalitatieve gegevens over </w:t>
            </w:r>
            <w:r w:rsidR="00185718" w:rsidRPr="0013582B">
              <w:rPr>
                <w:i/>
                <w:sz w:val="16"/>
                <w:szCs w:val="16"/>
              </w:rPr>
              <w:t>coachen,leiden,hulpverlenen,hulpvra</w:t>
            </w:r>
            <w:r w:rsidR="00D567E1">
              <w:rPr>
                <w:i/>
                <w:sz w:val="16"/>
                <w:szCs w:val="16"/>
              </w:rPr>
              <w:t>gen,omgaan met complexe emoties van groepsgemid</w:t>
            </w:r>
            <w:r w:rsidR="00815542">
              <w:rPr>
                <w:i/>
                <w:sz w:val="16"/>
                <w:szCs w:val="16"/>
              </w:rPr>
              <w:t>delde</w:t>
            </w:r>
            <w:r w:rsidR="00185718" w:rsidRPr="0013582B">
              <w:rPr>
                <w:i/>
                <w:sz w:val="16"/>
                <w:szCs w:val="16"/>
              </w:rPr>
              <w:t>)</w:t>
            </w:r>
          </w:p>
        </w:tc>
      </w:tr>
      <w:tr w:rsidR="00E46C1B" w14:paraId="5DABAB03" w14:textId="77777777" w:rsidTr="0031762C">
        <w:trPr>
          <w:trHeight w:val="181"/>
        </w:trPr>
        <w:tc>
          <w:tcPr>
            <w:tcW w:w="2828" w:type="dxa"/>
            <w:vMerge/>
          </w:tcPr>
          <w:p w14:paraId="5DABAB01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11316" w:type="dxa"/>
            <w:gridSpan w:val="6"/>
          </w:tcPr>
          <w:p w14:paraId="5DABAB02" w14:textId="77777777" w:rsidR="00E46C1B" w:rsidRPr="007C0332" w:rsidRDefault="00E46C1B" w:rsidP="00E46C1B">
            <w:pPr>
              <w:rPr>
                <w:rFonts w:cs="Arial"/>
                <w:b/>
              </w:rPr>
            </w:pPr>
          </w:p>
        </w:tc>
      </w:tr>
      <w:tr w:rsidR="00E46C1B" w14:paraId="5DABAB05" w14:textId="77777777" w:rsidTr="00BE01ED">
        <w:trPr>
          <w:trHeight w:val="245"/>
        </w:trPr>
        <w:tc>
          <w:tcPr>
            <w:tcW w:w="14144" w:type="dxa"/>
            <w:gridSpan w:val="7"/>
            <w:shd w:val="clear" w:color="auto" w:fill="BFBFBF" w:themeFill="background1" w:themeFillShade="BF"/>
          </w:tcPr>
          <w:p w14:paraId="5DABAB04" w14:textId="77777777" w:rsidR="00E46C1B" w:rsidRPr="00311E26" w:rsidRDefault="00D567E1" w:rsidP="00D567E1">
            <w:pPr>
              <w:widowControl/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b/>
              </w:rPr>
              <w:t>Bewegingsd</w:t>
            </w:r>
            <w:r w:rsidR="00E46C1B" w:rsidRPr="00091CC4">
              <w:rPr>
                <w:rFonts w:cs="Arial"/>
                <w:b/>
              </w:rPr>
              <w:t>oel</w:t>
            </w:r>
            <w:r w:rsidR="00E46C1B">
              <w:rPr>
                <w:rFonts w:cs="Arial"/>
                <w:b/>
              </w:rPr>
              <w:t>en</w:t>
            </w:r>
            <w:r w:rsidR="00E46C1B" w:rsidRPr="00091CC4">
              <w:rPr>
                <w:rFonts w:cs="Arial"/>
                <w:b/>
              </w:rPr>
              <w:t xml:space="preserve">: </w:t>
            </w:r>
            <w:r w:rsidR="00185718">
              <w:rPr>
                <w:rFonts w:cs="Arial"/>
                <w:i/>
                <w:color w:val="000000" w:themeColor="text1"/>
                <w:sz w:val="16"/>
                <w:szCs w:val="16"/>
              </w:rPr>
              <w:t>(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SMART = </w:t>
            </w:r>
            <w:r w:rsidR="00185718">
              <w:rPr>
                <w:rFonts w:cs="Arial"/>
                <w:i/>
                <w:color w:val="000000" w:themeColor="text1"/>
                <w:sz w:val="16"/>
                <w:szCs w:val="16"/>
              </w:rPr>
              <w:t>specifiek, m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eetbaar, </w:t>
            </w:r>
            <w:r w:rsidR="00185718">
              <w:rPr>
                <w:rFonts w:cs="Arial"/>
                <w:i/>
                <w:color w:val="000000" w:themeColor="text1"/>
                <w:sz w:val="16"/>
                <w:szCs w:val="16"/>
              </w:rPr>
              <w:t>a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cceptabel,</w:t>
            </w:r>
            <w:r w:rsidR="00185718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 r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ealistisch, </w:t>
            </w:r>
            <w:r w:rsidR="00185718">
              <w:rPr>
                <w:rFonts w:cs="Arial"/>
                <w:i/>
                <w:color w:val="000000" w:themeColor="text1"/>
                <w:sz w:val="16"/>
                <w:szCs w:val="16"/>
              </w:rPr>
              <w:t>t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>ijdgebonden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, uitdrukken in zichtbaar gedrag)</w:t>
            </w:r>
          </w:p>
        </w:tc>
      </w:tr>
      <w:tr w:rsidR="00E46C1B" w14:paraId="5DABAB07" w14:textId="77777777" w:rsidTr="00BE01ED">
        <w:trPr>
          <w:trHeight w:val="240"/>
        </w:trPr>
        <w:tc>
          <w:tcPr>
            <w:tcW w:w="14144" w:type="dxa"/>
            <w:gridSpan w:val="7"/>
            <w:shd w:val="clear" w:color="auto" w:fill="F2F2F2" w:themeFill="background1" w:themeFillShade="F2"/>
          </w:tcPr>
          <w:p w14:paraId="5DABAB06" w14:textId="77777777" w:rsidR="00E46C1B" w:rsidRPr="00311E26" w:rsidRDefault="00E46C1B" w:rsidP="00311E26">
            <w:pPr>
              <w:widowControl/>
              <w:rPr>
                <w:rFonts w:cs="Arial"/>
                <w:b/>
                <w:color w:val="FF0000"/>
                <w:sz w:val="16"/>
                <w:szCs w:val="16"/>
              </w:rPr>
            </w:pPr>
            <w:r w:rsidRPr="007C0332">
              <w:rPr>
                <w:rFonts w:cs="Arial"/>
                <w:b/>
              </w:rPr>
              <w:t>Motorisch</w:t>
            </w:r>
            <w:r w:rsidR="00311E26">
              <w:rPr>
                <w:rFonts w:cs="Arial"/>
                <w:b/>
              </w:rPr>
              <w:t xml:space="preserve"> </w:t>
            </w:r>
            <w:r w:rsidR="00815542" w:rsidRPr="00311E26">
              <w:rPr>
                <w:rFonts w:cs="Arial"/>
                <w:i/>
                <w:sz w:val="16"/>
                <w:szCs w:val="16"/>
              </w:rPr>
              <w:t>(</w:t>
            </w:r>
            <w:r w:rsidR="00815542">
              <w:rPr>
                <w:rFonts w:cs="Arial"/>
                <w:i/>
                <w:sz w:val="16"/>
                <w:szCs w:val="16"/>
              </w:rPr>
              <w:t>SMART,</w:t>
            </w:r>
            <w:r w:rsidR="00815542" w:rsidRPr="00311E2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815542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kwalitatieve gegevens </w:t>
            </w:r>
            <w:r w:rsidR="00815542">
              <w:rPr>
                <w:i/>
                <w:sz w:val="16"/>
                <w:szCs w:val="16"/>
              </w:rPr>
              <w:t>van groepsgemiddelde</w:t>
            </w:r>
            <w:r w:rsidR="00815542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)</w:t>
            </w:r>
          </w:p>
        </w:tc>
      </w:tr>
      <w:tr w:rsidR="00E46C1B" w14:paraId="5DABAB09" w14:textId="77777777" w:rsidTr="008E3A3F">
        <w:trPr>
          <w:trHeight w:val="176"/>
        </w:trPr>
        <w:tc>
          <w:tcPr>
            <w:tcW w:w="14144" w:type="dxa"/>
            <w:gridSpan w:val="7"/>
          </w:tcPr>
          <w:p w14:paraId="5DABAB08" w14:textId="77777777" w:rsidR="00E46C1B" w:rsidRPr="007C0332" w:rsidRDefault="00E46C1B" w:rsidP="00E46C1B">
            <w:pPr>
              <w:rPr>
                <w:rFonts w:cs="Arial"/>
                <w:b/>
              </w:rPr>
            </w:pPr>
          </w:p>
        </w:tc>
      </w:tr>
      <w:tr w:rsidR="00E46C1B" w14:paraId="5DABAB0B" w14:textId="77777777" w:rsidTr="00BE01ED">
        <w:trPr>
          <w:trHeight w:val="215"/>
        </w:trPr>
        <w:tc>
          <w:tcPr>
            <w:tcW w:w="14144" w:type="dxa"/>
            <w:gridSpan w:val="7"/>
            <w:shd w:val="clear" w:color="auto" w:fill="F2F2F2" w:themeFill="background1" w:themeFillShade="F2"/>
          </w:tcPr>
          <w:p w14:paraId="5DABAB0A" w14:textId="77777777" w:rsidR="00E46C1B" w:rsidRPr="007C0332" w:rsidRDefault="00E46C1B" w:rsidP="0013582B">
            <w:pPr>
              <w:rPr>
                <w:rFonts w:cs="Arial"/>
                <w:b/>
              </w:rPr>
            </w:pPr>
            <w:r w:rsidRPr="007C0332">
              <w:rPr>
                <w:rFonts w:cs="Arial"/>
                <w:b/>
              </w:rPr>
              <w:t>Gekoppeld aan de verschijningsvorm</w:t>
            </w:r>
            <w:r w:rsidR="00311E26">
              <w:rPr>
                <w:rFonts w:cs="Arial"/>
                <w:b/>
              </w:rPr>
              <w:t xml:space="preserve"> 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(</w:t>
            </w:r>
            <w:r w:rsidR="00D567E1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SMART, </w:t>
            </w:r>
            <w:r w:rsidR="0013582B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cognitief en sociaal emotionele doel 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gekoppeld aan dominante betekenis en/of minimale eisen </w:t>
            </w:r>
            <w:r w:rsidR="0013582B">
              <w:rPr>
                <w:rFonts w:cs="Arial"/>
                <w:i/>
                <w:color w:val="000000" w:themeColor="text1"/>
                <w:sz w:val="16"/>
                <w:szCs w:val="16"/>
              </w:rPr>
              <w:t>van de verschijningsvorm</w:t>
            </w:r>
            <w:r w:rsidR="00311E26"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)</w:t>
            </w:r>
          </w:p>
        </w:tc>
      </w:tr>
      <w:tr w:rsidR="00E46C1B" w14:paraId="5DABAB0D" w14:textId="77777777" w:rsidTr="0031762C">
        <w:trPr>
          <w:trHeight w:val="190"/>
        </w:trPr>
        <w:tc>
          <w:tcPr>
            <w:tcW w:w="14144" w:type="dxa"/>
            <w:gridSpan w:val="7"/>
          </w:tcPr>
          <w:p w14:paraId="5DABAB0C" w14:textId="77777777" w:rsidR="00E46C1B" w:rsidRPr="007C0332" w:rsidRDefault="0013582B" w:rsidP="00185718">
            <w:pPr>
              <w:rPr>
                <w:rFonts w:cs="Arial"/>
                <w:b/>
              </w:rPr>
            </w:pPr>
            <w:r w:rsidRPr="0013582B">
              <w:rPr>
                <w:i/>
              </w:rPr>
              <w:t xml:space="preserve"> </w:t>
            </w:r>
          </w:p>
        </w:tc>
      </w:tr>
      <w:tr w:rsidR="00E46C1B" w14:paraId="5DABAB0F" w14:textId="77777777" w:rsidTr="00BE01ED">
        <w:trPr>
          <w:trHeight w:val="190"/>
        </w:trPr>
        <w:tc>
          <w:tcPr>
            <w:tcW w:w="14144" w:type="dxa"/>
            <w:gridSpan w:val="7"/>
            <w:shd w:val="clear" w:color="auto" w:fill="F2F2F2" w:themeFill="background1" w:themeFillShade="F2"/>
          </w:tcPr>
          <w:p w14:paraId="5DABAB0E" w14:textId="77777777" w:rsidR="00E46C1B" w:rsidRPr="007C0332" w:rsidRDefault="008731D8" w:rsidP="008731D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Persoonlijk</w:t>
            </w:r>
            <w:r w:rsidR="00311E26">
              <w:rPr>
                <w:rFonts w:cs="Arial"/>
                <w:b/>
              </w:rPr>
              <w:t xml:space="preserve"> </w:t>
            </w:r>
            <w:r w:rsidR="00311E26" w:rsidRPr="00311E26">
              <w:rPr>
                <w:rFonts w:cs="Arial"/>
                <w:i/>
              </w:rPr>
              <w:t>(</w:t>
            </w:r>
            <w:r w:rsidR="00D12AAF">
              <w:rPr>
                <w:rFonts w:cs="Arial"/>
                <w:i/>
                <w:sz w:val="16"/>
                <w:szCs w:val="16"/>
              </w:rPr>
              <w:t xml:space="preserve">SMART, </w:t>
            </w:r>
            <w:r>
              <w:rPr>
                <w:rFonts w:cs="Arial"/>
                <w:i/>
                <w:sz w:val="16"/>
                <w:szCs w:val="16"/>
              </w:rPr>
              <w:t xml:space="preserve">max 1-2, </w:t>
            </w:r>
            <w:r w:rsidR="00D12AAF">
              <w:rPr>
                <w:rFonts w:cs="Arial"/>
                <w:i/>
                <w:sz w:val="16"/>
                <w:szCs w:val="16"/>
              </w:rPr>
              <w:t>gebruik</w:t>
            </w:r>
            <w:r w:rsidR="00310681">
              <w:rPr>
                <w:rFonts w:cs="Arial"/>
                <w:i/>
                <w:sz w:val="16"/>
                <w:szCs w:val="16"/>
              </w:rPr>
              <w:t xml:space="preserve"> groene vragen uit het Coach</w:t>
            </w:r>
            <w:r w:rsidR="00311E26">
              <w:rPr>
                <w:rFonts w:cs="Arial"/>
                <w:i/>
                <w:sz w:val="16"/>
                <w:szCs w:val="16"/>
              </w:rPr>
              <w:t>model</w:t>
            </w:r>
            <w:r w:rsidR="00311E26" w:rsidRPr="00311E26">
              <w:rPr>
                <w:rFonts w:cs="Arial"/>
                <w:i/>
                <w:sz w:val="16"/>
                <w:szCs w:val="16"/>
              </w:rPr>
              <w:t>)</w:t>
            </w:r>
          </w:p>
        </w:tc>
      </w:tr>
      <w:tr w:rsidR="00E46C1B" w14:paraId="5DABAB11" w14:textId="77777777" w:rsidTr="0031762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4144" w:type="dxa"/>
            <w:gridSpan w:val="7"/>
          </w:tcPr>
          <w:p w14:paraId="5DABAB10" w14:textId="77777777" w:rsidR="00E46C1B" w:rsidRDefault="00E46C1B" w:rsidP="00311E26"/>
        </w:tc>
      </w:tr>
      <w:tr w:rsidR="007C0332" w14:paraId="5DABAB15" w14:textId="77777777" w:rsidTr="00BE01ED">
        <w:tc>
          <w:tcPr>
            <w:tcW w:w="4740" w:type="dxa"/>
            <w:gridSpan w:val="2"/>
            <w:shd w:val="clear" w:color="auto" w:fill="BFBFBF" w:themeFill="background1" w:themeFillShade="BF"/>
          </w:tcPr>
          <w:p w14:paraId="5DABAB12" w14:textId="77777777" w:rsidR="007C0332" w:rsidRPr="007C0332" w:rsidRDefault="007C0332" w:rsidP="00FC638B">
            <w:pPr>
              <w:rPr>
                <w:b/>
              </w:rPr>
            </w:pPr>
            <w:r w:rsidRPr="007C0332">
              <w:rPr>
                <w:b/>
              </w:rPr>
              <w:t>Lesinhoud</w:t>
            </w:r>
            <w:r>
              <w:rPr>
                <w:b/>
              </w:rPr>
              <w:t>:</w:t>
            </w:r>
            <w:r w:rsidR="00FC638B">
              <w:rPr>
                <w:b/>
              </w:rPr>
              <w:t xml:space="preserve"> </w:t>
            </w:r>
            <w:r w:rsidR="00FC638B" w:rsidRPr="00185718">
              <w:rPr>
                <w:i/>
                <w:color w:val="000000" w:themeColor="text1"/>
                <w:sz w:val="16"/>
                <w:szCs w:val="16"/>
              </w:rPr>
              <w:t>(</w:t>
            </w:r>
            <w:r w:rsidR="00FC638B" w:rsidRPr="00185718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gehele les uitwerken, betrek de beginsituatie en het bewegingsdoel op </w:t>
            </w:r>
            <w:r w:rsidR="00FC638B" w:rsidRPr="00185718">
              <w:rPr>
                <w:rFonts w:cs="Arial"/>
                <w:i/>
                <w:color w:val="000000" w:themeColor="text1"/>
                <w:sz w:val="16"/>
                <w:szCs w:val="16"/>
                <w:u w:val="single"/>
              </w:rPr>
              <w:t>één onderdeel</w:t>
            </w:r>
            <w:r w:rsidR="00FC638B" w:rsidRPr="00185718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 die in de les is behandeld (dus niet op alle lesonderdelen)!</w:t>
            </w:r>
            <w:r w:rsidR="00D72742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 Werk de inleiding en afsluiting voor de gehele klas uit. Werk 1 </w:t>
            </w:r>
            <w:r w:rsidR="00815542">
              <w:rPr>
                <w:rFonts w:cs="Arial"/>
                <w:i/>
                <w:color w:val="000000" w:themeColor="text1"/>
                <w:sz w:val="16"/>
                <w:szCs w:val="16"/>
              </w:rPr>
              <w:t>instructie</w:t>
            </w:r>
            <w:r w:rsidR="00D72742">
              <w:rPr>
                <w:rFonts w:cs="Arial"/>
                <w:i/>
                <w:color w:val="000000" w:themeColor="text1"/>
                <w:sz w:val="16"/>
                <w:szCs w:val="16"/>
              </w:rPr>
              <w:t>/ belevingskern voor 1/3 van de klas uit.</w:t>
            </w:r>
          </w:p>
        </w:tc>
        <w:tc>
          <w:tcPr>
            <w:tcW w:w="4740" w:type="dxa"/>
            <w:gridSpan w:val="3"/>
            <w:shd w:val="clear" w:color="auto" w:fill="BFBFBF" w:themeFill="background1" w:themeFillShade="BF"/>
          </w:tcPr>
          <w:p w14:paraId="5DABAB13" w14:textId="77777777" w:rsidR="007C0332" w:rsidRPr="007C0332" w:rsidRDefault="007C0332" w:rsidP="00643CDC">
            <w:pPr>
              <w:rPr>
                <w:b/>
              </w:rPr>
            </w:pPr>
            <w:r w:rsidRPr="007C0332">
              <w:rPr>
                <w:b/>
              </w:rPr>
              <w:t>Organisatie</w:t>
            </w:r>
            <w:r>
              <w:rPr>
                <w:b/>
              </w:rPr>
              <w:t>:</w:t>
            </w:r>
          </w:p>
        </w:tc>
        <w:tc>
          <w:tcPr>
            <w:tcW w:w="4664" w:type="dxa"/>
            <w:gridSpan w:val="2"/>
            <w:shd w:val="clear" w:color="auto" w:fill="BFBFBF" w:themeFill="background1" w:themeFillShade="BF"/>
          </w:tcPr>
          <w:p w14:paraId="5DABAB14" w14:textId="77777777" w:rsidR="007C0332" w:rsidRPr="007C0332" w:rsidRDefault="007C0332" w:rsidP="00643CDC">
            <w:pPr>
              <w:rPr>
                <w:b/>
              </w:rPr>
            </w:pPr>
            <w:r w:rsidRPr="007C0332">
              <w:rPr>
                <w:b/>
              </w:rPr>
              <w:t>Managen/ aanwijzingen</w:t>
            </w:r>
            <w:r>
              <w:rPr>
                <w:b/>
              </w:rPr>
              <w:t>:</w:t>
            </w:r>
          </w:p>
        </w:tc>
      </w:tr>
      <w:tr w:rsidR="0031762C" w14:paraId="5DABAB17" w14:textId="77777777" w:rsidTr="00BE01ED">
        <w:tc>
          <w:tcPr>
            <w:tcW w:w="14144" w:type="dxa"/>
            <w:gridSpan w:val="7"/>
            <w:shd w:val="clear" w:color="auto" w:fill="D9D9D9" w:themeFill="background1" w:themeFillShade="D9"/>
          </w:tcPr>
          <w:p w14:paraId="5DABAB16" w14:textId="77777777" w:rsidR="0031762C" w:rsidRPr="00311E26" w:rsidRDefault="0031762C" w:rsidP="0031762C">
            <w:pPr>
              <w:jc w:val="center"/>
              <w:rPr>
                <w:u w:val="single"/>
              </w:rPr>
            </w:pPr>
            <w:r w:rsidRPr="00311E26">
              <w:rPr>
                <w:u w:val="single"/>
              </w:rPr>
              <w:t>Inleiding</w:t>
            </w:r>
          </w:p>
        </w:tc>
      </w:tr>
      <w:tr w:rsidR="0031762C" w14:paraId="5DABAB1B" w14:textId="77777777" w:rsidTr="00BE01ED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18" w14:textId="77777777" w:rsidR="0031762C" w:rsidRPr="00185718" w:rsidRDefault="0031762C" w:rsidP="00185718">
            <w:pPr>
              <w:widowControl/>
              <w:rPr>
                <w:rFonts w:cs="Arial"/>
                <w:i/>
                <w:sz w:val="16"/>
                <w:szCs w:val="16"/>
              </w:rPr>
            </w:pPr>
            <w:r>
              <w:t>Opdracht</w:t>
            </w:r>
            <w:r w:rsidR="00FC638B">
              <w:t xml:space="preserve"> </w:t>
            </w:r>
            <w:r w:rsidR="00FC638B" w:rsidRPr="00845E24">
              <w:rPr>
                <w:rFonts w:cs="Arial"/>
                <w:i/>
                <w:sz w:val="16"/>
                <w:szCs w:val="16"/>
              </w:rPr>
              <w:t>(korte omschrijving wat de leerling concreet moet gaan doen</w:t>
            </w:r>
            <w:r w:rsidR="00FC638B">
              <w:rPr>
                <w:rFonts w:cs="Arial"/>
                <w:i/>
                <w:sz w:val="16"/>
                <w:szCs w:val="16"/>
              </w:rPr>
              <w:t xml:space="preserve"> evt. puntsgewijs</w:t>
            </w:r>
            <w:r w:rsidR="00FC638B" w:rsidRPr="00845E24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4740" w:type="dxa"/>
            <w:gridSpan w:val="3"/>
            <w:shd w:val="clear" w:color="auto" w:fill="F2F2F2" w:themeFill="background1" w:themeFillShade="F2"/>
          </w:tcPr>
          <w:p w14:paraId="5DABAB19" w14:textId="77777777" w:rsidR="0031762C" w:rsidRPr="00FC638B" w:rsidRDefault="0031762C" w:rsidP="00560B81">
            <w:pPr>
              <w:rPr>
                <w:rFonts w:cs="Arial"/>
                <w:i/>
                <w:sz w:val="16"/>
                <w:szCs w:val="16"/>
              </w:rPr>
            </w:pPr>
            <w:r>
              <w:t>Legenda</w:t>
            </w:r>
            <w:r w:rsidR="00FC638B">
              <w:t xml:space="preserve"> (</w:t>
            </w:r>
            <w:r w:rsidR="00FC638B" w:rsidRPr="00845E24">
              <w:rPr>
                <w:rFonts w:cs="Arial"/>
                <w:i/>
                <w:sz w:val="16"/>
                <w:szCs w:val="16"/>
              </w:rPr>
              <w:t>verklaar alle tekens uit de tekening</w:t>
            </w:r>
            <w:r w:rsid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4664" w:type="dxa"/>
            <w:gridSpan w:val="2"/>
            <w:shd w:val="clear" w:color="auto" w:fill="F2F2F2" w:themeFill="background1" w:themeFillShade="F2"/>
          </w:tcPr>
          <w:p w14:paraId="5DABAB1A" w14:textId="77777777" w:rsidR="0031762C" w:rsidRDefault="0031762C" w:rsidP="00560B81">
            <w:r>
              <w:t>Tijd</w:t>
            </w:r>
            <w:r w:rsidR="00FC638B">
              <w:t xml:space="preserve"> </w:t>
            </w:r>
            <w:r w:rsidR="00FC638B" w:rsidRPr="00FC638B">
              <w:rPr>
                <w:i/>
                <w:sz w:val="16"/>
                <w:szCs w:val="16"/>
              </w:rPr>
              <w:t>(</w:t>
            </w:r>
            <w:r w:rsidR="00FC638B">
              <w:rPr>
                <w:i/>
                <w:sz w:val="16"/>
                <w:szCs w:val="16"/>
              </w:rPr>
              <w:t>h</w:t>
            </w:r>
            <w:r w:rsidR="00FC638B" w:rsidRPr="00FC638B">
              <w:rPr>
                <w:i/>
                <w:sz w:val="16"/>
                <w:szCs w:val="16"/>
              </w:rPr>
              <w:t>oe lang ga je dit onderdeel doen)</w:t>
            </w:r>
          </w:p>
        </w:tc>
      </w:tr>
      <w:tr w:rsidR="0031762C" w14:paraId="5DABAB1F" w14:textId="77777777" w:rsidTr="0031762C">
        <w:tc>
          <w:tcPr>
            <w:tcW w:w="4740" w:type="dxa"/>
            <w:gridSpan w:val="2"/>
          </w:tcPr>
          <w:p w14:paraId="5DABAB1C" w14:textId="77777777" w:rsidR="0031762C" w:rsidRDefault="0031762C" w:rsidP="00643CDC"/>
        </w:tc>
        <w:tc>
          <w:tcPr>
            <w:tcW w:w="4740" w:type="dxa"/>
            <w:gridSpan w:val="3"/>
            <w:shd w:val="clear" w:color="auto" w:fill="auto"/>
          </w:tcPr>
          <w:p w14:paraId="5DABAB1D" w14:textId="77777777" w:rsidR="0031762C" w:rsidRDefault="0031762C" w:rsidP="00643CDC"/>
        </w:tc>
        <w:tc>
          <w:tcPr>
            <w:tcW w:w="4664" w:type="dxa"/>
            <w:gridSpan w:val="2"/>
            <w:shd w:val="clear" w:color="auto" w:fill="auto"/>
          </w:tcPr>
          <w:p w14:paraId="5DABAB1E" w14:textId="77777777" w:rsidR="0031762C" w:rsidRDefault="0031762C" w:rsidP="00643CDC"/>
        </w:tc>
      </w:tr>
      <w:tr w:rsidR="0031762C" w14:paraId="5DABAB23" w14:textId="77777777" w:rsidTr="00BE01ED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20" w14:textId="77777777" w:rsidR="00FC638B" w:rsidRDefault="0031762C" w:rsidP="00D12AAF">
            <w:r>
              <w:t>Regels/ hulpverlening</w:t>
            </w:r>
            <w:r w:rsidR="00FC638B">
              <w:t xml:space="preserve"> </w:t>
            </w:r>
            <w:r w:rsidR="00FC638B" w:rsidRPr="00FC638B">
              <w:rPr>
                <w:i/>
                <w:sz w:val="16"/>
                <w:szCs w:val="16"/>
              </w:rPr>
              <w:t>(o</w:t>
            </w:r>
            <w:r w:rsidR="00FC638B" w:rsidRPr="00FC638B">
              <w:rPr>
                <w:rFonts w:cs="Arial"/>
                <w:i/>
                <w:sz w:val="16"/>
                <w:szCs w:val="16"/>
              </w:rPr>
              <w:t xml:space="preserve">mschrijf </w:t>
            </w:r>
            <w:r w:rsidR="00D567E1">
              <w:rPr>
                <w:rFonts w:cs="Arial"/>
                <w:i/>
                <w:sz w:val="16"/>
                <w:szCs w:val="16"/>
              </w:rPr>
              <w:t xml:space="preserve">puntsgewijs </w:t>
            </w:r>
            <w:r w:rsidR="00FC638B" w:rsidRPr="00FC638B">
              <w:rPr>
                <w:rFonts w:cs="Arial"/>
                <w:i/>
                <w:sz w:val="16"/>
                <w:szCs w:val="16"/>
              </w:rPr>
              <w:t xml:space="preserve">de regels bij een spel, de hulpverlening bij een </w:t>
            </w:r>
            <w:r w:rsidR="00FC638B">
              <w:rPr>
                <w:rFonts w:cs="Arial"/>
                <w:i/>
                <w:sz w:val="16"/>
                <w:szCs w:val="16"/>
              </w:rPr>
              <w:t>oefening)</w:t>
            </w:r>
          </w:p>
        </w:tc>
        <w:tc>
          <w:tcPr>
            <w:tcW w:w="4740" w:type="dxa"/>
            <w:gridSpan w:val="3"/>
            <w:shd w:val="clear" w:color="auto" w:fill="F2F2F2" w:themeFill="background1" w:themeFillShade="F2"/>
          </w:tcPr>
          <w:p w14:paraId="5DABAB21" w14:textId="77777777" w:rsidR="0031762C" w:rsidRDefault="0031762C" w:rsidP="00560B81">
            <w:r>
              <w:t>Tekening</w:t>
            </w:r>
            <w:r w:rsidR="00FC638B">
              <w:t xml:space="preserve"> </w:t>
            </w:r>
            <w:r w:rsidR="00FC638B" w:rsidRPr="00D567E1">
              <w:rPr>
                <w:i/>
                <w:sz w:val="16"/>
                <w:szCs w:val="16"/>
              </w:rPr>
              <w:t>(z</w:t>
            </w:r>
            <w:r w:rsidR="00FC638B" w:rsidRPr="00FC638B">
              <w:rPr>
                <w:i/>
                <w:sz w:val="16"/>
                <w:szCs w:val="16"/>
              </w:rPr>
              <w:t>et alle gebruikte materialen, de plaats van de leerlingen en</w:t>
            </w:r>
            <w:r w:rsidR="00FC638B" w:rsidRPr="00FC638B">
              <w:rPr>
                <w:i/>
                <w:color w:val="FF0000"/>
                <w:sz w:val="16"/>
                <w:szCs w:val="16"/>
              </w:rPr>
              <w:t xml:space="preserve"> </w:t>
            </w:r>
            <w:r w:rsidR="00FC638B" w:rsidRPr="00FC638B">
              <w:rPr>
                <w:i/>
                <w:sz w:val="16"/>
                <w:szCs w:val="16"/>
              </w:rPr>
              <w:t>jezelf in de tekening</w:t>
            </w:r>
            <w:r w:rsidR="00D567E1">
              <w:rPr>
                <w:i/>
                <w:sz w:val="16"/>
                <w:szCs w:val="16"/>
              </w:rPr>
              <w:t xml:space="preserve">, bij voorkeur </w:t>
            </w:r>
            <w:proofErr w:type="spellStart"/>
            <w:r w:rsidR="00D567E1">
              <w:rPr>
                <w:i/>
                <w:sz w:val="16"/>
                <w:szCs w:val="16"/>
              </w:rPr>
              <w:t>mbv</w:t>
            </w:r>
            <w:proofErr w:type="spellEnd"/>
            <w:r w:rsidR="00D567E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D567E1">
              <w:rPr>
                <w:i/>
                <w:sz w:val="16"/>
                <w:szCs w:val="16"/>
              </w:rPr>
              <w:t>Gymzip</w:t>
            </w:r>
            <w:proofErr w:type="spellEnd"/>
            <w:r w:rsidR="00FC638B" w:rsidRPr="00FC638B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664" w:type="dxa"/>
            <w:gridSpan w:val="2"/>
            <w:shd w:val="clear" w:color="auto" w:fill="F2F2F2" w:themeFill="background1" w:themeFillShade="F2"/>
          </w:tcPr>
          <w:p w14:paraId="5DABAB22" w14:textId="77777777" w:rsidR="0031762C" w:rsidRPr="00FC638B" w:rsidRDefault="0031762C" w:rsidP="00D72742">
            <w:pPr>
              <w:rPr>
                <w:i/>
                <w:sz w:val="16"/>
                <w:szCs w:val="16"/>
              </w:rPr>
            </w:pPr>
            <w:r>
              <w:t>Aanwijzingen</w:t>
            </w:r>
            <w:r w:rsidR="00FC638B">
              <w:t xml:space="preserve"> </w:t>
            </w:r>
            <w:r w:rsidR="007C48C0" w:rsidRPr="00D567E1">
              <w:rPr>
                <w:i/>
              </w:rPr>
              <w:t>(</w:t>
            </w:r>
            <w:r w:rsidR="007C48C0" w:rsidRPr="00D567E1">
              <w:rPr>
                <w:i/>
                <w:sz w:val="16"/>
                <w:szCs w:val="16"/>
              </w:rPr>
              <w:t>beschrijf</w:t>
            </w:r>
            <w:r w:rsidR="007C48C0">
              <w:rPr>
                <w:i/>
                <w:sz w:val="16"/>
                <w:szCs w:val="16"/>
              </w:rPr>
              <w:t xml:space="preserve"> expliciet welke aanwijzingen je de leerlingen geeft, deze sluiten aan bij de beginsituatie, doelstellingen en de belevingswereld van de leerlingen)</w:t>
            </w:r>
          </w:p>
        </w:tc>
      </w:tr>
      <w:tr w:rsidR="0031762C" w14:paraId="5DABAB28" w14:textId="77777777" w:rsidTr="0031762C">
        <w:tc>
          <w:tcPr>
            <w:tcW w:w="4740" w:type="dxa"/>
            <w:gridSpan w:val="2"/>
          </w:tcPr>
          <w:p w14:paraId="5DABAB24" w14:textId="77777777" w:rsidR="0031762C" w:rsidRPr="00D567E1" w:rsidRDefault="00D567E1" w:rsidP="00643CDC">
            <w:pPr>
              <w:rPr>
                <w:i/>
              </w:rPr>
            </w:pPr>
            <w:r w:rsidRPr="00D567E1">
              <w:rPr>
                <w:i/>
              </w:rPr>
              <w:t>Regels:</w:t>
            </w:r>
          </w:p>
          <w:p w14:paraId="5DABAB25" w14:textId="77777777" w:rsidR="00D567E1" w:rsidRPr="00D12AAF" w:rsidRDefault="00D567E1" w:rsidP="00643CDC">
            <w:pPr>
              <w:rPr>
                <w:i/>
              </w:rPr>
            </w:pPr>
            <w:r w:rsidRPr="00D567E1">
              <w:rPr>
                <w:i/>
              </w:rPr>
              <w:lastRenderedPageBreak/>
              <w:t>Hulpverlenen:</w:t>
            </w:r>
          </w:p>
        </w:tc>
        <w:tc>
          <w:tcPr>
            <w:tcW w:w="4740" w:type="dxa"/>
            <w:gridSpan w:val="3"/>
            <w:vMerge w:val="restart"/>
          </w:tcPr>
          <w:p w14:paraId="5DABAB26" w14:textId="77777777" w:rsidR="0031762C" w:rsidRDefault="0031762C" w:rsidP="00643CDC"/>
        </w:tc>
        <w:tc>
          <w:tcPr>
            <w:tcW w:w="4664" w:type="dxa"/>
            <w:gridSpan w:val="2"/>
            <w:vMerge w:val="restart"/>
          </w:tcPr>
          <w:p w14:paraId="5DABAB27" w14:textId="77777777" w:rsidR="0031762C" w:rsidRDefault="0031762C" w:rsidP="00643CDC"/>
        </w:tc>
      </w:tr>
      <w:tr w:rsidR="0031762C" w14:paraId="5DABAB2C" w14:textId="77777777" w:rsidTr="00BE01ED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29" w14:textId="77777777" w:rsidR="0031762C" w:rsidRPr="00185718" w:rsidRDefault="0031762C" w:rsidP="00815542">
            <w:pPr>
              <w:rPr>
                <w:rFonts w:cs="Arial"/>
                <w:i/>
                <w:sz w:val="16"/>
                <w:szCs w:val="16"/>
              </w:rPr>
            </w:pPr>
            <w:r w:rsidRPr="00BE01ED">
              <w:t>D</w:t>
            </w:r>
            <w:r w:rsidRPr="00BE01ED">
              <w:rPr>
                <w:shd w:val="clear" w:color="auto" w:fill="F2F2F2" w:themeFill="background1" w:themeFillShade="F2"/>
              </w:rPr>
              <w:t>ifferentiaties</w:t>
            </w:r>
            <w:r w:rsidR="00815542">
              <w:rPr>
                <w:shd w:val="clear" w:color="auto" w:fill="F2F2F2" w:themeFill="background1" w:themeFillShade="F2"/>
              </w:rPr>
              <w:t>/ aanpassingen</w:t>
            </w:r>
            <w:r w:rsidR="00FC638B">
              <w:rPr>
                <w:shd w:val="clear" w:color="auto" w:fill="F2F2F2" w:themeFill="background1" w:themeFillShade="F2"/>
              </w:rPr>
              <w:t xml:space="preserve"> </w:t>
            </w:r>
            <w:r w:rsidR="00FC638B" w:rsidRPr="00FC638B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(</w:t>
            </w:r>
            <w:r w:rsidR="00815542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gebruik STROOM</w:t>
            </w:r>
            <w:r w:rsidR="00FC638B" w:rsidRP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4740" w:type="dxa"/>
            <w:gridSpan w:val="3"/>
            <w:vMerge/>
          </w:tcPr>
          <w:p w14:paraId="5DABAB2A" w14:textId="77777777" w:rsidR="0031762C" w:rsidRDefault="0031762C" w:rsidP="00643CDC"/>
        </w:tc>
        <w:tc>
          <w:tcPr>
            <w:tcW w:w="4664" w:type="dxa"/>
            <w:gridSpan w:val="2"/>
            <w:vMerge/>
          </w:tcPr>
          <w:p w14:paraId="5DABAB2B" w14:textId="77777777" w:rsidR="0031762C" w:rsidRDefault="0031762C" w:rsidP="00643CDC"/>
        </w:tc>
      </w:tr>
      <w:tr w:rsidR="0031762C" w14:paraId="5DABAB30" w14:textId="77777777" w:rsidTr="0031762C">
        <w:tc>
          <w:tcPr>
            <w:tcW w:w="4740" w:type="dxa"/>
            <w:gridSpan w:val="2"/>
          </w:tcPr>
          <w:p w14:paraId="5DABAB2D" w14:textId="77777777" w:rsidR="0031762C" w:rsidRPr="00FC638B" w:rsidRDefault="0031762C" w:rsidP="00643CDC">
            <w:pPr>
              <w:rPr>
                <w:i/>
              </w:rPr>
            </w:pPr>
          </w:p>
        </w:tc>
        <w:tc>
          <w:tcPr>
            <w:tcW w:w="4740" w:type="dxa"/>
            <w:gridSpan w:val="3"/>
            <w:vMerge/>
          </w:tcPr>
          <w:p w14:paraId="5DABAB2E" w14:textId="77777777" w:rsidR="0031762C" w:rsidRDefault="0031762C" w:rsidP="00643CDC"/>
        </w:tc>
        <w:tc>
          <w:tcPr>
            <w:tcW w:w="4664" w:type="dxa"/>
            <w:gridSpan w:val="2"/>
            <w:vMerge/>
          </w:tcPr>
          <w:p w14:paraId="5DABAB2F" w14:textId="77777777" w:rsidR="0031762C" w:rsidRDefault="0031762C" w:rsidP="00643CDC"/>
        </w:tc>
      </w:tr>
      <w:tr w:rsidR="0031762C" w14:paraId="5DABAB32" w14:textId="77777777" w:rsidTr="00BE01ED">
        <w:tc>
          <w:tcPr>
            <w:tcW w:w="14144" w:type="dxa"/>
            <w:gridSpan w:val="7"/>
            <w:shd w:val="clear" w:color="auto" w:fill="D9D9D9" w:themeFill="background1" w:themeFillShade="D9"/>
          </w:tcPr>
          <w:p w14:paraId="5DABAB31" w14:textId="77777777" w:rsidR="00FC638B" w:rsidRPr="0031762C" w:rsidRDefault="00D567E1" w:rsidP="0031068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I</w:t>
            </w:r>
            <w:r w:rsidR="0031762C" w:rsidRPr="0031762C">
              <w:rPr>
                <w:u w:val="single"/>
              </w:rPr>
              <w:t>nstructie kern</w:t>
            </w:r>
            <w:r w:rsidR="00FC638B">
              <w:rPr>
                <w:u w:val="single"/>
              </w:rPr>
              <w:t xml:space="preserve"> </w:t>
            </w:r>
          </w:p>
        </w:tc>
      </w:tr>
      <w:tr w:rsidR="0031762C" w14:paraId="5DABAB36" w14:textId="77777777" w:rsidTr="00BE01ED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33" w14:textId="77777777" w:rsidR="0031762C" w:rsidRDefault="0031762C" w:rsidP="0031762C">
            <w:pPr>
              <w:tabs>
                <w:tab w:val="left" w:pos="1230"/>
              </w:tabs>
            </w:pPr>
            <w:r>
              <w:t>Opdracht</w:t>
            </w:r>
            <w:r>
              <w:tab/>
            </w:r>
          </w:p>
        </w:tc>
        <w:tc>
          <w:tcPr>
            <w:tcW w:w="4740" w:type="dxa"/>
            <w:gridSpan w:val="3"/>
            <w:shd w:val="clear" w:color="auto" w:fill="F2F2F2" w:themeFill="background1" w:themeFillShade="F2"/>
          </w:tcPr>
          <w:p w14:paraId="5DABAB34" w14:textId="77777777" w:rsidR="0031762C" w:rsidRDefault="0031762C" w:rsidP="00560B81">
            <w:r>
              <w:t>Legenda</w:t>
            </w:r>
          </w:p>
        </w:tc>
        <w:tc>
          <w:tcPr>
            <w:tcW w:w="4664" w:type="dxa"/>
            <w:gridSpan w:val="2"/>
            <w:shd w:val="clear" w:color="auto" w:fill="F2F2F2" w:themeFill="background1" w:themeFillShade="F2"/>
          </w:tcPr>
          <w:p w14:paraId="5DABAB35" w14:textId="77777777" w:rsidR="0031762C" w:rsidRDefault="0031762C" w:rsidP="00560B81">
            <w:r>
              <w:t>Tijd</w:t>
            </w:r>
          </w:p>
        </w:tc>
      </w:tr>
      <w:tr w:rsidR="0031762C" w14:paraId="5DABAB3A" w14:textId="77777777" w:rsidTr="0031762C">
        <w:tc>
          <w:tcPr>
            <w:tcW w:w="4740" w:type="dxa"/>
            <w:gridSpan w:val="2"/>
          </w:tcPr>
          <w:p w14:paraId="5DABAB37" w14:textId="77777777" w:rsidR="0031762C" w:rsidRDefault="0031762C" w:rsidP="00560B81"/>
        </w:tc>
        <w:tc>
          <w:tcPr>
            <w:tcW w:w="4740" w:type="dxa"/>
            <w:gridSpan w:val="3"/>
            <w:shd w:val="clear" w:color="auto" w:fill="auto"/>
          </w:tcPr>
          <w:p w14:paraId="5DABAB38" w14:textId="77777777" w:rsidR="0031762C" w:rsidRDefault="0031762C" w:rsidP="00643CDC"/>
        </w:tc>
        <w:tc>
          <w:tcPr>
            <w:tcW w:w="4664" w:type="dxa"/>
            <w:gridSpan w:val="2"/>
            <w:shd w:val="clear" w:color="auto" w:fill="auto"/>
          </w:tcPr>
          <w:p w14:paraId="5DABAB39" w14:textId="77777777" w:rsidR="0031762C" w:rsidRDefault="0031762C" w:rsidP="00643CDC"/>
        </w:tc>
      </w:tr>
      <w:tr w:rsidR="0031762C" w14:paraId="5DABAB3E" w14:textId="77777777" w:rsidTr="00BE01ED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3B" w14:textId="77777777" w:rsidR="0031762C" w:rsidRPr="00D3117C" w:rsidRDefault="0031762C" w:rsidP="00D12AAF">
            <w:r w:rsidRPr="00D3117C">
              <w:t>Regels/ hulpverlening</w:t>
            </w:r>
          </w:p>
        </w:tc>
        <w:tc>
          <w:tcPr>
            <w:tcW w:w="4740" w:type="dxa"/>
            <w:gridSpan w:val="3"/>
            <w:shd w:val="clear" w:color="auto" w:fill="F2F2F2" w:themeFill="background1" w:themeFillShade="F2"/>
          </w:tcPr>
          <w:p w14:paraId="5DABAB3C" w14:textId="77777777" w:rsidR="0031762C" w:rsidRDefault="0031762C" w:rsidP="00560B81">
            <w:r>
              <w:t>Tekening</w:t>
            </w:r>
          </w:p>
        </w:tc>
        <w:tc>
          <w:tcPr>
            <w:tcW w:w="4664" w:type="dxa"/>
            <w:gridSpan w:val="2"/>
            <w:shd w:val="clear" w:color="auto" w:fill="F2F2F2" w:themeFill="background1" w:themeFillShade="F2"/>
          </w:tcPr>
          <w:p w14:paraId="5DABAB3D" w14:textId="77777777" w:rsidR="0031762C" w:rsidRDefault="0031762C" w:rsidP="00560B81">
            <w:r>
              <w:t>Aanwijzingen</w:t>
            </w:r>
          </w:p>
        </w:tc>
      </w:tr>
      <w:tr w:rsidR="0031762C" w14:paraId="5DABAB43" w14:textId="77777777" w:rsidTr="0031762C">
        <w:tc>
          <w:tcPr>
            <w:tcW w:w="4740" w:type="dxa"/>
            <w:gridSpan w:val="2"/>
          </w:tcPr>
          <w:p w14:paraId="5DABAB3F" w14:textId="77777777" w:rsidR="00D567E1" w:rsidRPr="00D567E1" w:rsidRDefault="00D567E1" w:rsidP="00D567E1">
            <w:pPr>
              <w:rPr>
                <w:i/>
              </w:rPr>
            </w:pPr>
            <w:r w:rsidRPr="00D567E1">
              <w:rPr>
                <w:i/>
              </w:rPr>
              <w:t>Regels:</w:t>
            </w:r>
          </w:p>
          <w:p w14:paraId="5DABAB40" w14:textId="77777777" w:rsidR="0031762C" w:rsidRPr="00D12AAF" w:rsidRDefault="00D567E1" w:rsidP="00D567E1">
            <w:pPr>
              <w:rPr>
                <w:i/>
              </w:rPr>
            </w:pPr>
            <w:r w:rsidRPr="00D567E1">
              <w:rPr>
                <w:i/>
              </w:rPr>
              <w:t>Hulpverlenen:</w:t>
            </w:r>
          </w:p>
        </w:tc>
        <w:tc>
          <w:tcPr>
            <w:tcW w:w="4740" w:type="dxa"/>
            <w:gridSpan w:val="3"/>
            <w:vMerge w:val="restart"/>
          </w:tcPr>
          <w:p w14:paraId="5DABAB41" w14:textId="77777777" w:rsidR="0031762C" w:rsidRPr="00D3117C" w:rsidRDefault="0031762C" w:rsidP="00643CDC"/>
        </w:tc>
        <w:tc>
          <w:tcPr>
            <w:tcW w:w="4664" w:type="dxa"/>
            <w:gridSpan w:val="2"/>
            <w:vMerge w:val="restart"/>
          </w:tcPr>
          <w:p w14:paraId="5DABAB42" w14:textId="77777777" w:rsidR="0031762C" w:rsidRPr="00D3117C" w:rsidRDefault="0031762C" w:rsidP="00643CDC"/>
        </w:tc>
      </w:tr>
      <w:tr w:rsidR="0031762C" w14:paraId="5DABAB47" w14:textId="77777777" w:rsidTr="00BE01ED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44" w14:textId="77777777" w:rsidR="0031762C" w:rsidRDefault="0031762C" w:rsidP="00D12AAF">
            <w:r>
              <w:t>Aandachtspunten</w:t>
            </w:r>
            <w:r w:rsidR="00D72742">
              <w:t xml:space="preserve"> </w:t>
            </w:r>
            <w:r w:rsidR="00D12AAF">
              <w:t>Verschijningsvorm</w:t>
            </w:r>
            <w:r w:rsidR="00D12AAF">
              <w:rPr>
                <w:i/>
                <w:sz w:val="16"/>
                <w:szCs w:val="16"/>
              </w:rPr>
              <w:t xml:space="preserve">(waar let je op om </w:t>
            </w:r>
            <w:r w:rsidR="00D72742" w:rsidRPr="00D72742">
              <w:rPr>
                <w:i/>
                <w:sz w:val="16"/>
                <w:szCs w:val="16"/>
              </w:rPr>
              <w:t xml:space="preserve">de doelstelling </w:t>
            </w:r>
            <w:r w:rsidR="00D12AAF">
              <w:rPr>
                <w:i/>
                <w:sz w:val="16"/>
                <w:szCs w:val="16"/>
              </w:rPr>
              <w:t>van de VV te realiseren.</w:t>
            </w:r>
            <w:r w:rsidR="008E3A3F">
              <w:rPr>
                <w:i/>
                <w:sz w:val="16"/>
                <w:szCs w:val="16"/>
              </w:rPr>
              <w:t xml:space="preserve"> </w:t>
            </w:r>
            <w:r w:rsidR="00D72742">
              <w:rPr>
                <w:i/>
                <w:sz w:val="16"/>
                <w:szCs w:val="16"/>
              </w:rPr>
              <w:t xml:space="preserve">Dus </w:t>
            </w:r>
            <w:r w:rsidR="00D12AAF">
              <w:rPr>
                <w:i/>
                <w:sz w:val="16"/>
                <w:szCs w:val="16"/>
              </w:rPr>
              <w:t>hoe</w:t>
            </w:r>
            <w:r w:rsidR="00D72742" w:rsidRPr="00185718">
              <w:rPr>
                <w:i/>
                <w:sz w:val="16"/>
                <w:szCs w:val="16"/>
              </w:rPr>
              <w:t xml:space="preserve"> ga je de leerl</w:t>
            </w:r>
            <w:r w:rsidR="00D12AAF">
              <w:rPr>
                <w:i/>
                <w:sz w:val="16"/>
                <w:szCs w:val="16"/>
              </w:rPr>
              <w:t>ing het karakter van de VV laten beleven)</w:t>
            </w:r>
          </w:p>
        </w:tc>
        <w:tc>
          <w:tcPr>
            <w:tcW w:w="4740" w:type="dxa"/>
            <w:gridSpan w:val="3"/>
            <w:vMerge/>
          </w:tcPr>
          <w:p w14:paraId="5DABAB45" w14:textId="77777777" w:rsidR="0031762C" w:rsidRPr="00D3117C" w:rsidRDefault="0031762C" w:rsidP="00643CDC"/>
        </w:tc>
        <w:tc>
          <w:tcPr>
            <w:tcW w:w="4664" w:type="dxa"/>
            <w:gridSpan w:val="2"/>
            <w:vMerge/>
          </w:tcPr>
          <w:p w14:paraId="5DABAB46" w14:textId="77777777" w:rsidR="0031762C" w:rsidRPr="00D3117C" w:rsidRDefault="0031762C" w:rsidP="00643CDC"/>
        </w:tc>
      </w:tr>
      <w:tr w:rsidR="0031762C" w14:paraId="5DABAB4B" w14:textId="77777777" w:rsidTr="0031762C">
        <w:tc>
          <w:tcPr>
            <w:tcW w:w="4740" w:type="dxa"/>
            <w:gridSpan w:val="2"/>
          </w:tcPr>
          <w:p w14:paraId="5DABAB48" w14:textId="77777777" w:rsidR="0031762C" w:rsidRDefault="0031762C" w:rsidP="00560B81"/>
        </w:tc>
        <w:tc>
          <w:tcPr>
            <w:tcW w:w="4740" w:type="dxa"/>
            <w:gridSpan w:val="3"/>
            <w:vMerge/>
          </w:tcPr>
          <w:p w14:paraId="5DABAB49" w14:textId="77777777" w:rsidR="0031762C" w:rsidRDefault="0031762C" w:rsidP="00643CDC"/>
        </w:tc>
        <w:tc>
          <w:tcPr>
            <w:tcW w:w="4664" w:type="dxa"/>
            <w:gridSpan w:val="2"/>
            <w:vMerge/>
          </w:tcPr>
          <w:p w14:paraId="5DABAB4A" w14:textId="77777777" w:rsidR="0031762C" w:rsidRDefault="0031762C" w:rsidP="00643CDC"/>
        </w:tc>
      </w:tr>
      <w:tr w:rsidR="0031762C" w14:paraId="5DABAB4F" w14:textId="77777777" w:rsidTr="00BE01ED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4C" w14:textId="77777777" w:rsidR="0031762C" w:rsidRDefault="00815542" w:rsidP="00815542">
            <w:r w:rsidRPr="00BE01ED">
              <w:t>D</w:t>
            </w:r>
            <w:r w:rsidRPr="00BE01ED">
              <w:rPr>
                <w:shd w:val="clear" w:color="auto" w:fill="F2F2F2" w:themeFill="background1" w:themeFillShade="F2"/>
              </w:rPr>
              <w:t>ifferentiaties</w:t>
            </w:r>
            <w:r>
              <w:rPr>
                <w:shd w:val="clear" w:color="auto" w:fill="F2F2F2" w:themeFill="background1" w:themeFillShade="F2"/>
              </w:rPr>
              <w:t xml:space="preserve">/ aanpassingen </w:t>
            </w:r>
            <w:r w:rsidRPr="00FC638B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(</w:t>
            </w:r>
            <w:r>
              <w:rPr>
                <w:i/>
                <w:sz w:val="16"/>
                <w:szCs w:val="16"/>
                <w:shd w:val="clear" w:color="auto" w:fill="F2F2F2" w:themeFill="background1" w:themeFillShade="F2"/>
              </w:rPr>
              <w:t>gebruik STROOM</w:t>
            </w:r>
            <w:r w:rsidRP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4740" w:type="dxa"/>
            <w:gridSpan w:val="3"/>
            <w:vMerge/>
          </w:tcPr>
          <w:p w14:paraId="5DABAB4D" w14:textId="77777777" w:rsidR="0031762C" w:rsidRDefault="0031762C" w:rsidP="00643CDC"/>
        </w:tc>
        <w:tc>
          <w:tcPr>
            <w:tcW w:w="4664" w:type="dxa"/>
            <w:gridSpan w:val="2"/>
            <w:vMerge/>
          </w:tcPr>
          <w:p w14:paraId="5DABAB4E" w14:textId="77777777" w:rsidR="0031762C" w:rsidRDefault="0031762C" w:rsidP="00643CDC"/>
        </w:tc>
      </w:tr>
      <w:tr w:rsidR="0031762C" w14:paraId="5DABAB53" w14:textId="77777777" w:rsidTr="0031762C">
        <w:tc>
          <w:tcPr>
            <w:tcW w:w="4740" w:type="dxa"/>
            <w:gridSpan w:val="2"/>
          </w:tcPr>
          <w:p w14:paraId="5DABAB50" w14:textId="77777777" w:rsidR="0031762C" w:rsidRPr="00FC638B" w:rsidRDefault="0031762C" w:rsidP="00560B81">
            <w:pPr>
              <w:rPr>
                <w:i/>
              </w:rPr>
            </w:pPr>
          </w:p>
        </w:tc>
        <w:tc>
          <w:tcPr>
            <w:tcW w:w="4740" w:type="dxa"/>
            <w:gridSpan w:val="3"/>
            <w:vMerge/>
          </w:tcPr>
          <w:p w14:paraId="5DABAB51" w14:textId="77777777" w:rsidR="0031762C" w:rsidRDefault="0031762C" w:rsidP="00643CDC"/>
        </w:tc>
        <w:tc>
          <w:tcPr>
            <w:tcW w:w="4664" w:type="dxa"/>
            <w:gridSpan w:val="2"/>
            <w:vMerge/>
          </w:tcPr>
          <w:p w14:paraId="5DABAB52" w14:textId="77777777" w:rsidR="0031762C" w:rsidRDefault="0031762C" w:rsidP="00643CDC"/>
        </w:tc>
      </w:tr>
      <w:tr w:rsidR="00FC638B" w:rsidRPr="0031762C" w14:paraId="5DABAB55" w14:textId="77777777" w:rsidTr="00560B81">
        <w:tc>
          <w:tcPr>
            <w:tcW w:w="14144" w:type="dxa"/>
            <w:gridSpan w:val="7"/>
            <w:shd w:val="clear" w:color="auto" w:fill="D9D9D9" w:themeFill="background1" w:themeFillShade="D9"/>
          </w:tcPr>
          <w:p w14:paraId="5DABAB54" w14:textId="77777777" w:rsidR="00FC638B" w:rsidRPr="0031762C" w:rsidRDefault="00FC638B" w:rsidP="00560B8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Afsluiting/ eindspel</w:t>
            </w:r>
          </w:p>
        </w:tc>
      </w:tr>
      <w:tr w:rsidR="00FC638B" w14:paraId="5DABAB59" w14:textId="77777777" w:rsidTr="00560B81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56" w14:textId="77777777" w:rsidR="00FC638B" w:rsidRDefault="00FC638B" w:rsidP="00560B81">
            <w:r>
              <w:t>Opdracht</w:t>
            </w:r>
          </w:p>
        </w:tc>
        <w:tc>
          <w:tcPr>
            <w:tcW w:w="4740" w:type="dxa"/>
            <w:gridSpan w:val="3"/>
            <w:shd w:val="clear" w:color="auto" w:fill="F2F2F2" w:themeFill="background1" w:themeFillShade="F2"/>
          </w:tcPr>
          <w:p w14:paraId="5DABAB57" w14:textId="77777777" w:rsidR="00FC638B" w:rsidRDefault="00FC638B" w:rsidP="00560B81">
            <w:r>
              <w:t>Legenda</w:t>
            </w:r>
          </w:p>
        </w:tc>
        <w:tc>
          <w:tcPr>
            <w:tcW w:w="4664" w:type="dxa"/>
            <w:gridSpan w:val="2"/>
            <w:shd w:val="clear" w:color="auto" w:fill="F2F2F2" w:themeFill="background1" w:themeFillShade="F2"/>
          </w:tcPr>
          <w:p w14:paraId="5DABAB58" w14:textId="77777777" w:rsidR="00FC638B" w:rsidRDefault="00FC638B" w:rsidP="00560B81">
            <w:r>
              <w:t>Tijd</w:t>
            </w:r>
          </w:p>
        </w:tc>
      </w:tr>
      <w:tr w:rsidR="00FC638B" w14:paraId="5DABAB5D" w14:textId="77777777" w:rsidTr="00560B81">
        <w:tc>
          <w:tcPr>
            <w:tcW w:w="4740" w:type="dxa"/>
            <w:gridSpan w:val="2"/>
          </w:tcPr>
          <w:p w14:paraId="5DABAB5A" w14:textId="77777777" w:rsidR="00FC638B" w:rsidRDefault="00FC638B" w:rsidP="00560B81"/>
        </w:tc>
        <w:tc>
          <w:tcPr>
            <w:tcW w:w="4740" w:type="dxa"/>
            <w:gridSpan w:val="3"/>
          </w:tcPr>
          <w:p w14:paraId="5DABAB5B" w14:textId="77777777" w:rsidR="00FC638B" w:rsidRDefault="00FC638B" w:rsidP="00560B81"/>
        </w:tc>
        <w:tc>
          <w:tcPr>
            <w:tcW w:w="4664" w:type="dxa"/>
            <w:gridSpan w:val="2"/>
          </w:tcPr>
          <w:p w14:paraId="5DABAB5C" w14:textId="77777777" w:rsidR="00FC638B" w:rsidRDefault="00FC638B" w:rsidP="00560B81"/>
        </w:tc>
      </w:tr>
      <w:tr w:rsidR="00FC638B" w14:paraId="5DABAB61" w14:textId="77777777" w:rsidTr="00560B81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5E" w14:textId="77777777" w:rsidR="00FC638B" w:rsidRDefault="00FC638B" w:rsidP="00196C98">
            <w:r>
              <w:t>Regels/ hulpverlening</w:t>
            </w:r>
          </w:p>
        </w:tc>
        <w:tc>
          <w:tcPr>
            <w:tcW w:w="4740" w:type="dxa"/>
            <w:gridSpan w:val="3"/>
            <w:shd w:val="clear" w:color="auto" w:fill="F2F2F2" w:themeFill="background1" w:themeFillShade="F2"/>
          </w:tcPr>
          <w:p w14:paraId="5DABAB5F" w14:textId="77777777" w:rsidR="00FC638B" w:rsidRDefault="00FC638B" w:rsidP="00560B81">
            <w:r>
              <w:t>Tekening</w:t>
            </w:r>
          </w:p>
        </w:tc>
        <w:tc>
          <w:tcPr>
            <w:tcW w:w="4664" w:type="dxa"/>
            <w:gridSpan w:val="2"/>
            <w:shd w:val="clear" w:color="auto" w:fill="F2F2F2" w:themeFill="background1" w:themeFillShade="F2"/>
          </w:tcPr>
          <w:p w14:paraId="5DABAB60" w14:textId="77777777" w:rsidR="00FC638B" w:rsidRDefault="00FC638B" w:rsidP="00560B81">
            <w:r>
              <w:t>Aanwijzingen</w:t>
            </w:r>
          </w:p>
        </w:tc>
      </w:tr>
      <w:tr w:rsidR="00FC638B" w14:paraId="5DABAB66" w14:textId="77777777" w:rsidTr="00560B81">
        <w:tc>
          <w:tcPr>
            <w:tcW w:w="4740" w:type="dxa"/>
            <w:gridSpan w:val="2"/>
          </w:tcPr>
          <w:p w14:paraId="5DABAB62" w14:textId="77777777" w:rsidR="00D12AAF" w:rsidRPr="00D567E1" w:rsidRDefault="00D12AAF" w:rsidP="00D12AAF">
            <w:pPr>
              <w:rPr>
                <w:i/>
              </w:rPr>
            </w:pPr>
            <w:r w:rsidRPr="00D567E1">
              <w:rPr>
                <w:i/>
              </w:rPr>
              <w:t>Regels:</w:t>
            </w:r>
          </w:p>
          <w:p w14:paraId="5DABAB63" w14:textId="77777777" w:rsidR="00FC638B" w:rsidRPr="00196C98" w:rsidRDefault="00D12AAF" w:rsidP="00D12AAF">
            <w:pPr>
              <w:rPr>
                <w:i/>
              </w:rPr>
            </w:pPr>
            <w:r w:rsidRPr="00D567E1">
              <w:rPr>
                <w:i/>
              </w:rPr>
              <w:t>Hulpverlenen:</w:t>
            </w:r>
          </w:p>
        </w:tc>
        <w:tc>
          <w:tcPr>
            <w:tcW w:w="4740" w:type="dxa"/>
            <w:gridSpan w:val="3"/>
            <w:vMerge w:val="restart"/>
          </w:tcPr>
          <w:p w14:paraId="5DABAB64" w14:textId="77777777" w:rsidR="00FC638B" w:rsidRDefault="00FC638B" w:rsidP="00560B81"/>
        </w:tc>
        <w:tc>
          <w:tcPr>
            <w:tcW w:w="4664" w:type="dxa"/>
            <w:gridSpan w:val="2"/>
            <w:vMerge w:val="restart"/>
          </w:tcPr>
          <w:p w14:paraId="5DABAB65" w14:textId="77777777" w:rsidR="00FC638B" w:rsidRDefault="00FC638B" w:rsidP="00560B81"/>
        </w:tc>
      </w:tr>
      <w:tr w:rsidR="00FC638B" w14:paraId="5DABAB6A" w14:textId="77777777" w:rsidTr="00560B81">
        <w:tc>
          <w:tcPr>
            <w:tcW w:w="4740" w:type="dxa"/>
            <w:gridSpan w:val="2"/>
            <w:shd w:val="clear" w:color="auto" w:fill="F2F2F2" w:themeFill="background1" w:themeFillShade="F2"/>
          </w:tcPr>
          <w:p w14:paraId="5DABAB67" w14:textId="77777777" w:rsidR="00FC638B" w:rsidRDefault="00D12AAF" w:rsidP="00560B81">
            <w:r w:rsidRPr="00BE01ED">
              <w:t>D</w:t>
            </w:r>
            <w:r w:rsidRPr="00BE01ED">
              <w:rPr>
                <w:shd w:val="clear" w:color="auto" w:fill="F2F2F2" w:themeFill="background1" w:themeFillShade="F2"/>
              </w:rPr>
              <w:t>ifferentiaties</w:t>
            </w:r>
            <w:r>
              <w:rPr>
                <w:shd w:val="clear" w:color="auto" w:fill="F2F2F2" w:themeFill="background1" w:themeFillShade="F2"/>
              </w:rPr>
              <w:t xml:space="preserve">/ aanpassingen </w:t>
            </w:r>
            <w:r w:rsidRPr="00FC638B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(</w:t>
            </w:r>
            <w:r>
              <w:rPr>
                <w:i/>
                <w:sz w:val="16"/>
                <w:szCs w:val="16"/>
                <w:shd w:val="clear" w:color="auto" w:fill="F2F2F2" w:themeFill="background1" w:themeFillShade="F2"/>
              </w:rPr>
              <w:t>gebruik STROOM</w:t>
            </w:r>
            <w:r w:rsidRP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4740" w:type="dxa"/>
            <w:gridSpan w:val="3"/>
            <w:vMerge/>
          </w:tcPr>
          <w:p w14:paraId="5DABAB68" w14:textId="77777777" w:rsidR="00FC638B" w:rsidRDefault="00FC638B" w:rsidP="00560B81"/>
        </w:tc>
        <w:tc>
          <w:tcPr>
            <w:tcW w:w="4664" w:type="dxa"/>
            <w:gridSpan w:val="2"/>
            <w:vMerge/>
          </w:tcPr>
          <w:p w14:paraId="5DABAB69" w14:textId="77777777" w:rsidR="00FC638B" w:rsidRDefault="00FC638B" w:rsidP="00560B81"/>
        </w:tc>
      </w:tr>
      <w:tr w:rsidR="00FC638B" w14:paraId="5DABAB6E" w14:textId="77777777" w:rsidTr="00560B81">
        <w:trPr>
          <w:trHeight w:val="285"/>
        </w:trPr>
        <w:tc>
          <w:tcPr>
            <w:tcW w:w="4740" w:type="dxa"/>
            <w:gridSpan w:val="2"/>
            <w:tcBorders>
              <w:bottom w:val="single" w:sz="4" w:space="0" w:color="auto"/>
            </w:tcBorders>
          </w:tcPr>
          <w:p w14:paraId="5DABAB6B" w14:textId="77777777" w:rsidR="00FC638B" w:rsidRPr="00FC638B" w:rsidRDefault="00FC638B" w:rsidP="00560B81">
            <w:pPr>
              <w:rPr>
                <w:i/>
              </w:rPr>
            </w:pPr>
          </w:p>
        </w:tc>
        <w:tc>
          <w:tcPr>
            <w:tcW w:w="4740" w:type="dxa"/>
            <w:gridSpan w:val="3"/>
            <w:vMerge/>
          </w:tcPr>
          <w:p w14:paraId="5DABAB6C" w14:textId="77777777" w:rsidR="00FC638B" w:rsidRDefault="00FC638B" w:rsidP="00560B81"/>
        </w:tc>
        <w:tc>
          <w:tcPr>
            <w:tcW w:w="4664" w:type="dxa"/>
            <w:gridSpan w:val="2"/>
            <w:vMerge/>
          </w:tcPr>
          <w:p w14:paraId="5DABAB6D" w14:textId="77777777" w:rsidR="00FC638B" w:rsidRDefault="00FC638B" w:rsidP="00560B81"/>
        </w:tc>
      </w:tr>
      <w:tr w:rsidR="00185718" w14:paraId="5DABAB70" w14:textId="77777777" w:rsidTr="0018571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  <w:shd w:val="clear" w:color="auto" w:fill="BFBFBF" w:themeFill="background1" w:themeFillShade="BF"/>
          </w:tcPr>
          <w:p w14:paraId="5DABAB6F" w14:textId="77777777" w:rsidR="00185718" w:rsidRDefault="00185718" w:rsidP="00D567E1">
            <w:pPr>
              <w:widowControl/>
              <w:rPr>
                <w:rFonts w:cs="Arial"/>
              </w:rPr>
            </w:pPr>
            <w:r w:rsidRPr="00185718">
              <w:rPr>
                <w:rFonts w:cs="Arial"/>
                <w:b/>
              </w:rPr>
              <w:t xml:space="preserve">Bronnenlijst </w:t>
            </w:r>
            <w:r>
              <w:rPr>
                <w:rFonts w:cs="Arial"/>
              </w:rPr>
              <w:t>(</w:t>
            </w:r>
            <w:r w:rsidRPr="00185718">
              <w:rPr>
                <w:rFonts w:cs="Arial"/>
                <w:i/>
                <w:sz w:val="16"/>
                <w:szCs w:val="16"/>
              </w:rPr>
              <w:t>Beginsituat</w:t>
            </w:r>
            <w:r w:rsidR="00D567E1">
              <w:rPr>
                <w:rFonts w:cs="Arial"/>
                <w:i/>
                <w:sz w:val="16"/>
                <w:szCs w:val="16"/>
              </w:rPr>
              <w:t xml:space="preserve">ie, doelen en lesinhoud zijn </w:t>
            </w:r>
            <w:r>
              <w:rPr>
                <w:rFonts w:cs="Arial"/>
                <w:i/>
                <w:sz w:val="16"/>
                <w:szCs w:val="16"/>
              </w:rPr>
              <w:t>geba</w:t>
            </w:r>
            <w:r w:rsidRPr="00185718">
              <w:rPr>
                <w:rFonts w:cs="Arial"/>
                <w:i/>
                <w:sz w:val="16"/>
                <w:szCs w:val="16"/>
              </w:rPr>
              <w:t>seerd op onderstaande bronnen</w:t>
            </w:r>
            <w:r w:rsidRPr="00185718">
              <w:rPr>
                <w:i/>
                <w:sz w:val="16"/>
                <w:szCs w:val="16"/>
              </w:rPr>
              <w:t xml:space="preserve"> (APA-</w:t>
            </w:r>
            <w:proofErr w:type="spellStart"/>
            <w:r w:rsidRPr="00185718">
              <w:rPr>
                <w:i/>
                <w:sz w:val="16"/>
                <w:szCs w:val="16"/>
              </w:rPr>
              <w:t>style</w:t>
            </w:r>
            <w:proofErr w:type="spellEnd"/>
            <w:r w:rsidRPr="00185718">
              <w:rPr>
                <w:i/>
                <w:sz w:val="16"/>
                <w:szCs w:val="16"/>
              </w:rPr>
              <w:t>))</w:t>
            </w:r>
          </w:p>
        </w:tc>
      </w:tr>
      <w:tr w:rsidR="00185718" w14:paraId="5DABAB72" w14:textId="77777777" w:rsidTr="0039124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</w:tcPr>
          <w:p w14:paraId="5DABAB71" w14:textId="77777777" w:rsidR="00185718" w:rsidRDefault="00185718" w:rsidP="0039124F">
            <w:pPr>
              <w:widowControl/>
              <w:rPr>
                <w:rFonts w:cs="Arial"/>
              </w:rPr>
            </w:pPr>
          </w:p>
        </w:tc>
      </w:tr>
      <w:tr w:rsidR="0013582B" w14:paraId="5DABAB74" w14:textId="77777777" w:rsidTr="0013582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  <w:shd w:val="clear" w:color="auto" w:fill="BFBFBF" w:themeFill="background1" w:themeFillShade="BF"/>
          </w:tcPr>
          <w:p w14:paraId="5DABAB73" w14:textId="77777777" w:rsidR="0013582B" w:rsidRPr="0013582B" w:rsidRDefault="0013582B">
            <w:pPr>
              <w:widowControl/>
              <w:rPr>
                <w:b/>
              </w:rPr>
            </w:pPr>
            <w:r w:rsidRPr="0013582B">
              <w:rPr>
                <w:b/>
              </w:rPr>
              <w:t>Evaluatie</w:t>
            </w:r>
          </w:p>
        </w:tc>
      </w:tr>
      <w:tr w:rsidR="00D12AAF" w14:paraId="5DABAB76" w14:textId="77777777" w:rsidTr="00560B8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  <w:shd w:val="clear" w:color="auto" w:fill="F2F2F2" w:themeFill="background1" w:themeFillShade="F2"/>
          </w:tcPr>
          <w:p w14:paraId="5DABAB75" w14:textId="77777777" w:rsidR="00D12AAF" w:rsidRPr="00560B81" w:rsidRDefault="00D12AAF" w:rsidP="008731D8">
            <w:pPr>
              <w:rPr>
                <w:rFonts w:cs="Arial"/>
              </w:rPr>
            </w:pPr>
            <w:r>
              <w:rPr>
                <w:rFonts w:cs="Arial"/>
              </w:rPr>
              <w:t>Product evaluatie</w:t>
            </w:r>
          </w:p>
        </w:tc>
      </w:tr>
      <w:tr w:rsidR="008731D8" w14:paraId="5DABAB79" w14:textId="77777777" w:rsidTr="008731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  <w:shd w:val="clear" w:color="auto" w:fill="FFFFFF" w:themeFill="background1"/>
          </w:tcPr>
          <w:p w14:paraId="5DABAB77" w14:textId="77777777" w:rsidR="008731D8" w:rsidRPr="008731D8" w:rsidRDefault="008731D8" w:rsidP="003C0262">
            <w:pPr>
              <w:rPr>
                <w:rFonts w:cs="Arial"/>
                <w:i/>
              </w:rPr>
            </w:pPr>
            <w:r w:rsidRPr="008731D8">
              <w:rPr>
                <w:rFonts w:cs="Arial"/>
                <w:i/>
              </w:rPr>
              <w:t>Wat wilde je bereiken met je leerlingen?</w:t>
            </w:r>
          </w:p>
          <w:p w14:paraId="5DABAB78" w14:textId="77777777" w:rsidR="008731D8" w:rsidRDefault="008731D8" w:rsidP="003C0262">
            <w:pPr>
              <w:rPr>
                <w:rFonts w:cs="Arial"/>
              </w:rPr>
            </w:pPr>
            <w:r w:rsidRPr="008731D8">
              <w:rPr>
                <w:rFonts w:cs="Arial"/>
                <w:i/>
              </w:rPr>
              <w:t>Wat heb je behaald?</w:t>
            </w:r>
          </w:p>
        </w:tc>
      </w:tr>
      <w:tr w:rsidR="00D12AAF" w14:paraId="5DABAB7B" w14:textId="77777777" w:rsidTr="00560B8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  <w:shd w:val="clear" w:color="auto" w:fill="F2F2F2" w:themeFill="background1" w:themeFillShade="F2"/>
          </w:tcPr>
          <w:p w14:paraId="5DABAB7A" w14:textId="77777777" w:rsidR="00D12AAF" w:rsidRDefault="00D12AAF" w:rsidP="008731D8">
            <w:r w:rsidRPr="00560B81">
              <w:rPr>
                <w:rFonts w:cs="Arial"/>
              </w:rPr>
              <w:t>Procesevaluatie</w:t>
            </w:r>
            <w:r>
              <w:rPr>
                <w:rFonts w:cs="Arial"/>
              </w:rPr>
              <w:t xml:space="preserve"> </w:t>
            </w:r>
            <w:r w:rsidRPr="0013582B">
              <w:rPr>
                <w:rFonts w:cs="Arial"/>
                <w:i/>
                <w:sz w:val="16"/>
                <w:szCs w:val="16"/>
              </w:rPr>
              <w:t xml:space="preserve">(evalueren van </w:t>
            </w:r>
            <w:r w:rsidR="008731D8">
              <w:rPr>
                <w:rFonts w:cs="Arial"/>
                <w:i/>
                <w:sz w:val="16"/>
                <w:szCs w:val="16"/>
              </w:rPr>
              <w:t>persoonlijk doel</w:t>
            </w:r>
            <w:r w:rsidRPr="0013582B">
              <w:rPr>
                <w:rFonts w:cs="Arial"/>
                <w:i/>
                <w:sz w:val="16"/>
                <w:szCs w:val="16"/>
              </w:rPr>
              <w:t>)</w:t>
            </w:r>
          </w:p>
        </w:tc>
      </w:tr>
      <w:tr w:rsidR="00D12AAF" w14:paraId="5DABAB7F" w14:textId="77777777" w:rsidTr="0013582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</w:tcPr>
          <w:p w14:paraId="5DABAB7C" w14:textId="77777777" w:rsidR="00D12AAF" w:rsidRPr="00560B81" w:rsidRDefault="00D12AAF" w:rsidP="003C0262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>Hoe verliep de les?</w:t>
            </w:r>
          </w:p>
          <w:p w14:paraId="5DABAB7D" w14:textId="77777777" w:rsidR="00D12AAF" w:rsidRPr="00560B81" w:rsidRDefault="00D12AAF" w:rsidP="003C0262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>Hoe beleefden de leerlingen de les?</w:t>
            </w:r>
          </w:p>
          <w:p w14:paraId="5DABAB7E" w14:textId="77777777" w:rsidR="00D12AAF" w:rsidRPr="00560B81" w:rsidRDefault="00D12AAF" w:rsidP="003C0262">
            <w:pPr>
              <w:widowControl/>
              <w:rPr>
                <w:rFonts w:cs="Arial"/>
              </w:rPr>
            </w:pPr>
            <w:r w:rsidRPr="00560B81">
              <w:rPr>
                <w:rFonts w:cs="Arial"/>
                <w:i/>
              </w:rPr>
              <w:t>Hoe verliepen de organisatie en activiteiten (intensiteit, veiligheid, uitdaging)?</w:t>
            </w:r>
          </w:p>
        </w:tc>
      </w:tr>
      <w:tr w:rsidR="00D12AAF" w14:paraId="5DABAB81" w14:textId="77777777" w:rsidTr="00560B8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  <w:shd w:val="clear" w:color="auto" w:fill="F2F2F2" w:themeFill="background1" w:themeFillShade="F2"/>
          </w:tcPr>
          <w:p w14:paraId="5DABAB80" w14:textId="77777777" w:rsidR="00D12AAF" w:rsidRPr="00560B81" w:rsidRDefault="00D12AAF" w:rsidP="00560B81">
            <w:pPr>
              <w:rPr>
                <w:rFonts w:cs="Arial"/>
              </w:rPr>
            </w:pPr>
            <w:r w:rsidRPr="00560B81">
              <w:rPr>
                <w:rFonts w:cs="Arial"/>
              </w:rPr>
              <w:t>Verwerking feedback stagedocent</w:t>
            </w:r>
          </w:p>
        </w:tc>
      </w:tr>
      <w:tr w:rsidR="00D12AAF" w14:paraId="5DABAB85" w14:textId="77777777" w:rsidTr="0013582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</w:tcPr>
          <w:p w14:paraId="5DABAB82" w14:textId="77777777" w:rsidR="00D12AAF" w:rsidRPr="00560B81" w:rsidRDefault="00D12AAF" w:rsidP="00560B81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 xml:space="preserve">Welke opmerkingen heeft de </w:t>
            </w:r>
            <w:r>
              <w:rPr>
                <w:rFonts w:cs="Arial"/>
                <w:i/>
              </w:rPr>
              <w:t>stage</w:t>
            </w:r>
            <w:r w:rsidRPr="00560B81">
              <w:rPr>
                <w:rFonts w:cs="Arial"/>
                <w:i/>
              </w:rPr>
              <w:t>docent gegeven?</w:t>
            </w:r>
          </w:p>
          <w:p w14:paraId="5DABAB83" w14:textId="77777777" w:rsidR="00D12AAF" w:rsidRPr="00560B81" w:rsidRDefault="00D12AAF" w:rsidP="00560B81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>Hoe neem je de feedback mee naar de volgende les?</w:t>
            </w:r>
          </w:p>
          <w:p w14:paraId="5DABAB84" w14:textId="77777777" w:rsidR="00D12AAF" w:rsidRPr="00560B81" w:rsidRDefault="00D12AAF">
            <w:pPr>
              <w:widowControl/>
              <w:rPr>
                <w:rFonts w:cs="Arial"/>
                <w:b/>
              </w:rPr>
            </w:pPr>
            <w:r w:rsidRPr="00560B81">
              <w:rPr>
                <w:rFonts w:cs="Arial"/>
                <w:i/>
              </w:rPr>
              <w:t>Welke verbeteringen neem jij je voor?</w:t>
            </w:r>
          </w:p>
        </w:tc>
      </w:tr>
      <w:tr w:rsidR="00D12AAF" w14:paraId="5DABAB87" w14:textId="77777777" w:rsidTr="0018571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  <w:shd w:val="clear" w:color="auto" w:fill="BFBFBF" w:themeFill="background1" w:themeFillShade="BF"/>
          </w:tcPr>
          <w:p w14:paraId="5DABAB86" w14:textId="77777777" w:rsidR="00D12AAF" w:rsidRPr="00F460D4" w:rsidRDefault="00D12AAF" w:rsidP="00815542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Coachvragen </w:t>
            </w:r>
            <w:r w:rsidRPr="00815542">
              <w:rPr>
                <w:rFonts w:ascii="Arial" w:hAnsi="Arial" w:cs="Arial"/>
                <w:bCs/>
                <w:i/>
                <w:sz w:val="20"/>
                <w:szCs w:val="20"/>
              </w:rPr>
              <w:t>(groene deel)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12AAF" w14:paraId="5DABAB91" w14:textId="77777777" w:rsidTr="0039124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44" w:type="dxa"/>
            <w:gridSpan w:val="7"/>
          </w:tcPr>
          <w:p w14:paraId="5DABAB88" w14:textId="77777777" w:rsidR="00D12AAF" w:rsidRPr="00F460D4" w:rsidRDefault="00D12AAF" w:rsidP="00D72742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>Wat was jouw positie in de zaal?</w:t>
            </w:r>
            <w:r w:rsidRPr="00F460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460D4">
              <w:rPr>
                <w:rFonts w:ascii="Arial" w:hAnsi="Arial" w:cs="Arial"/>
                <w:i/>
                <w:sz w:val="16"/>
                <w:szCs w:val="16"/>
              </w:rPr>
              <w:t>(Waarom stond je juist daar? Ben je veranderd in positie?)</w:t>
            </w:r>
          </w:p>
          <w:p w14:paraId="5DABAB89" w14:textId="77777777" w:rsidR="00D12AAF" w:rsidRPr="00F460D4" w:rsidRDefault="00D12AAF" w:rsidP="00D72742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>Was de ‘uitleg’ helder?</w:t>
            </w:r>
            <w:r w:rsidRPr="00F460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460D4">
              <w:rPr>
                <w:rFonts w:ascii="Arial" w:hAnsi="Arial" w:cs="Arial"/>
                <w:i/>
                <w:sz w:val="16"/>
                <w:szCs w:val="16"/>
              </w:rPr>
              <w:t>(Op welke wijze heb je dit gedaan? Waaruit bleek dat de deelnemers de opdracht hebben begrepen)</w:t>
            </w:r>
          </w:p>
          <w:p w14:paraId="5DABAB8A" w14:textId="77777777" w:rsidR="00D12AAF" w:rsidRPr="00D72742" w:rsidRDefault="00D12AAF" w:rsidP="00D72742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sz w:val="16"/>
                <w:szCs w:val="16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>Heb je een voorbeeld g</w:t>
            </w:r>
            <w:r w:rsidRPr="00D72742">
              <w:rPr>
                <w:rFonts w:ascii="Arial" w:hAnsi="Arial" w:cs="Arial"/>
                <w:sz w:val="20"/>
                <w:szCs w:val="20"/>
              </w:rPr>
              <w:t xml:space="preserve">egeven? </w:t>
            </w:r>
            <w:r w:rsidRPr="00D72742">
              <w:rPr>
                <w:rFonts w:ascii="Arial" w:hAnsi="Arial" w:cs="Arial"/>
                <w:i/>
                <w:sz w:val="16"/>
                <w:szCs w:val="16"/>
              </w:rPr>
              <w:t>(Wie gaf dit en waar en hoe werd dit uitgevoerd ? Waar stonden de deelnemers?)</w:t>
            </w:r>
          </w:p>
          <w:p w14:paraId="5DABAB8B" w14:textId="77777777" w:rsidR="00D12AAF" w:rsidRPr="00D72742" w:rsidRDefault="00D12AAF" w:rsidP="00D72742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sz w:val="16"/>
                <w:szCs w:val="16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 xml:space="preserve">Heb je vragen gesteld? </w:t>
            </w:r>
            <w:r w:rsidRPr="00D72742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D72742">
              <w:rPr>
                <w:rFonts w:ascii="Arial" w:hAnsi="Arial" w:cs="Arial"/>
                <w:i/>
                <w:sz w:val="16"/>
                <w:szCs w:val="16"/>
              </w:rPr>
              <w:t>Aan wie, op welke momenten en wat deed je met de antwoorden?)</w:t>
            </w:r>
          </w:p>
          <w:p w14:paraId="5DABAB8C" w14:textId="77777777" w:rsidR="00D12AAF" w:rsidRPr="00D72742" w:rsidRDefault="00D12AAF" w:rsidP="00D72742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sz w:val="16"/>
                <w:szCs w:val="16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 xml:space="preserve">Had je er ‘zin’ in? </w:t>
            </w:r>
            <w:r w:rsidRPr="00D72742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D72742">
              <w:rPr>
                <w:rFonts w:ascii="Arial" w:hAnsi="Arial" w:cs="Arial"/>
                <w:i/>
                <w:sz w:val="16"/>
                <w:szCs w:val="16"/>
              </w:rPr>
              <w:t>Waar was jij enthousiasmerend, motiverend of inspirerend?)</w:t>
            </w:r>
          </w:p>
          <w:p w14:paraId="5DABAB8D" w14:textId="77777777" w:rsidR="00D12AAF" w:rsidRPr="00D72742" w:rsidRDefault="00D12AAF" w:rsidP="00D72742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 xml:space="preserve">Heb jij je stem op de juiste manier gebruikt? </w:t>
            </w:r>
            <w:r w:rsidRPr="00D72742">
              <w:rPr>
                <w:rFonts w:ascii="Arial" w:hAnsi="Arial" w:cs="Arial"/>
                <w:i/>
                <w:sz w:val="16"/>
                <w:szCs w:val="16"/>
              </w:rPr>
              <w:t>(Is het volume, de toonhoogte, intonatie en articulatie afgestemd op de situatie en de deelnemers?)</w:t>
            </w:r>
          </w:p>
          <w:p w14:paraId="5DABAB8E" w14:textId="77777777" w:rsidR="00D12AAF" w:rsidRPr="00D72742" w:rsidRDefault="00D12AAF" w:rsidP="00D72742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 xml:space="preserve">Heb je complimenten </w:t>
            </w:r>
            <w:r w:rsidRPr="00D72742">
              <w:rPr>
                <w:rFonts w:ascii="Arial" w:hAnsi="Arial" w:cs="Arial"/>
                <w:sz w:val="20"/>
                <w:szCs w:val="20"/>
              </w:rPr>
              <w:t xml:space="preserve">gegeven? </w:t>
            </w:r>
            <w:r w:rsidRPr="00D72742">
              <w:rPr>
                <w:rFonts w:ascii="Arial" w:hAnsi="Arial" w:cs="Arial"/>
                <w:i/>
                <w:sz w:val="16"/>
                <w:szCs w:val="16"/>
              </w:rPr>
              <w:t>(Zo ja, op: 1 top actie, 2 top talent of 3 topkwaliteit. Welk effect had dit?)</w:t>
            </w:r>
          </w:p>
          <w:p w14:paraId="5DABAB8F" w14:textId="77777777" w:rsidR="00D12AAF" w:rsidRPr="00D72742" w:rsidRDefault="00D12AAF" w:rsidP="00D72742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 xml:space="preserve">Hebben de deelnemers VEILIG kunnen bewegen? </w:t>
            </w:r>
            <w:r w:rsidRPr="00D72742">
              <w:rPr>
                <w:rFonts w:ascii="Arial" w:hAnsi="Arial" w:cs="Arial"/>
                <w:i/>
                <w:sz w:val="16"/>
                <w:szCs w:val="16"/>
              </w:rPr>
              <w:t>(Zijn de materialen en leerlingen goed gepositioneerd? Was de hulpverlening verzorgd? Is de juiste methode gebruikt?)</w:t>
            </w:r>
          </w:p>
          <w:p w14:paraId="5DABAB90" w14:textId="77777777" w:rsidR="00D12AAF" w:rsidRPr="00D72742" w:rsidRDefault="00D12AAF" w:rsidP="0039124F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72742">
              <w:rPr>
                <w:rFonts w:ascii="Arial" w:hAnsi="Arial" w:cs="Arial"/>
                <w:bCs/>
                <w:sz w:val="20"/>
                <w:szCs w:val="20"/>
              </w:rPr>
              <w:t xml:space="preserve">Heb jij rollen en taken </w:t>
            </w:r>
            <w:r w:rsidRPr="00D72742">
              <w:rPr>
                <w:rFonts w:ascii="Arial" w:hAnsi="Arial" w:cs="Arial"/>
                <w:sz w:val="20"/>
                <w:szCs w:val="20"/>
              </w:rPr>
              <w:t xml:space="preserve">gegeven? </w:t>
            </w:r>
            <w:r w:rsidRPr="00D72742">
              <w:rPr>
                <w:rFonts w:ascii="Arial" w:hAnsi="Arial" w:cs="Arial"/>
                <w:bCs/>
                <w:sz w:val="20"/>
                <w:szCs w:val="20"/>
              </w:rPr>
              <w:t xml:space="preserve">Wie, wat, waar, welke, wanneer en wat daarna? </w:t>
            </w:r>
            <w:r w:rsidRPr="00D72742">
              <w:rPr>
                <w:rFonts w:ascii="Arial" w:hAnsi="Arial" w:cs="Arial"/>
                <w:i/>
                <w:sz w:val="16"/>
                <w:szCs w:val="16"/>
              </w:rPr>
              <w:t>(Hoe heb jij dit begeleid?)</w:t>
            </w:r>
          </w:p>
        </w:tc>
      </w:tr>
    </w:tbl>
    <w:p w14:paraId="5DABAB92" w14:textId="77777777" w:rsidR="00BE01ED" w:rsidRPr="00BE01ED" w:rsidRDefault="00BE01ED" w:rsidP="00F460D4">
      <w:pPr>
        <w:pStyle w:val="Default"/>
        <w:rPr>
          <w:rFonts w:cs="Arial"/>
        </w:rPr>
      </w:pPr>
    </w:p>
    <w:sectPr w:rsidR="00BE01ED" w:rsidRPr="00BE01ED" w:rsidSect="00E46C1B">
      <w:headerReference w:type="default" r:id="rId11"/>
      <w:footerReference w:type="first" r:id="rId12"/>
      <w:pgSz w:w="16840" w:h="11907" w:orient="landscape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AB95" w14:textId="77777777" w:rsidR="00334A1A" w:rsidRDefault="00334A1A">
      <w:r>
        <w:separator/>
      </w:r>
    </w:p>
  </w:endnote>
  <w:endnote w:type="continuationSeparator" w:id="0">
    <w:p w14:paraId="5DABAB96" w14:textId="77777777" w:rsidR="00334A1A" w:rsidRDefault="0033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AB9C" w14:textId="133E4E72" w:rsidR="0039124F" w:rsidRDefault="00AE6C81">
    <w:r>
      <w:rPr>
        <w:color w:val="808080"/>
        <w:sz w:val="18"/>
      </w:rPr>
      <w:fldChar w:fldCharType="begin"/>
    </w:r>
    <w:r w:rsidR="0039124F">
      <w:rPr>
        <w:color w:val="808080"/>
        <w:sz w:val="18"/>
      </w:rPr>
      <w:instrText xml:space="preserve"> FILENAME \p </w:instrText>
    </w:r>
    <w:r>
      <w:rPr>
        <w:color w:val="808080"/>
        <w:sz w:val="18"/>
      </w:rPr>
      <w:fldChar w:fldCharType="separate"/>
    </w:r>
    <w:r w:rsidR="0039124F">
      <w:rPr>
        <w:noProof/>
        <w:color w:val="808080"/>
        <w:sz w:val="18"/>
      </w:rPr>
      <w:t>Sjabloon3</w:t>
    </w:r>
    <w:r>
      <w:rPr>
        <w:color w:val="808080"/>
        <w:sz w:val="18"/>
      </w:rPr>
      <w:fldChar w:fldCharType="end"/>
    </w:r>
    <w:r w:rsidR="0039124F">
      <w:rPr>
        <w:color w:val="808080"/>
        <w:sz w:val="18"/>
      </w:rPr>
      <w:t xml:space="preserve">, </w:t>
    </w:r>
    <w:r w:rsidR="009E4CC3">
      <w:fldChar w:fldCharType="begin"/>
    </w:r>
    <w:r w:rsidR="009E4CC3">
      <w:instrText xml:space="preserve"> USERINITIALS  \* MERGEFORMAT </w:instrText>
    </w:r>
    <w:r w:rsidR="009E4CC3">
      <w:fldChar w:fldCharType="separate"/>
    </w:r>
    <w:r w:rsidR="0039124F">
      <w:rPr>
        <w:noProof/>
        <w:color w:val="808080"/>
        <w:sz w:val="18"/>
      </w:rPr>
      <w:t>JvH</w:t>
    </w:r>
    <w:r w:rsidR="009E4CC3">
      <w:rPr>
        <w:noProof/>
        <w:color w:val="808080"/>
        <w:sz w:val="18"/>
      </w:rPr>
      <w:fldChar w:fldCharType="end"/>
    </w:r>
    <w:r w:rsidR="0039124F">
      <w:rPr>
        <w:color w:val="808080"/>
        <w:sz w:val="18"/>
      </w:rPr>
      <w:t xml:space="preserve">, </w:t>
    </w:r>
    <w:r>
      <w:rPr>
        <w:color w:val="808080"/>
        <w:sz w:val="18"/>
      </w:rPr>
      <w:fldChar w:fldCharType="begin"/>
    </w:r>
    <w:r w:rsidR="0039124F">
      <w:rPr>
        <w:color w:val="808080"/>
        <w:sz w:val="18"/>
      </w:rPr>
      <w:instrText xml:space="preserve"> DATE </w:instrText>
    </w:r>
    <w:r>
      <w:rPr>
        <w:color w:val="808080"/>
        <w:sz w:val="18"/>
      </w:rPr>
      <w:fldChar w:fldCharType="separate"/>
    </w:r>
    <w:r w:rsidR="003E6297">
      <w:rPr>
        <w:noProof/>
        <w:color w:val="808080"/>
        <w:sz w:val="18"/>
      </w:rPr>
      <w:t>10-9-2017</w:t>
    </w:r>
    <w:r>
      <w:rPr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BAB93" w14:textId="77777777" w:rsidR="00334A1A" w:rsidRDefault="00334A1A">
      <w:r>
        <w:separator/>
      </w:r>
    </w:p>
  </w:footnote>
  <w:footnote w:type="continuationSeparator" w:id="0">
    <w:p w14:paraId="5DABAB94" w14:textId="77777777" w:rsidR="00334A1A" w:rsidRDefault="0033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AB97" w14:textId="77777777" w:rsidR="0039124F" w:rsidRPr="00DC3247" w:rsidRDefault="00310681" w:rsidP="00E46C1B">
    <w:pPr>
      <w:pStyle w:val="Koptekst"/>
      <w:rPr>
        <w:i/>
      </w:rPr>
    </w:pPr>
    <w:r w:rsidRPr="00310681">
      <w:rPr>
        <w:i/>
        <w:noProof/>
      </w:rPr>
      <w:drawing>
        <wp:anchor distT="0" distB="0" distL="114300" distR="114300" simplePos="0" relativeHeight="251659264" behindDoc="0" locked="0" layoutInCell="1" allowOverlap="1" wp14:anchorId="5DABAB9D" wp14:editId="5DABAB9E">
          <wp:simplePos x="0" y="0"/>
          <wp:positionH relativeFrom="column">
            <wp:posOffset>6830406</wp:posOffset>
          </wp:positionH>
          <wp:positionV relativeFrom="paragraph">
            <wp:posOffset>-117706</wp:posOffset>
          </wp:positionV>
          <wp:extent cx="2054432" cy="451262"/>
          <wp:effectExtent l="0" t="0" r="0" b="0"/>
          <wp:wrapNone/>
          <wp:docPr id="2" name="Afbeelding 2" descr="C:\Users\tokus\Desktop\han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 descr="C:\Users\tokus\Desktop\han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9124F" w:rsidRPr="00DC3247">
      <w:rPr>
        <w:i/>
      </w:rPr>
      <w:t>Hogeschool Arnhem en Nijmegen</w:t>
    </w:r>
  </w:p>
  <w:p w14:paraId="5DABAB98" w14:textId="77777777" w:rsidR="0039124F" w:rsidRPr="00DC3247" w:rsidRDefault="0039124F" w:rsidP="00E46C1B">
    <w:pPr>
      <w:pStyle w:val="Koptekst"/>
      <w:rPr>
        <w:i/>
      </w:rPr>
    </w:pPr>
    <w:r>
      <w:rPr>
        <w:i/>
      </w:rPr>
      <w:t>LP1A</w:t>
    </w:r>
  </w:p>
  <w:p w14:paraId="5DABAB99" w14:textId="77777777" w:rsidR="0039124F" w:rsidRPr="00DC3247" w:rsidRDefault="0039124F" w:rsidP="00E46C1B">
    <w:pPr>
      <w:pStyle w:val="Koptekst"/>
      <w:rPr>
        <w:i/>
      </w:rPr>
    </w:pPr>
    <w:r>
      <w:rPr>
        <w:i/>
      </w:rPr>
      <w:t>Lesvoorbereidingsformulier</w:t>
    </w:r>
  </w:p>
  <w:p w14:paraId="5DABAB9A" w14:textId="77777777" w:rsidR="0039124F" w:rsidRDefault="0039124F">
    <w:pPr>
      <w:pStyle w:val="Koptekst"/>
    </w:pPr>
  </w:p>
  <w:p w14:paraId="5DABAB9B" w14:textId="77777777" w:rsidR="0039124F" w:rsidRDefault="0039124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551"/>
    <w:multiLevelType w:val="hybridMultilevel"/>
    <w:tmpl w:val="2BD02C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5B6F"/>
    <w:multiLevelType w:val="hybridMultilevel"/>
    <w:tmpl w:val="4A668A42"/>
    <w:lvl w:ilvl="0" w:tplc="BFF80A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61C0E"/>
    <w:multiLevelType w:val="hybridMultilevel"/>
    <w:tmpl w:val="0AE674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D6293"/>
    <w:multiLevelType w:val="hybridMultilevel"/>
    <w:tmpl w:val="F9B4FF14"/>
    <w:lvl w:ilvl="0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3CC6"/>
    <w:multiLevelType w:val="hybridMultilevel"/>
    <w:tmpl w:val="80CC7C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23B0A"/>
    <w:multiLevelType w:val="hybridMultilevel"/>
    <w:tmpl w:val="7ACE8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04DA6"/>
    <w:multiLevelType w:val="hybridMultilevel"/>
    <w:tmpl w:val="4AA864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00884"/>
    <w:multiLevelType w:val="hybridMultilevel"/>
    <w:tmpl w:val="AA064C7C"/>
    <w:lvl w:ilvl="0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62F6A"/>
    <w:multiLevelType w:val="hybridMultilevel"/>
    <w:tmpl w:val="5F7C8C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F3996"/>
    <w:multiLevelType w:val="hybridMultilevel"/>
    <w:tmpl w:val="CCB61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00A5F"/>
    <w:multiLevelType w:val="hybridMultilevel"/>
    <w:tmpl w:val="CBD07248"/>
    <w:lvl w:ilvl="0" w:tplc="5F967A5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D22AC"/>
    <w:multiLevelType w:val="hybridMultilevel"/>
    <w:tmpl w:val="912850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519E3"/>
    <w:multiLevelType w:val="hybridMultilevel"/>
    <w:tmpl w:val="A0F8B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257C3"/>
    <w:multiLevelType w:val="hybridMultilevel"/>
    <w:tmpl w:val="30E64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73A0C"/>
    <w:multiLevelType w:val="hybridMultilevel"/>
    <w:tmpl w:val="33CC92C4"/>
    <w:lvl w:ilvl="0" w:tplc="5302DD92">
      <w:start w:val="1"/>
      <w:numFmt w:val="bullet"/>
      <w:lvlText w:val=""/>
      <w:lvlJc w:val="left"/>
      <w:pPr>
        <w:ind w:left="643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5" w15:restartNumberingAfterBreak="0">
    <w:nsid w:val="572E484F"/>
    <w:multiLevelType w:val="hybridMultilevel"/>
    <w:tmpl w:val="6996FF1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151D9"/>
    <w:multiLevelType w:val="hybridMultilevel"/>
    <w:tmpl w:val="C270D96A"/>
    <w:lvl w:ilvl="0" w:tplc="034CB2C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DD52444E">
      <w:start w:val="1"/>
      <w:numFmt w:val="bullet"/>
      <w:lvlText w:val="o"/>
      <w:lvlJc w:val="left"/>
      <w:pPr>
        <w:ind w:left="851" w:hanging="284"/>
      </w:pPr>
      <w:rPr>
        <w:rFonts w:ascii="Courier New" w:hAnsi="Courier New" w:hint="default"/>
      </w:rPr>
    </w:lvl>
    <w:lvl w:ilvl="2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55CD7"/>
    <w:multiLevelType w:val="hybridMultilevel"/>
    <w:tmpl w:val="DCF689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01C5E"/>
    <w:multiLevelType w:val="hybridMultilevel"/>
    <w:tmpl w:val="9AC4D2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512037"/>
    <w:multiLevelType w:val="hybridMultilevel"/>
    <w:tmpl w:val="5142A2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E3F6F"/>
    <w:multiLevelType w:val="hybridMultilevel"/>
    <w:tmpl w:val="ABA2E1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06B83"/>
    <w:multiLevelType w:val="hybridMultilevel"/>
    <w:tmpl w:val="234EEE48"/>
    <w:lvl w:ilvl="0" w:tplc="D1F2CCB6">
      <w:start w:val="1"/>
      <w:numFmt w:val="decimal"/>
      <w:lvlText w:val="%1."/>
      <w:lvlJc w:val="left"/>
      <w:pPr>
        <w:ind w:left="720" w:hanging="360"/>
      </w:pPr>
      <w:rPr>
        <w:b/>
        <w:i w:val="0"/>
        <w:sz w:val="16"/>
        <w:szCs w:val="1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A28E3"/>
    <w:multiLevelType w:val="hybridMultilevel"/>
    <w:tmpl w:val="6D06D6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07EF7"/>
    <w:multiLevelType w:val="hybridMultilevel"/>
    <w:tmpl w:val="27EE224C"/>
    <w:lvl w:ilvl="0" w:tplc="50AAE3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50007C"/>
    <w:multiLevelType w:val="hybridMultilevel"/>
    <w:tmpl w:val="97EEF7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8"/>
  </w:num>
  <w:num w:numId="4">
    <w:abstractNumId w:val="19"/>
  </w:num>
  <w:num w:numId="5">
    <w:abstractNumId w:val="4"/>
  </w:num>
  <w:num w:numId="6">
    <w:abstractNumId w:val="9"/>
  </w:num>
  <w:num w:numId="7">
    <w:abstractNumId w:val="6"/>
  </w:num>
  <w:num w:numId="8">
    <w:abstractNumId w:val="22"/>
  </w:num>
  <w:num w:numId="9">
    <w:abstractNumId w:val="0"/>
  </w:num>
  <w:num w:numId="10">
    <w:abstractNumId w:val="12"/>
  </w:num>
  <w:num w:numId="11">
    <w:abstractNumId w:val="5"/>
  </w:num>
  <w:num w:numId="12">
    <w:abstractNumId w:val="13"/>
  </w:num>
  <w:num w:numId="13">
    <w:abstractNumId w:val="11"/>
  </w:num>
  <w:num w:numId="14">
    <w:abstractNumId w:val="16"/>
  </w:num>
  <w:num w:numId="15">
    <w:abstractNumId w:val="3"/>
  </w:num>
  <w:num w:numId="16">
    <w:abstractNumId w:val="7"/>
  </w:num>
  <w:num w:numId="17">
    <w:abstractNumId w:val="8"/>
  </w:num>
  <w:num w:numId="18">
    <w:abstractNumId w:val="14"/>
  </w:num>
  <w:num w:numId="19">
    <w:abstractNumId w:val="24"/>
  </w:num>
  <w:num w:numId="20">
    <w:abstractNumId w:val="15"/>
  </w:num>
  <w:num w:numId="21">
    <w:abstractNumId w:val="2"/>
  </w:num>
  <w:num w:numId="22">
    <w:abstractNumId w:val="10"/>
  </w:num>
  <w:num w:numId="23">
    <w:abstractNumId w:val="1"/>
  </w:num>
  <w:num w:numId="24">
    <w:abstractNumId w:val="2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332"/>
    <w:rsid w:val="0001119A"/>
    <w:rsid w:val="00020528"/>
    <w:rsid w:val="0002095E"/>
    <w:rsid w:val="0003422B"/>
    <w:rsid w:val="000510A2"/>
    <w:rsid w:val="000A64B6"/>
    <w:rsid w:val="000D5988"/>
    <w:rsid w:val="0013582B"/>
    <w:rsid w:val="001431B4"/>
    <w:rsid w:val="0014416F"/>
    <w:rsid w:val="00153CFF"/>
    <w:rsid w:val="00155184"/>
    <w:rsid w:val="00157F7D"/>
    <w:rsid w:val="001844C8"/>
    <w:rsid w:val="00185718"/>
    <w:rsid w:val="00185D23"/>
    <w:rsid w:val="00185F7A"/>
    <w:rsid w:val="00196C98"/>
    <w:rsid w:val="001A25A8"/>
    <w:rsid w:val="001C0D2B"/>
    <w:rsid w:val="001C1ECD"/>
    <w:rsid w:val="001D6228"/>
    <w:rsid w:val="001D726F"/>
    <w:rsid w:val="0023772E"/>
    <w:rsid w:val="00260E5A"/>
    <w:rsid w:val="002A6C3C"/>
    <w:rsid w:val="002C39A2"/>
    <w:rsid w:val="00310681"/>
    <w:rsid w:val="00311E26"/>
    <w:rsid w:val="0031762C"/>
    <w:rsid w:val="00333210"/>
    <w:rsid w:val="00334A1A"/>
    <w:rsid w:val="0034004B"/>
    <w:rsid w:val="00347A5A"/>
    <w:rsid w:val="00373F15"/>
    <w:rsid w:val="0039124F"/>
    <w:rsid w:val="003B1594"/>
    <w:rsid w:val="003E069D"/>
    <w:rsid w:val="003E6297"/>
    <w:rsid w:val="003F576C"/>
    <w:rsid w:val="004230DC"/>
    <w:rsid w:val="004375E1"/>
    <w:rsid w:val="00445312"/>
    <w:rsid w:val="00463EEE"/>
    <w:rsid w:val="00482E93"/>
    <w:rsid w:val="004B2ACB"/>
    <w:rsid w:val="004F26FD"/>
    <w:rsid w:val="00516099"/>
    <w:rsid w:val="00560B81"/>
    <w:rsid w:val="00566367"/>
    <w:rsid w:val="00571ADF"/>
    <w:rsid w:val="005730A5"/>
    <w:rsid w:val="00585304"/>
    <w:rsid w:val="005A1971"/>
    <w:rsid w:val="005A5060"/>
    <w:rsid w:val="005B2201"/>
    <w:rsid w:val="005E662A"/>
    <w:rsid w:val="005F11F4"/>
    <w:rsid w:val="006138B5"/>
    <w:rsid w:val="00617A40"/>
    <w:rsid w:val="00632E9D"/>
    <w:rsid w:val="00642C31"/>
    <w:rsid w:val="00643CDC"/>
    <w:rsid w:val="00646FE8"/>
    <w:rsid w:val="00651E27"/>
    <w:rsid w:val="0065248F"/>
    <w:rsid w:val="00676A27"/>
    <w:rsid w:val="0068026A"/>
    <w:rsid w:val="006823C0"/>
    <w:rsid w:val="00685E87"/>
    <w:rsid w:val="006B1BCB"/>
    <w:rsid w:val="006D3D50"/>
    <w:rsid w:val="006D6213"/>
    <w:rsid w:val="00730275"/>
    <w:rsid w:val="00741302"/>
    <w:rsid w:val="00757FC0"/>
    <w:rsid w:val="00761333"/>
    <w:rsid w:val="00761B98"/>
    <w:rsid w:val="00767D8E"/>
    <w:rsid w:val="0078709A"/>
    <w:rsid w:val="00791704"/>
    <w:rsid w:val="007A0E48"/>
    <w:rsid w:val="007B290B"/>
    <w:rsid w:val="007C0332"/>
    <w:rsid w:val="007C48C0"/>
    <w:rsid w:val="007C7F31"/>
    <w:rsid w:val="007D49D8"/>
    <w:rsid w:val="007D7420"/>
    <w:rsid w:val="007D7868"/>
    <w:rsid w:val="007E7A9C"/>
    <w:rsid w:val="007F6925"/>
    <w:rsid w:val="007F75EC"/>
    <w:rsid w:val="00815542"/>
    <w:rsid w:val="008419C1"/>
    <w:rsid w:val="00842C13"/>
    <w:rsid w:val="0085068D"/>
    <w:rsid w:val="008731D8"/>
    <w:rsid w:val="00875BF1"/>
    <w:rsid w:val="008900F1"/>
    <w:rsid w:val="008939F7"/>
    <w:rsid w:val="008A2FFA"/>
    <w:rsid w:val="008A5D5B"/>
    <w:rsid w:val="008C3147"/>
    <w:rsid w:val="008C6897"/>
    <w:rsid w:val="008E3A3F"/>
    <w:rsid w:val="0090286D"/>
    <w:rsid w:val="00961143"/>
    <w:rsid w:val="00965638"/>
    <w:rsid w:val="00973319"/>
    <w:rsid w:val="00995DA3"/>
    <w:rsid w:val="00997842"/>
    <w:rsid w:val="009B2804"/>
    <w:rsid w:val="009D0085"/>
    <w:rsid w:val="009E4CC3"/>
    <w:rsid w:val="009F14B5"/>
    <w:rsid w:val="009F5C54"/>
    <w:rsid w:val="00A13886"/>
    <w:rsid w:val="00A85C62"/>
    <w:rsid w:val="00A917EA"/>
    <w:rsid w:val="00A951EF"/>
    <w:rsid w:val="00AC0217"/>
    <w:rsid w:val="00AC588F"/>
    <w:rsid w:val="00AC74FC"/>
    <w:rsid w:val="00AD41CD"/>
    <w:rsid w:val="00AE6C81"/>
    <w:rsid w:val="00B00CD7"/>
    <w:rsid w:val="00B045C1"/>
    <w:rsid w:val="00B05568"/>
    <w:rsid w:val="00B21C60"/>
    <w:rsid w:val="00B312D3"/>
    <w:rsid w:val="00B32A57"/>
    <w:rsid w:val="00B51203"/>
    <w:rsid w:val="00B60383"/>
    <w:rsid w:val="00B6149A"/>
    <w:rsid w:val="00B758BD"/>
    <w:rsid w:val="00B80CD3"/>
    <w:rsid w:val="00B80F32"/>
    <w:rsid w:val="00B93E9D"/>
    <w:rsid w:val="00BB18E0"/>
    <w:rsid w:val="00BD0FC2"/>
    <w:rsid w:val="00BE01ED"/>
    <w:rsid w:val="00C01C70"/>
    <w:rsid w:val="00C07063"/>
    <w:rsid w:val="00C50AA9"/>
    <w:rsid w:val="00C646CF"/>
    <w:rsid w:val="00C65100"/>
    <w:rsid w:val="00C7195C"/>
    <w:rsid w:val="00C7311F"/>
    <w:rsid w:val="00C838C1"/>
    <w:rsid w:val="00CC55E9"/>
    <w:rsid w:val="00CE7B7F"/>
    <w:rsid w:val="00D0155C"/>
    <w:rsid w:val="00D07251"/>
    <w:rsid w:val="00D12AAF"/>
    <w:rsid w:val="00D20991"/>
    <w:rsid w:val="00D3117C"/>
    <w:rsid w:val="00D567E1"/>
    <w:rsid w:val="00D62F53"/>
    <w:rsid w:val="00D63AA5"/>
    <w:rsid w:val="00D65356"/>
    <w:rsid w:val="00D72742"/>
    <w:rsid w:val="00DC1E90"/>
    <w:rsid w:val="00DC70C7"/>
    <w:rsid w:val="00DC7FD1"/>
    <w:rsid w:val="00DE2E36"/>
    <w:rsid w:val="00E06BF6"/>
    <w:rsid w:val="00E21600"/>
    <w:rsid w:val="00E21656"/>
    <w:rsid w:val="00E46C1B"/>
    <w:rsid w:val="00E72136"/>
    <w:rsid w:val="00EA6AA5"/>
    <w:rsid w:val="00EB2AE4"/>
    <w:rsid w:val="00EC2CC1"/>
    <w:rsid w:val="00ED207B"/>
    <w:rsid w:val="00EF300F"/>
    <w:rsid w:val="00F25898"/>
    <w:rsid w:val="00F31A71"/>
    <w:rsid w:val="00F454C8"/>
    <w:rsid w:val="00F45855"/>
    <w:rsid w:val="00F460D4"/>
    <w:rsid w:val="00F85A4A"/>
    <w:rsid w:val="00FB4240"/>
    <w:rsid w:val="00FC408E"/>
    <w:rsid w:val="00FC420B"/>
    <w:rsid w:val="00FC638B"/>
    <w:rsid w:val="00FD4C26"/>
    <w:rsid w:val="00FE75C6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DABAAD7"/>
  <w15:docId w15:val="{204DDBC2-80C4-40D3-B6A3-F6D5034A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D3D50"/>
    <w:pPr>
      <w:widowControl w:val="0"/>
    </w:pPr>
    <w:rPr>
      <w:rFonts w:ascii="Arial" w:hAnsi="Arial"/>
      <w:snapToGrid w:val="0"/>
    </w:rPr>
  </w:style>
  <w:style w:type="paragraph" w:styleId="Kop1">
    <w:name w:val="heading 1"/>
    <w:basedOn w:val="Standaard"/>
    <w:next w:val="Standaard"/>
    <w:autoRedefine/>
    <w:qFormat/>
    <w:rsid w:val="008939F7"/>
    <w:pPr>
      <w:keepNext/>
      <w:keepLines/>
      <w:widowControl/>
      <w:outlineLvl w:val="0"/>
    </w:pPr>
    <w:rPr>
      <w:b/>
      <w:snapToGrid/>
      <w:kern w:val="28"/>
      <w:sz w:val="28"/>
    </w:rPr>
  </w:style>
  <w:style w:type="paragraph" w:styleId="Kop2">
    <w:name w:val="heading 2"/>
    <w:basedOn w:val="Standaard"/>
    <w:next w:val="Standaard"/>
    <w:qFormat/>
    <w:rsid w:val="00DC70C7"/>
    <w:pPr>
      <w:keepNext/>
      <w:keepLines/>
      <w:widowControl/>
      <w:outlineLvl w:val="1"/>
    </w:pPr>
    <w:rPr>
      <w:b/>
      <w:snapToGrid/>
      <w:sz w:val="24"/>
    </w:rPr>
  </w:style>
  <w:style w:type="paragraph" w:styleId="Kop3">
    <w:name w:val="heading 3"/>
    <w:basedOn w:val="Standaard"/>
    <w:next w:val="Standaard"/>
    <w:qFormat/>
    <w:rsid w:val="00BB18E0"/>
    <w:pPr>
      <w:keepNext/>
      <w:keepLines/>
      <w:widowControl/>
      <w:outlineLvl w:val="2"/>
    </w:pPr>
    <w:rPr>
      <w:b/>
      <w:snapToGrid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23772E"/>
    <w:pPr>
      <w:keepNext/>
      <w:keepLines/>
      <w:outlineLvl w:val="3"/>
    </w:pPr>
    <w:rPr>
      <w:rFonts w:eastAsiaTheme="majorEastAsia" w:cstheme="majorBidi"/>
      <w:bCs/>
      <w:i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76A27"/>
    <w:pPr>
      <w:keepNext/>
      <w:keepLines/>
      <w:outlineLvl w:val="4"/>
    </w:pPr>
    <w:rPr>
      <w:rFonts w:eastAsiaTheme="majorEastAsia" w:cstheme="majorBidi"/>
      <w:u w:val="single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676A27"/>
    <w:pPr>
      <w:keepNext/>
      <w:keepLines/>
      <w:outlineLvl w:val="5"/>
    </w:pPr>
    <w:rPr>
      <w:rFonts w:eastAsiaTheme="majorEastAsia" w:cstheme="majorBidi"/>
      <w:iCs/>
      <w:color w:val="B2B2B2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676A27"/>
    <w:pPr>
      <w:keepNext/>
      <w:keepLines/>
      <w:outlineLvl w:val="6"/>
    </w:pPr>
    <w:rPr>
      <w:rFonts w:eastAsiaTheme="majorEastAsia" w:cstheme="majorBidi"/>
      <w:i/>
      <w:iCs/>
      <w:color w:val="B2B2B2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676A27"/>
    <w:pPr>
      <w:keepNext/>
      <w:keepLines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676A27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autoRedefine/>
    <w:rsid w:val="003B1594"/>
    <w:pPr>
      <w:tabs>
        <w:tab w:val="center" w:pos="4536"/>
        <w:tab w:val="right" w:pos="9072"/>
      </w:tabs>
    </w:pPr>
    <w:rPr>
      <w:color w:val="C0C0C0"/>
      <w:sz w:val="16"/>
    </w:rPr>
  </w:style>
  <w:style w:type="paragraph" w:styleId="Voettekst">
    <w:name w:val="footer"/>
    <w:basedOn w:val="Standaard"/>
    <w:autoRedefine/>
    <w:semiHidden/>
    <w:rsid w:val="003B1594"/>
    <w:pPr>
      <w:tabs>
        <w:tab w:val="center" w:pos="4536"/>
        <w:tab w:val="right" w:pos="9072"/>
      </w:tabs>
    </w:pPr>
    <w:rPr>
      <w:noProof/>
      <w:color w:val="C0C0C0"/>
      <w:sz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42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20B"/>
    <w:rPr>
      <w:rFonts w:ascii="Tahoma" w:hAnsi="Tahoma" w:cs="Tahoma"/>
      <w:snapToGrid w:val="0"/>
      <w:sz w:val="16"/>
      <w:szCs w:val="16"/>
    </w:rPr>
  </w:style>
  <w:style w:type="character" w:customStyle="1" w:styleId="Kop4Char">
    <w:name w:val="Kop 4 Char"/>
    <w:basedOn w:val="Standaardalinea-lettertype"/>
    <w:link w:val="Kop4"/>
    <w:uiPriority w:val="9"/>
    <w:rsid w:val="0023772E"/>
    <w:rPr>
      <w:rFonts w:ascii="Arial" w:eastAsiaTheme="majorEastAsia" w:hAnsi="Arial" w:cstheme="majorBidi"/>
      <w:bCs/>
      <w:i/>
      <w:iCs/>
      <w:snapToGrid w:val="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D3D50"/>
    <w:p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6D3D50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D3D50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rsid w:val="006D3D50"/>
    <w:pPr>
      <w:spacing w:after="100"/>
      <w:ind w:left="400"/>
    </w:pPr>
  </w:style>
  <w:style w:type="character" w:styleId="Hyperlink">
    <w:name w:val="Hyperlink"/>
    <w:basedOn w:val="Standaardalinea-lettertype"/>
    <w:uiPriority w:val="99"/>
    <w:unhideWhenUsed/>
    <w:rsid w:val="006D3D50"/>
    <w:rPr>
      <w:color w:val="0000FF" w:themeColor="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C70C7"/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C70C7"/>
    <w:rPr>
      <w:rFonts w:ascii="Arial" w:hAnsi="Arial"/>
      <w:snapToGrid w:val="0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C70C7"/>
    <w:rPr>
      <w:vertAlign w:val="superscript"/>
    </w:rPr>
  </w:style>
  <w:style w:type="paragraph" w:styleId="Bijschrift">
    <w:name w:val="caption"/>
    <w:basedOn w:val="Standaard"/>
    <w:next w:val="Standaard"/>
    <w:uiPriority w:val="35"/>
    <w:unhideWhenUsed/>
    <w:qFormat/>
    <w:rsid w:val="0065248F"/>
    <w:pPr>
      <w:spacing w:before="120" w:after="120"/>
    </w:pPr>
    <w:rPr>
      <w:bCs/>
      <w:i/>
      <w:color w:val="000000" w:themeColor="text1"/>
      <w:sz w:val="16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5248F"/>
    <w:rPr>
      <w:color w:val="800080" w:themeColor="followedHyperlink"/>
      <w:u w:val="single"/>
    </w:rPr>
  </w:style>
  <w:style w:type="character" w:customStyle="1" w:styleId="Kop5Char">
    <w:name w:val="Kop 5 Char"/>
    <w:basedOn w:val="Standaardalinea-lettertype"/>
    <w:link w:val="Kop5"/>
    <w:uiPriority w:val="9"/>
    <w:rsid w:val="00676A27"/>
    <w:rPr>
      <w:rFonts w:ascii="Arial" w:eastAsiaTheme="majorEastAsia" w:hAnsi="Arial" w:cstheme="majorBidi"/>
      <w:snapToGrid w:val="0"/>
      <w:u w:val="single"/>
    </w:rPr>
  </w:style>
  <w:style w:type="character" w:customStyle="1" w:styleId="Kop6Char">
    <w:name w:val="Kop 6 Char"/>
    <w:basedOn w:val="Standaardalinea-lettertype"/>
    <w:link w:val="Kop6"/>
    <w:uiPriority w:val="9"/>
    <w:rsid w:val="00676A27"/>
    <w:rPr>
      <w:rFonts w:ascii="Arial" w:eastAsiaTheme="majorEastAsia" w:hAnsi="Arial" w:cstheme="majorBidi"/>
      <w:iCs/>
      <w:snapToGrid w:val="0"/>
      <w:color w:val="B2B2B2"/>
    </w:rPr>
  </w:style>
  <w:style w:type="character" w:customStyle="1" w:styleId="Kop7Char">
    <w:name w:val="Kop 7 Char"/>
    <w:basedOn w:val="Standaardalinea-lettertype"/>
    <w:link w:val="Kop7"/>
    <w:uiPriority w:val="9"/>
    <w:rsid w:val="00676A27"/>
    <w:rPr>
      <w:rFonts w:ascii="Arial" w:eastAsiaTheme="majorEastAsia" w:hAnsi="Arial" w:cstheme="majorBidi"/>
      <w:i/>
      <w:iCs/>
      <w:snapToGrid w:val="0"/>
      <w:color w:val="B2B2B2"/>
    </w:rPr>
  </w:style>
  <w:style w:type="paragraph" w:styleId="Lijstalinea">
    <w:name w:val="List Paragraph"/>
    <w:basedOn w:val="Standaard"/>
    <w:uiPriority w:val="34"/>
    <w:qFormat/>
    <w:rsid w:val="008C3147"/>
    <w:pPr>
      <w:ind w:left="720"/>
      <w:contextualSpacing/>
    </w:pPr>
  </w:style>
  <w:style w:type="character" w:customStyle="1" w:styleId="Kop8Char">
    <w:name w:val="Kop 8 Char"/>
    <w:basedOn w:val="Standaardalinea-lettertype"/>
    <w:link w:val="Kop8"/>
    <w:uiPriority w:val="9"/>
    <w:rsid w:val="00676A27"/>
    <w:rPr>
      <w:rFonts w:asciiTheme="majorHAnsi" w:eastAsiaTheme="majorEastAsia" w:hAnsiTheme="majorHAnsi" w:cstheme="majorBidi"/>
      <w:snapToGrid w:val="0"/>
      <w:color w:val="404040" w:themeColor="text1" w:themeTint="BF"/>
    </w:rPr>
  </w:style>
  <w:style w:type="character" w:customStyle="1" w:styleId="Kop9Char">
    <w:name w:val="Kop 9 Char"/>
    <w:basedOn w:val="Standaardalinea-lettertype"/>
    <w:link w:val="Kop9"/>
    <w:uiPriority w:val="9"/>
    <w:rsid w:val="00676A27"/>
    <w:rPr>
      <w:rFonts w:asciiTheme="majorHAnsi" w:eastAsiaTheme="majorEastAsia" w:hAnsiTheme="majorHAnsi" w:cstheme="majorBidi"/>
      <w:i/>
      <w:iCs/>
      <w:snapToGrid w:val="0"/>
      <w:color w:val="404040" w:themeColor="text1" w:themeTint="BF"/>
    </w:rPr>
  </w:style>
  <w:style w:type="table" w:styleId="Tabelraster">
    <w:name w:val="Table Grid"/>
    <w:basedOn w:val="Standaardtabel"/>
    <w:uiPriority w:val="59"/>
    <w:rsid w:val="00E46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tekstChar">
    <w:name w:val="Koptekst Char"/>
    <w:basedOn w:val="Standaardalinea-lettertype"/>
    <w:link w:val="Koptekst"/>
    <w:rsid w:val="00E46C1B"/>
    <w:rPr>
      <w:rFonts w:ascii="Arial" w:hAnsi="Arial"/>
      <w:snapToGrid w:val="0"/>
      <w:color w:val="C0C0C0"/>
      <w:sz w:val="16"/>
    </w:rPr>
  </w:style>
  <w:style w:type="paragraph" w:customStyle="1" w:styleId="Default">
    <w:name w:val="Default"/>
    <w:rsid w:val="00BE01E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ISSn_x002f_ISBN xmlns="7a7cc316-f38b-482f-89af-eebd58d8b0a9">nvt</ISSn_x002f_ISBN>
    <Tijdschrift_x0020_jaargang_x002f_nr_x002e_ xmlns="7a7cc316-f38b-482f-89af-eebd58d8b0a9">nvt</Tijdschrift_x0020_jaargang_x002f_nr_x002e_>
    <Soort xmlns="7a7cc316-f38b-482f-89af-eebd58d8b0a9">Non Literair werk</Soort>
    <Auteur xmlns="7a7cc316-f38b-482f-89af-eebd58d8b0a9">nvt</Auteur>
    <Plaats_x002c__x0020_Uitgever xmlns="7a7cc316-f38b-482f-89af-eebd58d8b0a9">nvt</Plaats_x002c__x0020_Uitgever>
    <Pag_x002e_nrs xmlns="7a7cc316-f38b-482f-89af-eebd58d8b0a9">nvt</Pag_x002e_nrs>
    <Tijdschrift_x002f_boek xmlns="7a7cc316-f38b-482f-89af-eebd58d8b0a9">nvt</Tijdschrift_x002f_boe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1A2DD10DF4D64E952595BD5E40AFCF" ma:contentTypeVersion="7" ma:contentTypeDescription="Een nieuw document maken." ma:contentTypeScope="" ma:versionID="cb46ba39d0f332820254574d9772d2ab">
  <xsd:schema xmlns:xsd="http://www.w3.org/2001/XMLSchema" xmlns:p="http://schemas.microsoft.com/office/2006/metadata/properties" xmlns:ns2="7a7cc316-f38b-482f-89af-eebd58d8b0a9" targetNamespace="http://schemas.microsoft.com/office/2006/metadata/properties" ma:root="true" ma:fieldsID="54da18e558af1636edc46f5ec11e4bd8" ns2:_="">
    <xsd:import namespace="7a7cc316-f38b-482f-89af-eebd58d8b0a9"/>
    <xsd:element name="properties">
      <xsd:complexType>
        <xsd:sequence>
          <xsd:element name="documentManagement">
            <xsd:complexType>
              <xsd:all>
                <xsd:element ref="ns2:Auteur"/>
                <xsd:element ref="ns2:Tijdschrift_x002f_boek"/>
                <xsd:element ref="ns2:Pag_x002e_nrs"/>
                <xsd:element ref="ns2:Plaats_x002c__x0020_Uitgever"/>
                <xsd:element ref="ns2:ISSn_x002f_ISBN"/>
                <xsd:element ref="ns2:Tijdschrift_x0020_jaargang_x002f_nr_x002e_"/>
                <xsd:element ref="ns2:Soort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a7cc316-f38b-482f-89af-eebd58d8b0a9" elementFormDefault="qualified">
    <xsd:import namespace="http://schemas.microsoft.com/office/2006/documentManagement/types"/>
    <xsd:element name="Auteur" ma:index="8" ma:displayName="Auteur(s)" ma:description="Bij publicatie: geef hier de auteur op. &#10;Bij eigen werk: geef hier HAN, instituut, maand, jaar, sectienaam (evt. naam medewerker)" ma:internalName="Auteur">
      <xsd:simpleType>
        <xsd:restriction base="dms:Text">
          <xsd:maxLength value="255"/>
        </xsd:restriction>
      </xsd:simpleType>
    </xsd:element>
    <xsd:element name="Tijdschrift_x002f_boek" ma:index="9" ma:displayName="Tijdschrift/boek" ma:description="Geef hier de naam op van het tijdschrift of het boek. &#10;Indien niet relevant, vul dan nvt in." ma:internalName="Tijdschrift_x002f_boek">
      <xsd:simpleType>
        <xsd:restriction base="dms:Text">
          <xsd:maxLength value="255"/>
        </xsd:restriction>
      </xsd:simpleType>
    </xsd:element>
    <xsd:element name="Pag_x002e_nrs" ma:index="10" ma:displayName="Pag.nrs" ma:description="Geef hier het aantal pagina's op dat overgenomen is, bijvoorbeeld 12 t/m 19. &#10;Indien niet relevant, vul dan nvt in." ma:internalName="Pag_x002e_nrs">
      <xsd:simpleType>
        <xsd:restriction base="dms:Text">
          <xsd:maxLength value="255"/>
        </xsd:restriction>
      </xsd:simpleType>
    </xsd:element>
    <xsd:element name="Plaats_x002c__x0020_Uitgever" ma:index="11" ma:displayName="Uitgever" ma:description="Geef hier de naam van de uitgever op." ma:internalName="Plaats_x002c__x0020_Uitgever">
      <xsd:simpleType>
        <xsd:restriction base="dms:Text">
          <xsd:maxLength value="255"/>
        </xsd:restriction>
      </xsd:simpleType>
    </xsd:element>
    <xsd:element name="ISSn_x002f_ISBN" ma:index="12" ma:displayName="ISSN/ISBN" ma:description="Bij boek: het ISBN-nummer.&#10;Bij tijdschrift: het ISSN-nummer.&#10;Bij artikel: het afleveringsnummer. &#10;Indien niet relevant, vul dan nvt in." ma:internalName="ISSn_x002f_ISBN">
      <xsd:simpleType>
        <xsd:restriction base="dms:Text">
          <xsd:maxLength value="255"/>
        </xsd:restriction>
      </xsd:simpleType>
    </xsd:element>
    <xsd:element name="Tijdschrift_x0020_jaargang_x002f_nr_x002e_" ma:index="13" ma:displayName="Tijdschrift jaargang/nr." ma:description="Geef hier het jaar van uitgifte op. &#10;Bij tijdschift: [nummer], [jaargang]. &#10;Indien niet relevant, vul dan nvt in." ma:internalName="Tijdschrift_x0020_jaargang_x002f_nr_x002e_">
      <xsd:simpleType>
        <xsd:restriction base="dms:Text">
          <xsd:maxLength value="255"/>
        </xsd:restriction>
      </xsd:simpleType>
    </xsd:element>
    <xsd:element name="Soort" ma:index="14" ma:displayName="Soort" ma:default="Non Literair werk" ma:description="Geef hier soort document.&#10;Eventueel kun je aan de keuzelijst extra opties toevoegen. De decentraal beheerder kan je hierbij helpen." ma:format="Dropdown" ma:internalName="Soort">
      <xsd:simpleType>
        <xsd:union memberTypes="dms:Text">
          <xsd:simpleType>
            <xsd:restriction base="dms:Choice">
              <xsd:enumeration value="Non Literair werk"/>
              <xsd:enumeration value="Literair werk"/>
              <xsd:enumeration value="Artikel"/>
              <xsd:enumeration value="Powerpoint"/>
              <xsd:enumeration value="Reader (copyright HAN)"/>
              <xsd:enumeration value="Studiehandleiding"/>
              <xsd:enumeration value="Eigen werk"/>
              <xsd:enumeration value="Overig document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8B369-E947-41A0-BD4C-111BB4FF22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16930-46E1-43AC-82E8-5F4D3ACEE476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a7cc316-f38b-482f-89af-eebd58d8b0a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E373321-937A-4C63-B887-E08092730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7cc316-f38b-482f-89af-eebd58d8b0a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EC8D5B-1F28-447D-9C3F-53ACEAF7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3557292B.dotm</Template>
  <TotalTime>1</TotalTime>
  <Pages>3</Pages>
  <Words>549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Hogeschool van Arnhem en Nijmegen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Hfygj</dc:creator>
  <cp:lastModifiedBy>Röben,  S.</cp:lastModifiedBy>
  <cp:revision>2</cp:revision>
  <cp:lastPrinted>2000-03-09T10:12:00Z</cp:lastPrinted>
  <dcterms:created xsi:type="dcterms:W3CDTF">2017-09-10T13:21:00Z</dcterms:created>
  <dcterms:modified xsi:type="dcterms:W3CDTF">2017-09-10T13:21:00Z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0x010100D71A2DD10DF4D64E952595BD5E40AFCF</vt:lpwstr>
  </property>
</Properties>
</file>