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D1C4C" w14:textId="78329A80" w:rsidR="00B046F5" w:rsidRPr="002F762C" w:rsidRDefault="0088426E" w:rsidP="0088426E">
      <w:pPr>
        <w:pStyle w:val="Kop1"/>
      </w:pPr>
      <w:bookmarkStart w:id="0" w:name="_GoBack"/>
      <w:bookmarkEnd w:id="0"/>
      <w:r>
        <w:t>Leerwerktaak Directe instructie</w:t>
      </w:r>
    </w:p>
    <w:p w14:paraId="75BC55A3" w14:textId="77777777" w:rsidR="0000738A" w:rsidRPr="000D265D" w:rsidRDefault="0000738A">
      <w:pPr>
        <w:rPr>
          <w:b/>
        </w:rPr>
      </w:pPr>
    </w:p>
    <w:p w14:paraId="4EC8EEAA" w14:textId="77777777" w:rsidR="00A23E72" w:rsidRDefault="00A23E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6"/>
        <w:gridCol w:w="6106"/>
      </w:tblGrid>
      <w:tr w:rsidR="00535476" w14:paraId="7C0585A2" w14:textId="77777777" w:rsidTr="0088426E">
        <w:tc>
          <w:tcPr>
            <w:tcW w:w="2956" w:type="dxa"/>
            <w:shd w:val="clear" w:color="auto" w:fill="DBE5F1" w:themeFill="accent1" w:themeFillTint="33"/>
          </w:tcPr>
          <w:p w14:paraId="0D78E1F4" w14:textId="77777777" w:rsidR="00535476" w:rsidRPr="00A23E72" w:rsidRDefault="00535476" w:rsidP="00535476">
            <w:pPr>
              <w:rPr>
                <w:b/>
              </w:rPr>
            </w:pPr>
            <w:r w:rsidRPr="00A23E72">
              <w:rPr>
                <w:b/>
              </w:rPr>
              <w:t>Titel</w:t>
            </w:r>
          </w:p>
          <w:p w14:paraId="7180FA38" w14:textId="77777777" w:rsidR="00535476" w:rsidRPr="00A23E72" w:rsidRDefault="00535476" w:rsidP="00535476">
            <w:pPr>
              <w:rPr>
                <w:b/>
              </w:rPr>
            </w:pPr>
          </w:p>
        </w:tc>
        <w:tc>
          <w:tcPr>
            <w:tcW w:w="6106" w:type="dxa"/>
          </w:tcPr>
          <w:p w14:paraId="7C0C3977" w14:textId="3FBDBBB0" w:rsidR="00535476" w:rsidRPr="0088426E" w:rsidRDefault="009639F5" w:rsidP="0088426E">
            <w:pPr>
              <w:spacing w:line="276" w:lineRule="auto"/>
              <w:rPr>
                <w:lang w:eastAsia="en-US"/>
              </w:rPr>
            </w:pPr>
            <w:r w:rsidRPr="0088426E">
              <w:rPr>
                <w:lang w:eastAsia="en-US"/>
              </w:rPr>
              <w:t>Directe instructie</w:t>
            </w:r>
          </w:p>
        </w:tc>
      </w:tr>
      <w:tr w:rsidR="00535476" w14:paraId="7F21E4A0" w14:textId="77777777" w:rsidTr="0088426E">
        <w:tc>
          <w:tcPr>
            <w:tcW w:w="2956" w:type="dxa"/>
            <w:shd w:val="clear" w:color="auto" w:fill="DBE5F1" w:themeFill="accent1" w:themeFillTint="33"/>
          </w:tcPr>
          <w:p w14:paraId="7AE49E58" w14:textId="77777777" w:rsidR="00535476" w:rsidRPr="00A23E72" w:rsidRDefault="00535476" w:rsidP="00535476">
            <w:pPr>
              <w:rPr>
                <w:b/>
              </w:rPr>
            </w:pPr>
            <w:r>
              <w:rPr>
                <w:b/>
              </w:rPr>
              <w:t>Onderwijstype</w:t>
            </w:r>
          </w:p>
        </w:tc>
        <w:tc>
          <w:tcPr>
            <w:tcW w:w="6106" w:type="dxa"/>
          </w:tcPr>
          <w:p w14:paraId="2DBE7073" w14:textId="49F41484" w:rsidR="00535476" w:rsidRPr="0088426E" w:rsidRDefault="005917D3" w:rsidP="0088426E">
            <w:pPr>
              <w:spacing w:line="276" w:lineRule="auto"/>
              <w:rPr>
                <w:lang w:eastAsia="en-US"/>
              </w:rPr>
            </w:pPr>
            <w:sdt>
              <w:sdtPr>
                <w:rPr>
                  <w:lang w:eastAsia="en-US"/>
                </w:rPr>
                <w:id w:val="1285701364"/>
                <w14:checkbox>
                  <w14:checked w14:val="1"/>
                  <w14:checkedState w14:val="2612" w14:font="MS Gothic"/>
                  <w14:uncheckedState w14:val="2610" w14:font="MS Gothic"/>
                </w14:checkbox>
              </w:sdtPr>
              <w:sdtEndPr/>
              <w:sdtContent>
                <w:r w:rsidR="00A67E51">
                  <w:rPr>
                    <w:rFonts w:ascii="MS Gothic" w:eastAsia="MS Gothic" w:hAnsi="MS Gothic" w:hint="eastAsia"/>
                    <w:lang w:eastAsia="en-US"/>
                  </w:rPr>
                  <w:t>☒</w:t>
                </w:r>
              </w:sdtContent>
            </w:sdt>
            <w:r w:rsidR="00535476" w:rsidRPr="0088426E">
              <w:rPr>
                <w:lang w:eastAsia="en-US"/>
              </w:rPr>
              <w:t xml:space="preserve"> VO</w:t>
            </w:r>
          </w:p>
          <w:p w14:paraId="2F9B97F8" w14:textId="4EDF5BFB" w:rsidR="00535476" w:rsidRPr="0088426E" w:rsidRDefault="005917D3" w:rsidP="0088426E">
            <w:pPr>
              <w:spacing w:line="276" w:lineRule="auto"/>
              <w:rPr>
                <w:lang w:eastAsia="en-US"/>
              </w:rPr>
            </w:pPr>
            <w:sdt>
              <w:sdtPr>
                <w:rPr>
                  <w:lang w:eastAsia="en-US"/>
                </w:rPr>
                <w:id w:val="-750274627"/>
                <w14:checkbox>
                  <w14:checked w14:val="0"/>
                  <w14:checkedState w14:val="2612" w14:font="MS Gothic"/>
                  <w14:uncheckedState w14:val="2610" w14:font="MS Gothic"/>
                </w14:checkbox>
              </w:sdtPr>
              <w:sdtEndPr/>
              <w:sdtContent>
                <w:r w:rsidR="003D50EA" w:rsidRPr="0088426E">
                  <w:rPr>
                    <w:rFonts w:ascii="Segoe UI Symbol" w:hAnsi="Segoe UI Symbol" w:cs="Segoe UI Symbol"/>
                    <w:lang w:eastAsia="en-US"/>
                  </w:rPr>
                  <w:t>☐</w:t>
                </w:r>
              </w:sdtContent>
            </w:sdt>
            <w:r w:rsidR="00535476" w:rsidRPr="0088426E">
              <w:rPr>
                <w:lang w:eastAsia="en-US"/>
              </w:rPr>
              <w:t xml:space="preserve"> MBO</w:t>
            </w:r>
          </w:p>
        </w:tc>
      </w:tr>
      <w:tr w:rsidR="00535476" w14:paraId="29D55990" w14:textId="77777777" w:rsidTr="0088426E">
        <w:tc>
          <w:tcPr>
            <w:tcW w:w="2956" w:type="dxa"/>
            <w:shd w:val="clear" w:color="auto" w:fill="DBE5F1" w:themeFill="accent1" w:themeFillTint="33"/>
          </w:tcPr>
          <w:p w14:paraId="524CBEAB" w14:textId="7DECC05E" w:rsidR="00535476" w:rsidRPr="00A23E72" w:rsidRDefault="00535476" w:rsidP="00535476">
            <w:pPr>
              <w:rPr>
                <w:b/>
              </w:rPr>
            </w:pPr>
            <w:r w:rsidRPr="00A23E72">
              <w:rPr>
                <w:b/>
              </w:rPr>
              <w:t xml:space="preserve">Niveau </w:t>
            </w:r>
          </w:p>
        </w:tc>
        <w:tc>
          <w:tcPr>
            <w:tcW w:w="6106" w:type="dxa"/>
          </w:tcPr>
          <w:p w14:paraId="653B795D" w14:textId="6095354C" w:rsidR="00535476" w:rsidRPr="0088426E" w:rsidRDefault="005917D3" w:rsidP="0088426E">
            <w:pPr>
              <w:spacing w:line="276" w:lineRule="auto"/>
              <w:rPr>
                <w:lang w:eastAsia="en-US"/>
              </w:rPr>
            </w:pPr>
            <w:sdt>
              <w:sdtPr>
                <w:rPr>
                  <w:lang w:eastAsia="en-US"/>
                </w:rPr>
                <w:id w:val="1253787719"/>
                <w14:checkbox>
                  <w14:checked w14:val="0"/>
                  <w14:checkedState w14:val="2612" w14:font="MS Gothic"/>
                  <w14:uncheckedState w14:val="2610" w14:font="MS Gothic"/>
                </w14:checkbox>
              </w:sdtPr>
              <w:sdtEndPr/>
              <w:sdtContent>
                <w:r w:rsidR="00535476" w:rsidRPr="0088426E">
                  <w:rPr>
                    <w:rFonts w:ascii="Segoe UI Symbol" w:hAnsi="Segoe UI Symbol" w:cs="Segoe UI Symbol"/>
                    <w:lang w:eastAsia="en-US"/>
                  </w:rPr>
                  <w:t>☐</w:t>
                </w:r>
              </w:sdtContent>
            </w:sdt>
            <w:r w:rsidR="00535476" w:rsidRPr="0088426E">
              <w:rPr>
                <w:lang w:eastAsia="en-US"/>
              </w:rPr>
              <w:t xml:space="preserve"> 1 propedeusefase</w:t>
            </w:r>
          </w:p>
          <w:p w14:paraId="35ABDD6C" w14:textId="00AB1E80" w:rsidR="00535476" w:rsidRPr="0088426E" w:rsidRDefault="005917D3" w:rsidP="0088426E">
            <w:pPr>
              <w:spacing w:line="276" w:lineRule="auto"/>
              <w:rPr>
                <w:lang w:eastAsia="en-US"/>
              </w:rPr>
            </w:pPr>
            <w:sdt>
              <w:sdtPr>
                <w:rPr>
                  <w:lang w:eastAsia="en-US"/>
                </w:rPr>
                <w:id w:val="-1254202547"/>
                <w14:checkbox>
                  <w14:checked w14:val="1"/>
                  <w14:checkedState w14:val="2612" w14:font="MS Gothic"/>
                  <w14:uncheckedState w14:val="2610" w14:font="MS Gothic"/>
                </w14:checkbox>
              </w:sdtPr>
              <w:sdtEndPr/>
              <w:sdtContent>
                <w:r w:rsidR="009639F5" w:rsidRPr="0088426E">
                  <w:rPr>
                    <w:rFonts w:ascii="Segoe UI Symbol" w:hAnsi="Segoe UI Symbol" w:cs="Segoe UI Symbol"/>
                    <w:lang w:eastAsia="en-US"/>
                  </w:rPr>
                  <w:t>☒</w:t>
                </w:r>
              </w:sdtContent>
            </w:sdt>
            <w:r w:rsidR="00535476" w:rsidRPr="0088426E">
              <w:rPr>
                <w:lang w:eastAsia="en-US"/>
              </w:rPr>
              <w:t xml:space="preserve"> 2 hoofdfase</w:t>
            </w:r>
          </w:p>
          <w:p w14:paraId="1D5A3CA5" w14:textId="143653F8" w:rsidR="00535476" w:rsidRPr="0088426E" w:rsidRDefault="005917D3" w:rsidP="0088426E">
            <w:pPr>
              <w:spacing w:line="276" w:lineRule="auto"/>
              <w:rPr>
                <w:lang w:eastAsia="en-US"/>
              </w:rPr>
            </w:pPr>
            <w:sdt>
              <w:sdtPr>
                <w:rPr>
                  <w:lang w:eastAsia="en-US"/>
                </w:rPr>
                <w:id w:val="1529220317"/>
                <w14:checkbox>
                  <w14:checked w14:val="0"/>
                  <w14:checkedState w14:val="2612" w14:font="MS Gothic"/>
                  <w14:uncheckedState w14:val="2610" w14:font="MS Gothic"/>
                </w14:checkbox>
              </w:sdtPr>
              <w:sdtEndPr/>
              <w:sdtContent>
                <w:r w:rsidR="00535476" w:rsidRPr="0088426E">
                  <w:rPr>
                    <w:rFonts w:ascii="Segoe UI Symbol" w:hAnsi="Segoe UI Symbol" w:cs="Segoe UI Symbol"/>
                    <w:lang w:eastAsia="en-US"/>
                  </w:rPr>
                  <w:t>☐</w:t>
                </w:r>
              </w:sdtContent>
            </w:sdt>
            <w:r w:rsidR="00535476" w:rsidRPr="0088426E">
              <w:rPr>
                <w:lang w:eastAsia="en-US"/>
              </w:rPr>
              <w:t xml:space="preserve"> 3 eindfase (lio)</w:t>
            </w:r>
          </w:p>
        </w:tc>
      </w:tr>
      <w:tr w:rsidR="00535476" w14:paraId="1DAB0E2F" w14:textId="77777777" w:rsidTr="0088426E">
        <w:tc>
          <w:tcPr>
            <w:tcW w:w="2956" w:type="dxa"/>
            <w:shd w:val="clear" w:color="auto" w:fill="DBE5F1" w:themeFill="accent1" w:themeFillTint="33"/>
          </w:tcPr>
          <w:p w14:paraId="78D9B80F" w14:textId="77777777" w:rsidR="00535476" w:rsidRPr="00A23E72" w:rsidRDefault="00535476" w:rsidP="00535476">
            <w:pPr>
              <w:rPr>
                <w:b/>
              </w:rPr>
            </w:pPr>
            <w:r>
              <w:rPr>
                <w:b/>
              </w:rPr>
              <w:t>C</w:t>
            </w:r>
            <w:r w:rsidRPr="00A23E72">
              <w:rPr>
                <w:b/>
              </w:rPr>
              <w:t>ompetenties(s)</w:t>
            </w:r>
          </w:p>
        </w:tc>
        <w:tc>
          <w:tcPr>
            <w:tcW w:w="6106" w:type="dxa"/>
          </w:tcPr>
          <w:p w14:paraId="537713FB" w14:textId="676AA98C" w:rsidR="00535476" w:rsidRPr="0088426E" w:rsidRDefault="005917D3" w:rsidP="0088426E">
            <w:pPr>
              <w:spacing w:line="276" w:lineRule="auto"/>
              <w:rPr>
                <w:lang w:eastAsia="en-US"/>
              </w:rPr>
            </w:pPr>
            <w:sdt>
              <w:sdtPr>
                <w:rPr>
                  <w:lang w:eastAsia="en-US"/>
                </w:rPr>
                <w:id w:val="-926497959"/>
                <w14:checkbox>
                  <w14:checked w14:val="1"/>
                  <w14:checkedState w14:val="2612" w14:font="MS Gothic"/>
                  <w14:uncheckedState w14:val="2610" w14:font="MS Gothic"/>
                </w14:checkbox>
              </w:sdtPr>
              <w:sdtEndPr/>
              <w:sdtContent>
                <w:r w:rsidR="009639F5" w:rsidRPr="0088426E">
                  <w:rPr>
                    <w:rFonts w:ascii="Segoe UI Symbol" w:hAnsi="Segoe UI Symbol" w:cs="Segoe UI Symbol"/>
                    <w:lang w:eastAsia="en-US"/>
                  </w:rPr>
                  <w:t>☒</w:t>
                </w:r>
              </w:sdtContent>
            </w:sdt>
            <w:r w:rsidR="00535476" w:rsidRPr="0088426E">
              <w:rPr>
                <w:lang w:eastAsia="en-US"/>
              </w:rPr>
              <w:t xml:space="preserve"> 1 interpersoonlijk</w:t>
            </w:r>
          </w:p>
          <w:p w14:paraId="1A4659D4" w14:textId="06366524" w:rsidR="00535476" w:rsidRPr="0088426E" w:rsidRDefault="005917D3" w:rsidP="0088426E">
            <w:pPr>
              <w:spacing w:line="276" w:lineRule="auto"/>
              <w:rPr>
                <w:lang w:eastAsia="en-US"/>
              </w:rPr>
            </w:pPr>
            <w:sdt>
              <w:sdtPr>
                <w:rPr>
                  <w:lang w:eastAsia="en-US"/>
                </w:rPr>
                <w:id w:val="907647903"/>
                <w14:checkbox>
                  <w14:checked w14:val="1"/>
                  <w14:checkedState w14:val="2612" w14:font="MS Gothic"/>
                  <w14:uncheckedState w14:val="2610" w14:font="MS Gothic"/>
                </w14:checkbox>
              </w:sdtPr>
              <w:sdtEndPr/>
              <w:sdtContent>
                <w:r w:rsidR="009639F5" w:rsidRPr="0088426E">
                  <w:rPr>
                    <w:rFonts w:ascii="Segoe UI Symbol" w:hAnsi="Segoe UI Symbol" w:cs="Segoe UI Symbol"/>
                    <w:lang w:eastAsia="en-US"/>
                  </w:rPr>
                  <w:t>☒</w:t>
                </w:r>
              </w:sdtContent>
            </w:sdt>
            <w:r w:rsidR="00535476" w:rsidRPr="0088426E">
              <w:rPr>
                <w:lang w:eastAsia="en-US"/>
              </w:rPr>
              <w:t xml:space="preserve"> 2 pedagogisch</w:t>
            </w:r>
          </w:p>
          <w:p w14:paraId="17F0E519" w14:textId="04041B55" w:rsidR="00535476" w:rsidRPr="0088426E" w:rsidRDefault="005917D3" w:rsidP="0088426E">
            <w:pPr>
              <w:spacing w:line="276" w:lineRule="auto"/>
              <w:rPr>
                <w:lang w:eastAsia="en-US"/>
              </w:rPr>
            </w:pPr>
            <w:sdt>
              <w:sdtPr>
                <w:rPr>
                  <w:lang w:eastAsia="en-US"/>
                </w:rPr>
                <w:id w:val="-412783230"/>
                <w14:checkbox>
                  <w14:checked w14:val="1"/>
                  <w14:checkedState w14:val="2612" w14:font="MS Gothic"/>
                  <w14:uncheckedState w14:val="2610" w14:font="MS Gothic"/>
                </w14:checkbox>
              </w:sdtPr>
              <w:sdtEndPr/>
              <w:sdtContent>
                <w:r w:rsidR="009639F5" w:rsidRPr="0088426E">
                  <w:rPr>
                    <w:rFonts w:ascii="Segoe UI Symbol" w:hAnsi="Segoe UI Symbol" w:cs="Segoe UI Symbol"/>
                    <w:lang w:eastAsia="en-US"/>
                  </w:rPr>
                  <w:t>☒</w:t>
                </w:r>
              </w:sdtContent>
            </w:sdt>
            <w:r w:rsidR="00535476" w:rsidRPr="0088426E">
              <w:rPr>
                <w:lang w:eastAsia="en-US"/>
              </w:rPr>
              <w:t xml:space="preserve"> 3 vakinhoudelijk/vakdidactisch</w:t>
            </w:r>
          </w:p>
          <w:p w14:paraId="0F91A3B6" w14:textId="10763CD5" w:rsidR="00535476" w:rsidRPr="0088426E" w:rsidRDefault="005917D3" w:rsidP="0088426E">
            <w:pPr>
              <w:spacing w:line="276" w:lineRule="auto"/>
              <w:rPr>
                <w:lang w:eastAsia="en-US"/>
              </w:rPr>
            </w:pPr>
            <w:sdt>
              <w:sdtPr>
                <w:rPr>
                  <w:lang w:eastAsia="en-US"/>
                </w:rPr>
                <w:id w:val="1544865510"/>
                <w14:checkbox>
                  <w14:checked w14:val="1"/>
                  <w14:checkedState w14:val="2612" w14:font="MS Gothic"/>
                  <w14:uncheckedState w14:val="2610" w14:font="MS Gothic"/>
                </w14:checkbox>
              </w:sdtPr>
              <w:sdtEndPr/>
              <w:sdtContent>
                <w:r w:rsidR="009639F5" w:rsidRPr="0088426E">
                  <w:rPr>
                    <w:rFonts w:ascii="Segoe UI Symbol" w:hAnsi="Segoe UI Symbol" w:cs="Segoe UI Symbol"/>
                    <w:lang w:eastAsia="en-US"/>
                  </w:rPr>
                  <w:t>☒</w:t>
                </w:r>
              </w:sdtContent>
            </w:sdt>
            <w:r w:rsidR="00535476" w:rsidRPr="0088426E">
              <w:rPr>
                <w:lang w:eastAsia="en-US"/>
              </w:rPr>
              <w:t xml:space="preserve"> 4 organisatorisch</w:t>
            </w:r>
          </w:p>
          <w:p w14:paraId="6142365C" w14:textId="72352941" w:rsidR="00535476" w:rsidRPr="0088426E" w:rsidRDefault="005917D3" w:rsidP="0088426E">
            <w:pPr>
              <w:spacing w:line="276" w:lineRule="auto"/>
              <w:rPr>
                <w:lang w:eastAsia="en-US"/>
              </w:rPr>
            </w:pPr>
            <w:sdt>
              <w:sdtPr>
                <w:rPr>
                  <w:lang w:eastAsia="en-US"/>
                </w:rPr>
                <w:id w:val="-566804526"/>
                <w14:checkbox>
                  <w14:checked w14:val="0"/>
                  <w14:checkedState w14:val="2612" w14:font="MS Gothic"/>
                  <w14:uncheckedState w14:val="2610" w14:font="MS Gothic"/>
                </w14:checkbox>
              </w:sdtPr>
              <w:sdtEndPr/>
              <w:sdtContent>
                <w:r w:rsidR="00535476" w:rsidRPr="0088426E">
                  <w:rPr>
                    <w:rFonts w:ascii="Segoe UI Symbol" w:hAnsi="Segoe UI Symbol" w:cs="Segoe UI Symbol"/>
                    <w:lang w:eastAsia="en-US"/>
                  </w:rPr>
                  <w:t>☐</w:t>
                </w:r>
              </w:sdtContent>
            </w:sdt>
            <w:r w:rsidR="00535476" w:rsidRPr="0088426E">
              <w:rPr>
                <w:lang w:eastAsia="en-US"/>
              </w:rPr>
              <w:t xml:space="preserve"> 5 samenwerken met collega’s</w:t>
            </w:r>
          </w:p>
          <w:p w14:paraId="442C5EEF" w14:textId="582B0A21" w:rsidR="00535476" w:rsidRPr="0088426E" w:rsidRDefault="005917D3" w:rsidP="0088426E">
            <w:pPr>
              <w:spacing w:line="276" w:lineRule="auto"/>
              <w:rPr>
                <w:lang w:eastAsia="en-US"/>
              </w:rPr>
            </w:pPr>
            <w:sdt>
              <w:sdtPr>
                <w:rPr>
                  <w:lang w:eastAsia="en-US"/>
                </w:rPr>
                <w:id w:val="-192925598"/>
                <w14:checkbox>
                  <w14:checked w14:val="0"/>
                  <w14:checkedState w14:val="2612" w14:font="MS Gothic"/>
                  <w14:uncheckedState w14:val="2610" w14:font="MS Gothic"/>
                </w14:checkbox>
              </w:sdtPr>
              <w:sdtEndPr/>
              <w:sdtContent>
                <w:r w:rsidR="00233AEA" w:rsidRPr="0088426E">
                  <w:rPr>
                    <w:rFonts w:ascii="Segoe UI Symbol" w:hAnsi="Segoe UI Symbol" w:cs="Segoe UI Symbol"/>
                    <w:lang w:eastAsia="en-US"/>
                  </w:rPr>
                  <w:t>☐</w:t>
                </w:r>
              </w:sdtContent>
            </w:sdt>
            <w:r w:rsidR="00535476" w:rsidRPr="0088426E">
              <w:rPr>
                <w:lang w:eastAsia="en-US"/>
              </w:rPr>
              <w:t xml:space="preserve"> 6 samenwerken met de omgeving</w:t>
            </w:r>
          </w:p>
          <w:p w14:paraId="7542C5CC" w14:textId="18ACBA8E" w:rsidR="00535476" w:rsidRPr="0088426E" w:rsidRDefault="005917D3" w:rsidP="0088426E">
            <w:pPr>
              <w:spacing w:line="276" w:lineRule="auto"/>
              <w:rPr>
                <w:lang w:eastAsia="en-US"/>
              </w:rPr>
            </w:pPr>
            <w:sdt>
              <w:sdtPr>
                <w:rPr>
                  <w:lang w:eastAsia="en-US"/>
                </w:rPr>
                <w:id w:val="-299689382"/>
                <w14:checkbox>
                  <w14:checked w14:val="1"/>
                  <w14:checkedState w14:val="2612" w14:font="MS Gothic"/>
                  <w14:uncheckedState w14:val="2610" w14:font="MS Gothic"/>
                </w14:checkbox>
              </w:sdtPr>
              <w:sdtEndPr/>
              <w:sdtContent>
                <w:r w:rsidR="009639F5" w:rsidRPr="0088426E">
                  <w:rPr>
                    <w:rFonts w:ascii="Segoe UI Symbol" w:hAnsi="Segoe UI Symbol" w:cs="Segoe UI Symbol"/>
                    <w:lang w:eastAsia="en-US"/>
                  </w:rPr>
                  <w:t>☒</w:t>
                </w:r>
              </w:sdtContent>
            </w:sdt>
            <w:r w:rsidR="00535476" w:rsidRPr="0088426E">
              <w:rPr>
                <w:lang w:eastAsia="en-US"/>
              </w:rPr>
              <w:t xml:space="preserve"> 7 reflectie en ontwikkeling</w:t>
            </w:r>
          </w:p>
        </w:tc>
      </w:tr>
      <w:tr w:rsidR="00535476" w14:paraId="5CB2E6AD" w14:textId="77777777" w:rsidTr="0088426E">
        <w:tc>
          <w:tcPr>
            <w:tcW w:w="2956" w:type="dxa"/>
            <w:shd w:val="clear" w:color="auto" w:fill="DBE5F1" w:themeFill="accent1" w:themeFillTint="33"/>
          </w:tcPr>
          <w:p w14:paraId="464BEA47" w14:textId="77777777" w:rsidR="00535476" w:rsidRPr="00A23E72" w:rsidRDefault="00535476" w:rsidP="00535476">
            <w:pPr>
              <w:rPr>
                <w:b/>
              </w:rPr>
            </w:pPr>
            <w:r>
              <w:rPr>
                <w:b/>
              </w:rPr>
              <w:t>B</w:t>
            </w:r>
            <w:r w:rsidRPr="00A23E72">
              <w:rPr>
                <w:b/>
              </w:rPr>
              <w:t>eroepstaak</w:t>
            </w:r>
          </w:p>
        </w:tc>
        <w:tc>
          <w:tcPr>
            <w:tcW w:w="6106" w:type="dxa"/>
          </w:tcPr>
          <w:p w14:paraId="69679163" w14:textId="2FB2CCCB" w:rsidR="00535476" w:rsidRPr="0088426E" w:rsidRDefault="005917D3" w:rsidP="0088426E">
            <w:pPr>
              <w:spacing w:line="276" w:lineRule="auto"/>
              <w:rPr>
                <w:lang w:eastAsia="en-US"/>
              </w:rPr>
            </w:pPr>
            <w:sdt>
              <w:sdtPr>
                <w:rPr>
                  <w:lang w:eastAsia="en-US"/>
                </w:rPr>
                <w:id w:val="1087106503"/>
                <w14:checkbox>
                  <w14:checked w14:val="1"/>
                  <w14:checkedState w14:val="2612" w14:font="MS Gothic"/>
                  <w14:uncheckedState w14:val="2610" w14:font="MS Gothic"/>
                </w14:checkbox>
              </w:sdtPr>
              <w:sdtEndPr/>
              <w:sdtContent>
                <w:r w:rsidR="009639F5" w:rsidRPr="0088426E">
                  <w:rPr>
                    <w:rFonts w:ascii="Segoe UI Symbol" w:hAnsi="Segoe UI Symbol" w:cs="Segoe UI Symbol"/>
                    <w:lang w:eastAsia="en-US"/>
                  </w:rPr>
                  <w:t>☒</w:t>
                </w:r>
              </w:sdtContent>
            </w:sdt>
            <w:r w:rsidR="00535476" w:rsidRPr="0088426E">
              <w:rPr>
                <w:lang w:eastAsia="en-US"/>
              </w:rPr>
              <w:t xml:space="preserve"> 1 lesgeven</w:t>
            </w:r>
          </w:p>
          <w:p w14:paraId="45417CE0" w14:textId="0371B990" w:rsidR="00535476" w:rsidRPr="0088426E" w:rsidRDefault="005917D3" w:rsidP="0088426E">
            <w:pPr>
              <w:spacing w:line="276" w:lineRule="auto"/>
              <w:rPr>
                <w:lang w:eastAsia="en-US"/>
              </w:rPr>
            </w:pPr>
            <w:sdt>
              <w:sdtPr>
                <w:rPr>
                  <w:lang w:eastAsia="en-US"/>
                </w:rPr>
                <w:id w:val="-1000576608"/>
                <w14:checkbox>
                  <w14:checked w14:val="0"/>
                  <w14:checkedState w14:val="2612" w14:font="MS Gothic"/>
                  <w14:uncheckedState w14:val="2610" w14:font="MS Gothic"/>
                </w14:checkbox>
              </w:sdtPr>
              <w:sdtEndPr/>
              <w:sdtContent>
                <w:r w:rsidR="00535476" w:rsidRPr="0088426E">
                  <w:rPr>
                    <w:rFonts w:ascii="Segoe UI Symbol" w:hAnsi="Segoe UI Symbol" w:cs="Segoe UI Symbol"/>
                    <w:lang w:eastAsia="en-US"/>
                  </w:rPr>
                  <w:t>☐</w:t>
                </w:r>
              </w:sdtContent>
            </w:sdt>
            <w:r w:rsidR="00535476" w:rsidRPr="0088426E">
              <w:rPr>
                <w:lang w:eastAsia="en-US"/>
              </w:rPr>
              <w:t xml:space="preserve"> 2 begeleiden van leren</w:t>
            </w:r>
          </w:p>
          <w:p w14:paraId="7C606527" w14:textId="3FE26DB7" w:rsidR="00535476" w:rsidRPr="0088426E" w:rsidRDefault="005917D3" w:rsidP="0088426E">
            <w:pPr>
              <w:spacing w:line="276" w:lineRule="auto"/>
              <w:rPr>
                <w:lang w:eastAsia="en-US"/>
              </w:rPr>
            </w:pPr>
            <w:sdt>
              <w:sdtPr>
                <w:rPr>
                  <w:lang w:eastAsia="en-US"/>
                </w:rPr>
                <w:id w:val="-1772148397"/>
                <w14:checkbox>
                  <w14:checked w14:val="0"/>
                  <w14:checkedState w14:val="2612" w14:font="MS Gothic"/>
                  <w14:uncheckedState w14:val="2610" w14:font="MS Gothic"/>
                </w14:checkbox>
              </w:sdtPr>
              <w:sdtEndPr/>
              <w:sdtContent>
                <w:r w:rsidR="00535476" w:rsidRPr="0088426E">
                  <w:rPr>
                    <w:rFonts w:ascii="Segoe UI Symbol" w:hAnsi="Segoe UI Symbol" w:cs="Segoe UI Symbol"/>
                    <w:lang w:eastAsia="en-US"/>
                  </w:rPr>
                  <w:t>☐</w:t>
                </w:r>
              </w:sdtContent>
            </w:sdt>
            <w:r w:rsidR="00535476" w:rsidRPr="0088426E">
              <w:rPr>
                <w:lang w:eastAsia="en-US"/>
              </w:rPr>
              <w:t xml:space="preserve"> 3 ontwerpen van leerarrangementen</w:t>
            </w:r>
          </w:p>
          <w:p w14:paraId="191589D3" w14:textId="6119498E" w:rsidR="00535476" w:rsidRPr="0088426E" w:rsidRDefault="005917D3" w:rsidP="0088426E">
            <w:pPr>
              <w:spacing w:line="276" w:lineRule="auto"/>
              <w:rPr>
                <w:lang w:eastAsia="en-US"/>
              </w:rPr>
            </w:pPr>
            <w:sdt>
              <w:sdtPr>
                <w:rPr>
                  <w:lang w:eastAsia="en-US"/>
                </w:rPr>
                <w:id w:val="1627199225"/>
                <w14:checkbox>
                  <w14:checked w14:val="0"/>
                  <w14:checkedState w14:val="2612" w14:font="MS Gothic"/>
                  <w14:uncheckedState w14:val="2610" w14:font="MS Gothic"/>
                </w14:checkbox>
              </w:sdtPr>
              <w:sdtEndPr/>
              <w:sdtContent>
                <w:r w:rsidR="00535476" w:rsidRPr="0088426E">
                  <w:rPr>
                    <w:rFonts w:ascii="Segoe UI Symbol" w:hAnsi="Segoe UI Symbol" w:cs="Segoe UI Symbol"/>
                    <w:lang w:eastAsia="en-US"/>
                  </w:rPr>
                  <w:t>☐</w:t>
                </w:r>
              </w:sdtContent>
            </w:sdt>
            <w:r w:rsidR="00535476" w:rsidRPr="0088426E">
              <w:rPr>
                <w:lang w:eastAsia="en-US"/>
              </w:rPr>
              <w:t xml:space="preserve"> 4 bijdragen aan de onderwijsorganisatie</w:t>
            </w:r>
          </w:p>
          <w:p w14:paraId="6A55127B" w14:textId="2227B2DD" w:rsidR="00535476" w:rsidRPr="0088426E" w:rsidRDefault="005917D3" w:rsidP="0088426E">
            <w:pPr>
              <w:spacing w:line="276" w:lineRule="auto"/>
              <w:rPr>
                <w:lang w:eastAsia="en-US"/>
              </w:rPr>
            </w:pPr>
            <w:sdt>
              <w:sdtPr>
                <w:rPr>
                  <w:lang w:eastAsia="en-US"/>
                </w:rPr>
                <w:id w:val="-1307466863"/>
                <w14:checkbox>
                  <w14:checked w14:val="0"/>
                  <w14:checkedState w14:val="2612" w14:font="MS Gothic"/>
                  <w14:uncheckedState w14:val="2610" w14:font="MS Gothic"/>
                </w14:checkbox>
              </w:sdtPr>
              <w:sdtEndPr/>
              <w:sdtContent>
                <w:r w:rsidR="00535476" w:rsidRPr="0088426E">
                  <w:rPr>
                    <w:rFonts w:ascii="Segoe UI Symbol" w:hAnsi="Segoe UI Symbol" w:cs="Segoe UI Symbol"/>
                    <w:lang w:eastAsia="en-US"/>
                  </w:rPr>
                  <w:t>☐</w:t>
                </w:r>
              </w:sdtContent>
            </w:sdt>
            <w:r w:rsidR="00535476" w:rsidRPr="0088426E">
              <w:rPr>
                <w:lang w:eastAsia="en-US"/>
              </w:rPr>
              <w:t xml:space="preserve"> 5 ontwikkelen van vakkennis</w:t>
            </w:r>
          </w:p>
        </w:tc>
      </w:tr>
      <w:tr w:rsidR="00535476" w14:paraId="1DC64EC4" w14:textId="77777777" w:rsidTr="0088426E">
        <w:tc>
          <w:tcPr>
            <w:tcW w:w="2956" w:type="dxa"/>
            <w:shd w:val="clear" w:color="auto" w:fill="DBE5F1" w:themeFill="accent1" w:themeFillTint="33"/>
          </w:tcPr>
          <w:p w14:paraId="56486D90" w14:textId="77777777" w:rsidR="00535476" w:rsidRDefault="00535476" w:rsidP="00535476">
            <w:pPr>
              <w:rPr>
                <w:b/>
              </w:rPr>
            </w:pPr>
            <w:r>
              <w:rPr>
                <w:b/>
              </w:rPr>
              <w:t>Studiebelastingsuren</w:t>
            </w:r>
          </w:p>
        </w:tc>
        <w:tc>
          <w:tcPr>
            <w:tcW w:w="6106" w:type="dxa"/>
          </w:tcPr>
          <w:p w14:paraId="33A00AAD" w14:textId="3FC018C1" w:rsidR="00535476" w:rsidRPr="0088426E" w:rsidRDefault="00611FDD" w:rsidP="0088426E">
            <w:pPr>
              <w:spacing w:line="276" w:lineRule="auto"/>
              <w:rPr>
                <w:lang w:eastAsia="en-US"/>
              </w:rPr>
            </w:pPr>
            <w:r w:rsidRPr="0088426E">
              <w:rPr>
                <w:lang w:eastAsia="en-US"/>
              </w:rPr>
              <w:t>10</w:t>
            </w:r>
          </w:p>
        </w:tc>
      </w:tr>
      <w:tr w:rsidR="00535476" w14:paraId="00C260E2" w14:textId="77777777" w:rsidTr="0088426E">
        <w:tc>
          <w:tcPr>
            <w:tcW w:w="2956" w:type="dxa"/>
            <w:shd w:val="clear" w:color="auto" w:fill="DBE5F1" w:themeFill="accent1" w:themeFillTint="33"/>
          </w:tcPr>
          <w:p w14:paraId="5BC8665B" w14:textId="77777777" w:rsidR="00535476" w:rsidRDefault="00535476" w:rsidP="00535476">
            <w:pPr>
              <w:rPr>
                <w:b/>
              </w:rPr>
            </w:pPr>
            <w:r w:rsidRPr="00A23E72">
              <w:rPr>
                <w:b/>
              </w:rPr>
              <w:t>Geschikt voor de volgende vakken</w:t>
            </w:r>
          </w:p>
        </w:tc>
        <w:tc>
          <w:tcPr>
            <w:tcW w:w="6106" w:type="dxa"/>
          </w:tcPr>
          <w:p w14:paraId="320B90E5" w14:textId="79674842" w:rsidR="00535476" w:rsidRPr="0088426E" w:rsidRDefault="009639F5" w:rsidP="0088426E">
            <w:pPr>
              <w:spacing w:line="276" w:lineRule="auto"/>
              <w:rPr>
                <w:lang w:eastAsia="en-US"/>
              </w:rPr>
            </w:pPr>
            <w:r w:rsidRPr="0088426E">
              <w:rPr>
                <w:lang w:eastAsia="en-US"/>
              </w:rPr>
              <w:t>Alle vakken (onderwijskunde)</w:t>
            </w:r>
          </w:p>
        </w:tc>
      </w:tr>
      <w:tr w:rsidR="00535476" w14:paraId="12A69775" w14:textId="77777777" w:rsidTr="0088426E">
        <w:tc>
          <w:tcPr>
            <w:tcW w:w="2956" w:type="dxa"/>
            <w:shd w:val="clear" w:color="auto" w:fill="DBE5F1" w:themeFill="accent1" w:themeFillTint="33"/>
          </w:tcPr>
          <w:p w14:paraId="3C0B80B7" w14:textId="77777777" w:rsidR="00535476" w:rsidRDefault="00535476" w:rsidP="00535476">
            <w:pPr>
              <w:rPr>
                <w:b/>
              </w:rPr>
            </w:pPr>
            <w:r>
              <w:rPr>
                <w:b/>
              </w:rPr>
              <w:t>Aansluitend bij de volgende onderwijseenheid</w:t>
            </w:r>
          </w:p>
        </w:tc>
        <w:tc>
          <w:tcPr>
            <w:tcW w:w="6106" w:type="dxa"/>
          </w:tcPr>
          <w:p w14:paraId="2055B251" w14:textId="0E20A3A7" w:rsidR="00535476" w:rsidRPr="0088426E" w:rsidRDefault="00535476" w:rsidP="0088426E">
            <w:pPr>
              <w:spacing w:line="276" w:lineRule="auto"/>
              <w:rPr>
                <w:lang w:eastAsia="en-US"/>
              </w:rPr>
            </w:pPr>
          </w:p>
        </w:tc>
      </w:tr>
      <w:tr w:rsidR="00535476" w14:paraId="3B418525" w14:textId="77777777" w:rsidTr="0088426E">
        <w:tc>
          <w:tcPr>
            <w:tcW w:w="2956" w:type="dxa"/>
            <w:tcBorders>
              <w:bottom w:val="single" w:sz="4" w:space="0" w:color="auto"/>
            </w:tcBorders>
            <w:shd w:val="clear" w:color="auto" w:fill="DBE5F1" w:themeFill="accent1" w:themeFillTint="33"/>
          </w:tcPr>
          <w:p w14:paraId="1C0D28AA" w14:textId="77777777" w:rsidR="00535476" w:rsidRDefault="00535476" w:rsidP="00535476">
            <w:pPr>
              <w:rPr>
                <w:b/>
              </w:rPr>
            </w:pPr>
            <w:r>
              <w:rPr>
                <w:b/>
              </w:rPr>
              <w:t>Auteur / ontwerpgroep / school</w:t>
            </w:r>
          </w:p>
        </w:tc>
        <w:tc>
          <w:tcPr>
            <w:tcW w:w="6106" w:type="dxa"/>
            <w:tcBorders>
              <w:bottom w:val="single" w:sz="4" w:space="0" w:color="auto"/>
            </w:tcBorders>
          </w:tcPr>
          <w:p w14:paraId="3FDDCE56" w14:textId="1EFE1A9B" w:rsidR="00535476" w:rsidRPr="0088426E" w:rsidRDefault="009639F5" w:rsidP="0088426E">
            <w:pPr>
              <w:spacing w:line="276" w:lineRule="auto"/>
              <w:rPr>
                <w:lang w:eastAsia="en-US"/>
              </w:rPr>
            </w:pPr>
            <w:r w:rsidRPr="0088426E">
              <w:rPr>
                <w:lang w:eastAsia="en-US"/>
              </w:rPr>
              <w:t xml:space="preserve">Mia </w:t>
            </w:r>
            <w:proofErr w:type="spellStart"/>
            <w:r w:rsidRPr="0088426E">
              <w:rPr>
                <w:lang w:eastAsia="en-US"/>
              </w:rPr>
              <w:t>Heijhuurs</w:t>
            </w:r>
            <w:proofErr w:type="spellEnd"/>
            <w:r w:rsidRPr="0088426E">
              <w:rPr>
                <w:lang w:eastAsia="en-US"/>
              </w:rPr>
              <w:t xml:space="preserve"> en Audrey de Booij – Pax Christi College</w:t>
            </w:r>
          </w:p>
        </w:tc>
      </w:tr>
      <w:tr w:rsidR="00535476" w14:paraId="0A3A3D4D" w14:textId="77777777" w:rsidTr="0088426E">
        <w:tc>
          <w:tcPr>
            <w:tcW w:w="2956" w:type="dxa"/>
            <w:tcBorders>
              <w:bottom w:val="single" w:sz="4" w:space="0" w:color="auto"/>
            </w:tcBorders>
            <w:shd w:val="clear" w:color="auto" w:fill="DBE5F1" w:themeFill="accent1" w:themeFillTint="33"/>
          </w:tcPr>
          <w:p w14:paraId="5B9DB65B" w14:textId="77777777" w:rsidR="00535476" w:rsidRDefault="00535476" w:rsidP="00535476">
            <w:pPr>
              <w:rPr>
                <w:b/>
              </w:rPr>
            </w:pPr>
            <w:r>
              <w:rPr>
                <w:b/>
              </w:rPr>
              <w:t xml:space="preserve">Datum ontwerp </w:t>
            </w:r>
            <w:proofErr w:type="spellStart"/>
            <w:r>
              <w:rPr>
                <w:b/>
              </w:rPr>
              <w:t>lwt</w:t>
            </w:r>
            <w:proofErr w:type="spellEnd"/>
            <w:r>
              <w:rPr>
                <w:b/>
              </w:rPr>
              <w:t>.</w:t>
            </w:r>
          </w:p>
        </w:tc>
        <w:tc>
          <w:tcPr>
            <w:tcW w:w="6106" w:type="dxa"/>
            <w:tcBorders>
              <w:bottom w:val="single" w:sz="4" w:space="0" w:color="auto"/>
            </w:tcBorders>
          </w:tcPr>
          <w:p w14:paraId="4C6999B3" w14:textId="154F6EFF" w:rsidR="00535476" w:rsidRPr="0088426E" w:rsidRDefault="009639F5" w:rsidP="0088426E">
            <w:pPr>
              <w:spacing w:line="276" w:lineRule="auto"/>
              <w:rPr>
                <w:lang w:eastAsia="en-US"/>
              </w:rPr>
            </w:pPr>
            <w:r w:rsidRPr="0088426E">
              <w:rPr>
                <w:lang w:eastAsia="en-US"/>
              </w:rPr>
              <w:t>29-05-2015</w:t>
            </w:r>
          </w:p>
        </w:tc>
      </w:tr>
      <w:tr w:rsidR="00535476" w14:paraId="7590D890" w14:textId="77777777" w:rsidTr="0088426E">
        <w:tc>
          <w:tcPr>
            <w:tcW w:w="2956" w:type="dxa"/>
            <w:shd w:val="clear" w:color="auto" w:fill="548DD4" w:themeFill="text2" w:themeFillTint="99"/>
          </w:tcPr>
          <w:p w14:paraId="774E5B35" w14:textId="77777777" w:rsidR="00535476" w:rsidRDefault="00535476" w:rsidP="00535476">
            <w:pPr>
              <w:rPr>
                <w:b/>
              </w:rPr>
            </w:pPr>
          </w:p>
        </w:tc>
        <w:tc>
          <w:tcPr>
            <w:tcW w:w="6106" w:type="dxa"/>
            <w:shd w:val="clear" w:color="auto" w:fill="548DD4" w:themeFill="text2" w:themeFillTint="99"/>
          </w:tcPr>
          <w:p w14:paraId="140DEEDA" w14:textId="77777777" w:rsidR="00535476" w:rsidRPr="0088426E" w:rsidRDefault="00535476" w:rsidP="0088426E">
            <w:pPr>
              <w:spacing w:line="276" w:lineRule="auto"/>
            </w:pPr>
          </w:p>
        </w:tc>
      </w:tr>
      <w:tr w:rsidR="00535476" w14:paraId="5BEC75D1" w14:textId="77777777" w:rsidTr="0088426E">
        <w:tc>
          <w:tcPr>
            <w:tcW w:w="2956" w:type="dxa"/>
            <w:shd w:val="clear" w:color="auto" w:fill="DBE5F1" w:themeFill="accent1" w:themeFillTint="33"/>
          </w:tcPr>
          <w:p w14:paraId="4FD5204C" w14:textId="3E44EAF0" w:rsidR="00535476" w:rsidRPr="006B71AC" w:rsidRDefault="00535476" w:rsidP="006B71AC">
            <w:pPr>
              <w:rPr>
                <w:b/>
              </w:rPr>
            </w:pPr>
            <w:r>
              <w:rPr>
                <w:b/>
              </w:rPr>
              <w:t>Korte samenvatting</w:t>
            </w:r>
          </w:p>
        </w:tc>
        <w:tc>
          <w:tcPr>
            <w:tcW w:w="6106" w:type="dxa"/>
          </w:tcPr>
          <w:p w14:paraId="37A1F979" w14:textId="5BE2884D" w:rsidR="00535476" w:rsidRPr="0088426E" w:rsidRDefault="009639F5" w:rsidP="0088426E">
            <w:pPr>
              <w:pStyle w:val="Normaalweb"/>
              <w:spacing w:line="276" w:lineRule="auto"/>
              <w:rPr>
                <w:color w:val="000000"/>
                <w:lang w:val="nl-NL"/>
              </w:rPr>
            </w:pPr>
            <w:r w:rsidRPr="0088426E">
              <w:rPr>
                <w:lang w:val="nl-NL"/>
              </w:rPr>
              <w:t xml:space="preserve">In het boek ‘Effectief leren’ van </w:t>
            </w:r>
            <w:proofErr w:type="spellStart"/>
            <w:r w:rsidRPr="0088426E">
              <w:rPr>
                <w:lang w:val="nl-NL"/>
              </w:rPr>
              <w:t>Ebbens</w:t>
            </w:r>
            <w:proofErr w:type="spellEnd"/>
            <w:r w:rsidRPr="0088426E">
              <w:rPr>
                <w:lang w:val="nl-NL"/>
              </w:rPr>
              <w:t xml:space="preserve"> staan de lesfasen van het directe instructiemodel beschreven. Samen met je SPD kies je een </w:t>
            </w:r>
            <w:proofErr w:type="spellStart"/>
            <w:r w:rsidRPr="0088426E">
              <w:rPr>
                <w:lang w:val="nl-NL"/>
              </w:rPr>
              <w:t>lesfase</w:t>
            </w:r>
            <w:proofErr w:type="spellEnd"/>
            <w:r w:rsidRPr="0088426E">
              <w:rPr>
                <w:lang w:val="nl-NL"/>
              </w:rPr>
              <w:t xml:space="preserve"> uit waar je mee gaat oefenen. Je bereidt deze fase extra goed voor en voert hem uit. Je SPD observeert specifiek op deze fase. Heb je een bepaalde fase onder de knie, kun je er voor kiezen je focus naar een andere fase te verleggen.</w:t>
            </w:r>
          </w:p>
        </w:tc>
      </w:tr>
      <w:tr w:rsidR="00535476" w14:paraId="33D50C24" w14:textId="77777777" w:rsidTr="0088426E">
        <w:trPr>
          <w:trHeight w:val="1264"/>
        </w:trPr>
        <w:tc>
          <w:tcPr>
            <w:tcW w:w="2956" w:type="dxa"/>
            <w:shd w:val="clear" w:color="auto" w:fill="DBE5F1" w:themeFill="accent1" w:themeFillTint="33"/>
          </w:tcPr>
          <w:p w14:paraId="1970AB1E" w14:textId="77777777" w:rsidR="00535476" w:rsidRDefault="00535476" w:rsidP="00535476">
            <w:pPr>
              <w:rPr>
                <w:b/>
              </w:rPr>
            </w:pPr>
            <w:r>
              <w:rPr>
                <w:b/>
              </w:rPr>
              <w:lastRenderedPageBreak/>
              <w:t>Relevantie/kader</w:t>
            </w:r>
          </w:p>
          <w:p w14:paraId="12616FB9" w14:textId="77777777" w:rsidR="00535476" w:rsidRDefault="00535476" w:rsidP="00535476">
            <w:pPr>
              <w:rPr>
                <w:b/>
              </w:rPr>
            </w:pPr>
          </w:p>
          <w:p w14:paraId="3F07CD2C" w14:textId="77777777" w:rsidR="00535476" w:rsidRDefault="00535476" w:rsidP="00535476">
            <w:pPr>
              <w:rPr>
                <w:b/>
              </w:rPr>
            </w:pPr>
          </w:p>
          <w:p w14:paraId="123EA3FE" w14:textId="77777777" w:rsidR="00535476" w:rsidRPr="00A23E72" w:rsidRDefault="00535476" w:rsidP="00535476">
            <w:pPr>
              <w:rPr>
                <w:b/>
              </w:rPr>
            </w:pPr>
          </w:p>
        </w:tc>
        <w:tc>
          <w:tcPr>
            <w:tcW w:w="6106" w:type="dxa"/>
          </w:tcPr>
          <w:p w14:paraId="0825F92E" w14:textId="43C0E694" w:rsidR="00535476" w:rsidRPr="0088426E" w:rsidRDefault="009639F5" w:rsidP="0088426E">
            <w:pPr>
              <w:spacing w:before="100" w:beforeAutospacing="1" w:after="100" w:afterAutospacing="1" w:line="276" w:lineRule="auto"/>
              <w:rPr>
                <w:color w:val="000000"/>
                <w:lang w:eastAsia="en-US"/>
              </w:rPr>
            </w:pPr>
            <w:r w:rsidRPr="0088426E">
              <w:t xml:space="preserve">Lesgeven is niet eenvoudig, er komt erg veel bij kijken. Een goede structuur van de les geeft veel houvast, voor de docent én voor de leerling. Het brengt duidelijkheid en rust in je les. De lesfasen die in het boek ‘Effectief leren’ van </w:t>
            </w:r>
            <w:proofErr w:type="spellStart"/>
            <w:r w:rsidRPr="0088426E">
              <w:t>Ebbens</w:t>
            </w:r>
            <w:proofErr w:type="spellEnd"/>
            <w:r w:rsidRPr="0088426E">
              <w:t xml:space="preserve"> staan beschreven kunnen je helpen meer structuur in je lessen aan te brengen.</w:t>
            </w:r>
          </w:p>
        </w:tc>
      </w:tr>
      <w:tr w:rsidR="00535476" w14:paraId="2E2CFDA1" w14:textId="77777777" w:rsidTr="0088426E">
        <w:tc>
          <w:tcPr>
            <w:tcW w:w="2956" w:type="dxa"/>
            <w:shd w:val="clear" w:color="auto" w:fill="DBE5F1" w:themeFill="accent1" w:themeFillTint="33"/>
          </w:tcPr>
          <w:p w14:paraId="0F3F7DEC" w14:textId="46919EDF" w:rsidR="00535476" w:rsidRDefault="00535476" w:rsidP="00535476">
            <w:pPr>
              <w:rPr>
                <w:b/>
              </w:rPr>
            </w:pPr>
            <w:r w:rsidRPr="00A23E72">
              <w:rPr>
                <w:b/>
              </w:rPr>
              <w:t>Omschrijving/ instructie</w:t>
            </w:r>
          </w:p>
          <w:p w14:paraId="11CE8D18" w14:textId="77777777" w:rsidR="00535476" w:rsidRDefault="00535476" w:rsidP="00535476">
            <w:pPr>
              <w:rPr>
                <w:b/>
              </w:rPr>
            </w:pPr>
          </w:p>
          <w:p w14:paraId="06A09D6D" w14:textId="77777777" w:rsidR="00535476" w:rsidRPr="00A23E72" w:rsidRDefault="00535476" w:rsidP="00535476">
            <w:pPr>
              <w:rPr>
                <w:b/>
              </w:rPr>
            </w:pPr>
          </w:p>
        </w:tc>
        <w:tc>
          <w:tcPr>
            <w:tcW w:w="6106" w:type="dxa"/>
          </w:tcPr>
          <w:p w14:paraId="0D489E04" w14:textId="042688ED" w:rsidR="009639F5" w:rsidRPr="0088426E" w:rsidRDefault="009639F5" w:rsidP="0088426E">
            <w:pPr>
              <w:tabs>
                <w:tab w:val="left" w:pos="3124"/>
              </w:tabs>
              <w:spacing w:line="276" w:lineRule="auto"/>
              <w:rPr>
                <w:b/>
              </w:rPr>
            </w:pPr>
            <w:r w:rsidRPr="0088426E">
              <w:rPr>
                <w:b/>
              </w:rPr>
              <w:t>ORIËNTEREN</w:t>
            </w:r>
          </w:p>
          <w:p w14:paraId="36B50F1D" w14:textId="77777777" w:rsidR="009639F5" w:rsidRPr="0088426E" w:rsidRDefault="009639F5" w:rsidP="0088426E">
            <w:pPr>
              <w:tabs>
                <w:tab w:val="left" w:pos="3124"/>
              </w:tabs>
              <w:spacing w:line="276" w:lineRule="auto"/>
            </w:pPr>
            <w:r w:rsidRPr="0088426E">
              <w:t xml:space="preserve">Lees hoofdstuk 1 en 2 van het boek ‘Effectief Leren’ van </w:t>
            </w:r>
            <w:proofErr w:type="spellStart"/>
            <w:r w:rsidRPr="0088426E">
              <w:t>Ebbens</w:t>
            </w:r>
            <w:proofErr w:type="spellEnd"/>
            <w:r w:rsidRPr="0088426E">
              <w:t>. Zorg dat je de 6 lesfasen van het directe instructiemodel kunt beschrijven en bespreek ze met je SPD.</w:t>
            </w:r>
          </w:p>
          <w:p w14:paraId="4DAC14F0" w14:textId="77777777" w:rsidR="009639F5" w:rsidRPr="0088426E" w:rsidRDefault="009639F5" w:rsidP="0088426E">
            <w:pPr>
              <w:tabs>
                <w:tab w:val="left" w:pos="3124"/>
              </w:tabs>
              <w:spacing w:line="276" w:lineRule="auto"/>
            </w:pPr>
          </w:p>
          <w:p w14:paraId="55366349" w14:textId="5B119C75" w:rsidR="009639F5" w:rsidRPr="0088426E" w:rsidRDefault="009639F5" w:rsidP="0088426E">
            <w:pPr>
              <w:tabs>
                <w:tab w:val="left" w:pos="3124"/>
              </w:tabs>
              <w:spacing w:line="276" w:lineRule="auto"/>
            </w:pPr>
            <w:r w:rsidRPr="0088426E">
              <w:rPr>
                <w:b/>
              </w:rPr>
              <w:t>FOCUSSEN</w:t>
            </w:r>
          </w:p>
          <w:p w14:paraId="228BD956" w14:textId="77777777" w:rsidR="009639F5" w:rsidRPr="0088426E" w:rsidRDefault="009639F5" w:rsidP="0088426E">
            <w:pPr>
              <w:tabs>
                <w:tab w:val="left" w:pos="3124"/>
              </w:tabs>
              <w:spacing w:line="276" w:lineRule="auto"/>
            </w:pPr>
            <w:r w:rsidRPr="0088426E">
              <w:t>Geef een les en laat je SPD tijdens die les het observatiemodel ‘Lesfasen directe instructie’ invullen. Je SPD bekijkt of hij de lesfasen in jouw les herkent. Hij beschrijft hoe je vormgeeft aan deze fasen en de overgangen tussen de fasen.</w:t>
            </w:r>
          </w:p>
          <w:p w14:paraId="5DAC0C42" w14:textId="77777777" w:rsidR="009639F5" w:rsidRPr="0088426E" w:rsidRDefault="009639F5" w:rsidP="0088426E">
            <w:pPr>
              <w:tabs>
                <w:tab w:val="left" w:pos="3124"/>
              </w:tabs>
              <w:spacing w:line="276" w:lineRule="auto"/>
            </w:pPr>
          </w:p>
          <w:p w14:paraId="6A1D8EB5" w14:textId="77777777" w:rsidR="009639F5" w:rsidRPr="0088426E" w:rsidRDefault="009639F5" w:rsidP="0088426E">
            <w:pPr>
              <w:tabs>
                <w:tab w:val="left" w:pos="3124"/>
              </w:tabs>
              <w:spacing w:line="276" w:lineRule="auto"/>
            </w:pPr>
            <w:r w:rsidRPr="0088426E">
              <w:t xml:space="preserve">Kies samen met je SPD aan de hand van deze observatie en je eigen ervaringen één </w:t>
            </w:r>
            <w:proofErr w:type="spellStart"/>
            <w:r w:rsidRPr="0088426E">
              <w:t>lesfase</w:t>
            </w:r>
            <w:proofErr w:type="spellEnd"/>
            <w:r w:rsidRPr="0088426E">
              <w:t xml:space="preserve"> uit waarop je je wilt focussen. Lees nog eens goed na wat </w:t>
            </w:r>
            <w:proofErr w:type="spellStart"/>
            <w:r w:rsidRPr="0088426E">
              <w:t>Ebbens</w:t>
            </w:r>
            <w:proofErr w:type="spellEnd"/>
            <w:r w:rsidRPr="0088426E">
              <w:t xml:space="preserve"> over deze fase vertelt. Je kunt er ook voor kiezen om te focussen op de faseovergangen.</w:t>
            </w:r>
          </w:p>
          <w:p w14:paraId="2C5F2E59" w14:textId="77777777" w:rsidR="009639F5" w:rsidRPr="0088426E" w:rsidRDefault="009639F5" w:rsidP="0088426E">
            <w:pPr>
              <w:tabs>
                <w:tab w:val="left" w:pos="3124"/>
              </w:tabs>
              <w:spacing w:line="276" w:lineRule="auto"/>
            </w:pPr>
          </w:p>
          <w:p w14:paraId="0AF8A720" w14:textId="77777777" w:rsidR="009639F5" w:rsidRPr="0088426E" w:rsidRDefault="009639F5" w:rsidP="0088426E">
            <w:pPr>
              <w:tabs>
                <w:tab w:val="left" w:pos="3124"/>
              </w:tabs>
              <w:spacing w:before="80" w:line="276" w:lineRule="auto"/>
              <w:rPr>
                <w:b/>
              </w:rPr>
            </w:pPr>
            <w:r w:rsidRPr="0088426E">
              <w:rPr>
                <w:b/>
              </w:rPr>
              <w:t>DOEN</w:t>
            </w:r>
          </w:p>
          <w:p w14:paraId="00302349" w14:textId="77777777" w:rsidR="009639F5" w:rsidRPr="0088426E" w:rsidRDefault="009639F5" w:rsidP="0088426E">
            <w:pPr>
              <w:tabs>
                <w:tab w:val="left" w:pos="3124"/>
              </w:tabs>
              <w:spacing w:line="276" w:lineRule="auto"/>
            </w:pPr>
            <w:r w:rsidRPr="0088426E">
              <w:t xml:space="preserve">Bereid een les voor waarbij je speciale aandacht schenkt aan de door jou gekozen </w:t>
            </w:r>
            <w:proofErr w:type="spellStart"/>
            <w:r w:rsidRPr="0088426E">
              <w:t>lesfase</w:t>
            </w:r>
            <w:proofErr w:type="spellEnd"/>
            <w:r w:rsidRPr="0088426E">
              <w:t xml:space="preserve">(overgangen). Bespreek met je SPD hoe je deze fase(overgangen) gaat inrichten en waarom je dat zo wilt doen. Betrek hierbij de theorie uit </w:t>
            </w:r>
            <w:proofErr w:type="spellStart"/>
            <w:r w:rsidRPr="0088426E">
              <w:t>Ebbens</w:t>
            </w:r>
            <w:proofErr w:type="spellEnd"/>
            <w:r w:rsidRPr="0088426E">
              <w:t>.</w:t>
            </w:r>
          </w:p>
          <w:p w14:paraId="5A81D529" w14:textId="77777777" w:rsidR="009639F5" w:rsidRPr="0088426E" w:rsidRDefault="009639F5" w:rsidP="0088426E">
            <w:pPr>
              <w:tabs>
                <w:tab w:val="left" w:pos="3124"/>
              </w:tabs>
              <w:spacing w:line="276" w:lineRule="auto"/>
            </w:pPr>
          </w:p>
          <w:p w14:paraId="51C664E3" w14:textId="77777777" w:rsidR="009639F5" w:rsidRPr="0088426E" w:rsidRDefault="009639F5" w:rsidP="0088426E">
            <w:pPr>
              <w:tabs>
                <w:tab w:val="left" w:pos="3124"/>
              </w:tabs>
              <w:spacing w:line="276" w:lineRule="auto"/>
            </w:pPr>
            <w:r w:rsidRPr="0088426E">
              <w:t>Geef de les en laat je SPD het observatiemodel dat hoort bij de door jou gekozen fase zo concreet en specifiek mogelijk invullen. Focus je op de lesovergangen, gebruik dan weer het observatiemodel ‘Lesfasen directe instructie’.</w:t>
            </w:r>
          </w:p>
          <w:p w14:paraId="374FEA0B" w14:textId="77777777" w:rsidR="009639F5" w:rsidRPr="0088426E" w:rsidRDefault="009639F5" w:rsidP="0088426E">
            <w:pPr>
              <w:tabs>
                <w:tab w:val="left" w:pos="3124"/>
              </w:tabs>
              <w:spacing w:before="80" w:line="276" w:lineRule="auto"/>
            </w:pPr>
          </w:p>
          <w:p w14:paraId="0FD27C85" w14:textId="77777777" w:rsidR="009639F5" w:rsidRPr="0088426E" w:rsidRDefault="009639F5" w:rsidP="0088426E">
            <w:pPr>
              <w:tabs>
                <w:tab w:val="left" w:pos="3124"/>
              </w:tabs>
              <w:spacing w:before="80" w:line="276" w:lineRule="auto"/>
              <w:rPr>
                <w:b/>
              </w:rPr>
            </w:pPr>
            <w:r w:rsidRPr="0088426E">
              <w:rPr>
                <w:b/>
              </w:rPr>
              <w:t>REFLECTEREN</w:t>
            </w:r>
          </w:p>
          <w:p w14:paraId="18FFA999" w14:textId="1B24DC3E" w:rsidR="009639F5" w:rsidRPr="0088426E" w:rsidRDefault="009639F5" w:rsidP="0088426E">
            <w:pPr>
              <w:tabs>
                <w:tab w:val="left" w:pos="3124"/>
              </w:tabs>
              <w:spacing w:line="276" w:lineRule="auto"/>
            </w:pPr>
            <w:r w:rsidRPr="0088426E">
              <w:t xml:space="preserve">Reflecteer aan de hand van je eigen ervaringen op de uitvoering van de door jou gekozen </w:t>
            </w:r>
            <w:proofErr w:type="spellStart"/>
            <w:r w:rsidRPr="0088426E">
              <w:t>lesfase</w:t>
            </w:r>
            <w:proofErr w:type="spellEnd"/>
            <w:r w:rsidRPr="0088426E">
              <w:t xml:space="preserve">(overgangen). Ben je tevreden over het verloop van deze fase(overgangen)? Wat ging goed en wat verdient nog aandacht? Denk hierbij bijvoorbeeld aan je tijdsplanning en het effect van jouw handelen op de leerlingen. Was je gedrag effectief? </w:t>
            </w:r>
          </w:p>
          <w:p w14:paraId="7021FC6E" w14:textId="77777777" w:rsidR="009639F5" w:rsidRPr="0088426E" w:rsidRDefault="009639F5" w:rsidP="0088426E">
            <w:pPr>
              <w:tabs>
                <w:tab w:val="left" w:pos="3124"/>
              </w:tabs>
              <w:spacing w:line="276" w:lineRule="auto"/>
            </w:pPr>
          </w:p>
          <w:p w14:paraId="231A1DAA" w14:textId="77777777" w:rsidR="009639F5" w:rsidRPr="0088426E" w:rsidRDefault="009639F5" w:rsidP="0088426E">
            <w:pPr>
              <w:tabs>
                <w:tab w:val="left" w:pos="3124"/>
              </w:tabs>
              <w:spacing w:line="276" w:lineRule="auto"/>
            </w:pPr>
            <w:r w:rsidRPr="0088426E">
              <w:lastRenderedPageBreak/>
              <w:t>Sluit je reflectie af met een voor jou belangrijke praktijkregel.</w:t>
            </w:r>
          </w:p>
          <w:p w14:paraId="3BF0B662" w14:textId="77777777" w:rsidR="009639F5" w:rsidRPr="0088426E" w:rsidRDefault="009639F5" w:rsidP="0088426E">
            <w:pPr>
              <w:tabs>
                <w:tab w:val="left" w:pos="3124"/>
              </w:tabs>
              <w:spacing w:line="276" w:lineRule="auto"/>
            </w:pPr>
            <w:r w:rsidRPr="0088426E">
              <w:t xml:space="preserve">Bespreek je reflectie met je SPD en vergelijk daarbij jouw eigen ervaringen met de observaties van je SPD. Pas naar aanleiding van dit gesprek je praktijkregel(s) eventueel aan. </w:t>
            </w:r>
          </w:p>
          <w:p w14:paraId="62DDF3DB" w14:textId="77777777" w:rsidR="009639F5" w:rsidRPr="0088426E" w:rsidRDefault="009639F5" w:rsidP="0088426E">
            <w:pPr>
              <w:tabs>
                <w:tab w:val="left" w:pos="3124"/>
              </w:tabs>
              <w:spacing w:line="276" w:lineRule="auto"/>
            </w:pPr>
          </w:p>
          <w:p w14:paraId="1C91AD36" w14:textId="77777777" w:rsidR="009639F5" w:rsidRPr="0088426E" w:rsidRDefault="009639F5" w:rsidP="0088426E">
            <w:pPr>
              <w:tabs>
                <w:tab w:val="left" w:pos="3124"/>
              </w:tabs>
              <w:spacing w:before="80" w:line="276" w:lineRule="auto"/>
              <w:rPr>
                <w:b/>
              </w:rPr>
            </w:pPr>
            <w:r w:rsidRPr="0088426E">
              <w:rPr>
                <w:b/>
              </w:rPr>
              <w:t>NOG EEN KEER</w:t>
            </w:r>
          </w:p>
          <w:p w14:paraId="1A4C4B2E" w14:textId="0EFBDF7C" w:rsidR="009639F5" w:rsidRPr="0088426E" w:rsidRDefault="009639F5" w:rsidP="0088426E">
            <w:pPr>
              <w:tabs>
                <w:tab w:val="left" w:pos="3124"/>
              </w:tabs>
              <w:spacing w:line="276" w:lineRule="auto"/>
            </w:pPr>
            <w:r w:rsidRPr="0088426E">
              <w:t>Bereid nogmaals een les voor met de focus op de betreffende fase(overgangen). Houd hierbij rekening met de aandachtspunten die voortkwamen uit je eerste les. Probeer je praktijkregel in praktijk te brengen. Geef ook deze les en laat je SPD weer observeren met het juiste model.</w:t>
            </w:r>
          </w:p>
          <w:p w14:paraId="6FB94D9E" w14:textId="77777777" w:rsidR="009639F5" w:rsidRPr="0088426E" w:rsidRDefault="009639F5" w:rsidP="0088426E">
            <w:pPr>
              <w:tabs>
                <w:tab w:val="left" w:pos="3124"/>
              </w:tabs>
              <w:spacing w:line="276" w:lineRule="auto"/>
            </w:pPr>
          </w:p>
          <w:p w14:paraId="7BECE86B" w14:textId="77777777" w:rsidR="009639F5" w:rsidRPr="0088426E" w:rsidRDefault="009639F5" w:rsidP="0088426E">
            <w:pPr>
              <w:tabs>
                <w:tab w:val="left" w:pos="3124"/>
              </w:tabs>
              <w:spacing w:before="80" w:line="276" w:lineRule="auto"/>
              <w:rPr>
                <w:b/>
              </w:rPr>
            </w:pPr>
            <w:r w:rsidRPr="0088426E">
              <w:rPr>
                <w:b/>
              </w:rPr>
              <w:t>VOLGENDE FASE?</w:t>
            </w:r>
          </w:p>
          <w:p w14:paraId="4A9D405D" w14:textId="77777777" w:rsidR="009639F5" w:rsidRPr="0088426E" w:rsidRDefault="009639F5" w:rsidP="0088426E">
            <w:pPr>
              <w:tabs>
                <w:tab w:val="left" w:pos="3124"/>
              </w:tabs>
              <w:spacing w:line="276" w:lineRule="auto"/>
            </w:pPr>
            <w:r w:rsidRPr="0088426E">
              <w:t>Reflecteer ook nu weer op de gekozen fase(overgangen) en bepaal of je tevreden bent met het resultaat. Leidt dit tot een bijstelling of aanvulling op je praktijkregel(s)? Bespreek je reflectie met je SPD en betrek hierbij zijn observatie.</w:t>
            </w:r>
          </w:p>
          <w:p w14:paraId="32E3A1BB" w14:textId="77777777" w:rsidR="009639F5" w:rsidRPr="0088426E" w:rsidRDefault="009639F5" w:rsidP="0088426E">
            <w:pPr>
              <w:tabs>
                <w:tab w:val="left" w:pos="3124"/>
              </w:tabs>
              <w:spacing w:line="276" w:lineRule="auto"/>
            </w:pPr>
          </w:p>
          <w:p w14:paraId="0DBB146B" w14:textId="77777777" w:rsidR="009639F5" w:rsidRPr="0088426E" w:rsidRDefault="009639F5" w:rsidP="0088426E">
            <w:pPr>
              <w:tabs>
                <w:tab w:val="left" w:pos="3124"/>
              </w:tabs>
              <w:spacing w:line="276" w:lineRule="auto"/>
            </w:pPr>
            <w:r w:rsidRPr="0088426E">
              <w:t xml:space="preserve">Je zou nu nog een les kunnen focussen op dezelfde </w:t>
            </w:r>
            <w:proofErr w:type="spellStart"/>
            <w:r w:rsidRPr="0088426E">
              <w:t>lesfase</w:t>
            </w:r>
            <w:proofErr w:type="spellEnd"/>
            <w:r w:rsidRPr="0088426E">
              <w:t xml:space="preserve">(overgangen). Als jij en je SPD al tevreden zijn over het resultaat kun je ook overstappen naar een andere fase. </w:t>
            </w:r>
          </w:p>
          <w:p w14:paraId="5AC40CD4" w14:textId="5D0AFE2C" w:rsidR="00535476" w:rsidRPr="0088426E" w:rsidRDefault="009639F5" w:rsidP="0088426E">
            <w:pPr>
              <w:spacing w:before="100" w:beforeAutospacing="1" w:after="100" w:afterAutospacing="1" w:line="276" w:lineRule="auto"/>
            </w:pPr>
            <w:r w:rsidRPr="0088426E">
              <w:t>Voer dan opnieuw de bovenstaande stappen uit.</w:t>
            </w:r>
          </w:p>
        </w:tc>
      </w:tr>
      <w:tr w:rsidR="00535476" w14:paraId="4C746733" w14:textId="77777777" w:rsidTr="0088426E">
        <w:trPr>
          <w:trHeight w:val="770"/>
        </w:trPr>
        <w:tc>
          <w:tcPr>
            <w:tcW w:w="2956" w:type="dxa"/>
            <w:shd w:val="clear" w:color="auto" w:fill="DBE5F1" w:themeFill="accent1" w:themeFillTint="33"/>
          </w:tcPr>
          <w:p w14:paraId="5ECE5486" w14:textId="4FB071AD" w:rsidR="00535476" w:rsidRPr="00A23E72" w:rsidRDefault="00535476" w:rsidP="00535476">
            <w:pPr>
              <w:rPr>
                <w:b/>
              </w:rPr>
            </w:pPr>
            <w:r>
              <w:rPr>
                <w:b/>
              </w:rPr>
              <w:lastRenderedPageBreak/>
              <w:t>Resultaatverwachting</w:t>
            </w:r>
          </w:p>
        </w:tc>
        <w:tc>
          <w:tcPr>
            <w:tcW w:w="6106" w:type="dxa"/>
          </w:tcPr>
          <w:p w14:paraId="7BDB7C43" w14:textId="32E7FCDE" w:rsidR="009639F5" w:rsidRPr="0088426E" w:rsidRDefault="009639F5" w:rsidP="0088426E">
            <w:pPr>
              <w:spacing w:line="276" w:lineRule="auto"/>
            </w:pPr>
            <w:r w:rsidRPr="0088426E">
              <w:t>In de volgende documenten beschrijf je hoe je aan dit leerdoel hebt gewerkt en waar je nu staat:</w:t>
            </w:r>
            <w:r w:rsidRPr="0088426E">
              <w:br/>
            </w:r>
          </w:p>
          <w:p w14:paraId="2E3AFE91" w14:textId="77777777" w:rsidR="009639F5" w:rsidRPr="0088426E" w:rsidRDefault="009639F5" w:rsidP="0088426E">
            <w:pPr>
              <w:numPr>
                <w:ilvl w:val="0"/>
                <w:numId w:val="13"/>
              </w:numPr>
              <w:spacing w:line="276" w:lineRule="auto"/>
            </w:pPr>
            <w:r w:rsidRPr="0088426E">
              <w:t>weekreflectie(s)</w:t>
            </w:r>
          </w:p>
          <w:p w14:paraId="2844CDA1" w14:textId="77777777" w:rsidR="009639F5" w:rsidRPr="0088426E" w:rsidRDefault="009639F5" w:rsidP="0088426E">
            <w:pPr>
              <w:numPr>
                <w:ilvl w:val="0"/>
                <w:numId w:val="13"/>
              </w:numPr>
              <w:spacing w:line="276" w:lineRule="auto"/>
            </w:pPr>
            <w:r w:rsidRPr="0088426E">
              <w:t>zelfevaluatie student bij tussen- en eindevaluatie</w:t>
            </w:r>
          </w:p>
          <w:p w14:paraId="1406D4C6" w14:textId="77777777" w:rsidR="009639F5" w:rsidRPr="0088426E" w:rsidRDefault="009639F5" w:rsidP="0088426E">
            <w:pPr>
              <w:spacing w:line="276" w:lineRule="auto"/>
              <w:ind w:left="360"/>
            </w:pPr>
          </w:p>
          <w:p w14:paraId="2C8D86AD" w14:textId="47FA2B81" w:rsidR="005B6283" w:rsidRPr="0088426E" w:rsidRDefault="009639F5" w:rsidP="0088426E">
            <w:pPr>
              <w:spacing w:line="276" w:lineRule="auto"/>
            </w:pPr>
            <w:r w:rsidRPr="0088426E">
              <w:t xml:space="preserve">Ondersteun de documenten evt. met een video-opname en je </w:t>
            </w:r>
            <w:r w:rsidRPr="0088426E">
              <w:br/>
              <w:t>lesvoorbereiding(en) en observatieformulier(en).</w:t>
            </w:r>
            <w:r w:rsidRPr="0088426E">
              <w:br/>
            </w:r>
          </w:p>
        </w:tc>
      </w:tr>
      <w:tr w:rsidR="00535476" w14:paraId="2FE8E069" w14:textId="77777777" w:rsidTr="0088426E">
        <w:tc>
          <w:tcPr>
            <w:tcW w:w="2956" w:type="dxa"/>
            <w:shd w:val="clear" w:color="auto" w:fill="DBE5F1" w:themeFill="accent1" w:themeFillTint="33"/>
          </w:tcPr>
          <w:p w14:paraId="28A7ECE4" w14:textId="3A361A2C" w:rsidR="00535476" w:rsidRDefault="00535476" w:rsidP="00535476">
            <w:pPr>
              <w:rPr>
                <w:b/>
              </w:rPr>
            </w:pPr>
            <w:r>
              <w:rPr>
                <w:b/>
              </w:rPr>
              <w:t>Evaluatie</w:t>
            </w:r>
          </w:p>
          <w:p w14:paraId="4D37A6BE" w14:textId="77777777" w:rsidR="00535476" w:rsidRDefault="00535476" w:rsidP="00535476">
            <w:pPr>
              <w:rPr>
                <w:b/>
              </w:rPr>
            </w:pPr>
          </w:p>
          <w:p w14:paraId="6B049E8A" w14:textId="77777777" w:rsidR="00535476" w:rsidRDefault="00535476" w:rsidP="00535476">
            <w:pPr>
              <w:rPr>
                <w:b/>
              </w:rPr>
            </w:pPr>
          </w:p>
          <w:p w14:paraId="3EC0E393" w14:textId="77777777" w:rsidR="00535476" w:rsidRPr="00A23E72" w:rsidRDefault="00535476" w:rsidP="00535476">
            <w:pPr>
              <w:rPr>
                <w:b/>
              </w:rPr>
            </w:pPr>
          </w:p>
        </w:tc>
        <w:tc>
          <w:tcPr>
            <w:tcW w:w="6106" w:type="dxa"/>
          </w:tcPr>
          <w:p w14:paraId="08E763B6" w14:textId="4033F475" w:rsidR="00535476" w:rsidRPr="0088426E" w:rsidRDefault="009639F5" w:rsidP="0088426E">
            <w:pPr>
              <w:spacing w:before="100" w:beforeAutospacing="1" w:after="100" w:afterAutospacing="1" w:line="276" w:lineRule="auto"/>
              <w:rPr>
                <w:color w:val="000000"/>
                <w:lang w:eastAsia="en-US"/>
              </w:rPr>
            </w:pPr>
            <w:r w:rsidRPr="0088426E">
              <w:t>Je SPD beschrijft in de tussen- en/of eindbeoordeling hoe je gegroeid bent ten aanzien van dit leerdoel en wat je hebt gedaan om dit te bereiken.</w:t>
            </w:r>
          </w:p>
        </w:tc>
      </w:tr>
      <w:tr w:rsidR="00535476" w14:paraId="51B9DDEE" w14:textId="77777777" w:rsidTr="0088426E">
        <w:tc>
          <w:tcPr>
            <w:tcW w:w="2956" w:type="dxa"/>
            <w:shd w:val="clear" w:color="auto" w:fill="DBE5F1" w:themeFill="accent1" w:themeFillTint="33"/>
          </w:tcPr>
          <w:p w14:paraId="13F5E4D4" w14:textId="77777777" w:rsidR="00535476" w:rsidRDefault="00535476" w:rsidP="00535476">
            <w:pPr>
              <w:rPr>
                <w:b/>
              </w:rPr>
            </w:pPr>
            <w:r>
              <w:rPr>
                <w:b/>
              </w:rPr>
              <w:t>Aanbevolen literatuur/bronnen</w:t>
            </w:r>
          </w:p>
          <w:p w14:paraId="669502C5" w14:textId="77777777" w:rsidR="00535476" w:rsidRPr="00A23E72" w:rsidRDefault="00535476" w:rsidP="00535476">
            <w:pPr>
              <w:rPr>
                <w:b/>
              </w:rPr>
            </w:pPr>
          </w:p>
        </w:tc>
        <w:tc>
          <w:tcPr>
            <w:tcW w:w="6106" w:type="dxa"/>
          </w:tcPr>
          <w:p w14:paraId="7D982B16" w14:textId="04590A5C" w:rsidR="00535476" w:rsidRPr="0088426E" w:rsidRDefault="009639F5" w:rsidP="0088426E">
            <w:pPr>
              <w:pStyle w:val="Normaalweb"/>
              <w:spacing w:line="276" w:lineRule="auto"/>
              <w:ind w:left="709" w:hanging="709"/>
              <w:rPr>
                <w:color w:val="000000"/>
                <w:lang w:val="nl-NL"/>
              </w:rPr>
            </w:pPr>
            <w:proofErr w:type="spellStart"/>
            <w:r w:rsidRPr="0088426E">
              <w:rPr>
                <w:lang w:val="nl-NL"/>
              </w:rPr>
              <w:t>Ebbens</w:t>
            </w:r>
            <w:proofErr w:type="spellEnd"/>
            <w:r w:rsidRPr="0088426E">
              <w:rPr>
                <w:lang w:val="nl-NL"/>
              </w:rPr>
              <w:t xml:space="preserve">, S., &amp; Ettekoven, S. (2005). </w:t>
            </w:r>
            <w:r w:rsidRPr="0088426E">
              <w:rPr>
                <w:i/>
                <w:lang w:val="nl-NL"/>
              </w:rPr>
              <w:t>Effectief leren basisboek.</w:t>
            </w:r>
            <w:r w:rsidRPr="0088426E">
              <w:rPr>
                <w:lang w:val="nl-NL"/>
              </w:rPr>
              <w:t xml:space="preserve"> Noordhoff Uitgevers BV.</w:t>
            </w:r>
          </w:p>
        </w:tc>
      </w:tr>
      <w:tr w:rsidR="00535476" w14:paraId="30874A45" w14:textId="77777777" w:rsidTr="0088426E">
        <w:tc>
          <w:tcPr>
            <w:tcW w:w="2956" w:type="dxa"/>
            <w:shd w:val="clear" w:color="auto" w:fill="DBE5F1" w:themeFill="accent1" w:themeFillTint="33"/>
          </w:tcPr>
          <w:p w14:paraId="4C9D7E12" w14:textId="42DBF30D" w:rsidR="00535476" w:rsidRDefault="00535476" w:rsidP="00535476">
            <w:pPr>
              <w:rPr>
                <w:b/>
              </w:rPr>
            </w:pPr>
            <w:r>
              <w:rPr>
                <w:b/>
              </w:rPr>
              <w:t>Bijlage</w:t>
            </w:r>
            <w:r w:rsidR="005B6283">
              <w:rPr>
                <w:b/>
              </w:rPr>
              <w:t>n</w:t>
            </w:r>
          </w:p>
        </w:tc>
        <w:tc>
          <w:tcPr>
            <w:tcW w:w="6106" w:type="dxa"/>
          </w:tcPr>
          <w:p w14:paraId="58B12D0F" w14:textId="106004B1" w:rsidR="009639F5" w:rsidRPr="0088426E" w:rsidRDefault="00E920CA" w:rsidP="0088426E">
            <w:pPr>
              <w:tabs>
                <w:tab w:val="left" w:pos="3124"/>
              </w:tabs>
              <w:spacing w:line="276" w:lineRule="auto"/>
            </w:pPr>
            <w:r w:rsidRPr="0088426E">
              <w:t>Bijlage I: Observatieformulier Lesfasen directe instructie</w:t>
            </w:r>
          </w:p>
          <w:p w14:paraId="50FA61D0" w14:textId="3F80E82B" w:rsidR="00535476" w:rsidRPr="0088426E" w:rsidRDefault="009639F5" w:rsidP="0088426E">
            <w:pPr>
              <w:spacing w:line="276" w:lineRule="auto"/>
            </w:pPr>
            <w:r w:rsidRPr="0088426E">
              <w:t xml:space="preserve">Bijlage II: Observatieformulieren per </w:t>
            </w:r>
            <w:proofErr w:type="spellStart"/>
            <w:r w:rsidRPr="0088426E">
              <w:t>lesfase</w:t>
            </w:r>
            <w:proofErr w:type="spellEnd"/>
          </w:p>
        </w:tc>
      </w:tr>
    </w:tbl>
    <w:p w14:paraId="14C82944" w14:textId="77777777" w:rsidR="004B6E13" w:rsidRDefault="004B6E13"/>
    <w:sectPr w:rsidR="004B6E13" w:rsidSect="00D97C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32715"/>
    <w:multiLevelType w:val="multilevel"/>
    <w:tmpl w:val="3AEE2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645BC5"/>
    <w:multiLevelType w:val="hybridMultilevel"/>
    <w:tmpl w:val="EF7C009C"/>
    <w:lvl w:ilvl="0" w:tplc="DBAE5ED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3141CB"/>
    <w:multiLevelType w:val="multilevel"/>
    <w:tmpl w:val="A7807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3F6ED4"/>
    <w:multiLevelType w:val="hybridMultilevel"/>
    <w:tmpl w:val="D0B8DCD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4E7756"/>
    <w:multiLevelType w:val="hybridMultilevel"/>
    <w:tmpl w:val="0E88F7EE"/>
    <w:lvl w:ilvl="0" w:tplc="0409000B">
      <w:start w:val="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C44CBA"/>
    <w:multiLevelType w:val="multilevel"/>
    <w:tmpl w:val="7DD84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B903E6"/>
    <w:multiLevelType w:val="multilevel"/>
    <w:tmpl w:val="6E727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3D48FE"/>
    <w:multiLevelType w:val="multilevel"/>
    <w:tmpl w:val="F6189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354F25"/>
    <w:multiLevelType w:val="hybridMultilevel"/>
    <w:tmpl w:val="2E2EF14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9" w15:restartNumberingAfterBreak="0">
    <w:nsid w:val="63322E0E"/>
    <w:multiLevelType w:val="multilevel"/>
    <w:tmpl w:val="2FFAD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8D297F"/>
    <w:multiLevelType w:val="multilevel"/>
    <w:tmpl w:val="438E0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9E921A3"/>
    <w:multiLevelType w:val="hybridMultilevel"/>
    <w:tmpl w:val="CFF46400"/>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D061483"/>
    <w:multiLevelType w:val="multilevel"/>
    <w:tmpl w:val="3558C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0"/>
  </w:num>
  <w:num w:numId="3">
    <w:abstractNumId w:val="11"/>
  </w:num>
  <w:num w:numId="4">
    <w:abstractNumId w:val="3"/>
  </w:num>
  <w:num w:numId="5">
    <w:abstractNumId w:val="1"/>
  </w:num>
  <w:num w:numId="6">
    <w:abstractNumId w:val="0"/>
  </w:num>
  <w:num w:numId="7">
    <w:abstractNumId w:val="6"/>
  </w:num>
  <w:num w:numId="8">
    <w:abstractNumId w:val="7"/>
  </w:num>
  <w:num w:numId="9">
    <w:abstractNumId w:val="5"/>
  </w:num>
  <w:num w:numId="10">
    <w:abstractNumId w:val="2"/>
  </w:num>
  <w:num w:numId="11">
    <w:abstractNumId w:val="9"/>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E13"/>
    <w:rsid w:val="000060C3"/>
    <w:rsid w:val="0000738A"/>
    <w:rsid w:val="0005721D"/>
    <w:rsid w:val="00091F31"/>
    <w:rsid w:val="000D265D"/>
    <w:rsid w:val="00233AEA"/>
    <w:rsid w:val="00235CC1"/>
    <w:rsid w:val="00252B88"/>
    <w:rsid w:val="002A5C6B"/>
    <w:rsid w:val="0033486F"/>
    <w:rsid w:val="00393C45"/>
    <w:rsid w:val="003D50EA"/>
    <w:rsid w:val="004B6E13"/>
    <w:rsid w:val="00531A9E"/>
    <w:rsid w:val="00535476"/>
    <w:rsid w:val="005917D3"/>
    <w:rsid w:val="005B6283"/>
    <w:rsid w:val="005D3620"/>
    <w:rsid w:val="00607175"/>
    <w:rsid w:val="00611FDD"/>
    <w:rsid w:val="006B71AC"/>
    <w:rsid w:val="006F6554"/>
    <w:rsid w:val="0074498B"/>
    <w:rsid w:val="00753827"/>
    <w:rsid w:val="0088426E"/>
    <w:rsid w:val="009639F5"/>
    <w:rsid w:val="009A0AD3"/>
    <w:rsid w:val="00A1421C"/>
    <w:rsid w:val="00A23E72"/>
    <w:rsid w:val="00A67E51"/>
    <w:rsid w:val="00B046F5"/>
    <w:rsid w:val="00B05470"/>
    <w:rsid w:val="00C155FB"/>
    <w:rsid w:val="00D35729"/>
    <w:rsid w:val="00D60425"/>
    <w:rsid w:val="00D65B05"/>
    <w:rsid w:val="00D97C54"/>
    <w:rsid w:val="00DD3A81"/>
    <w:rsid w:val="00E63F53"/>
    <w:rsid w:val="00E920CA"/>
    <w:rsid w:val="00E97484"/>
    <w:rsid w:val="00F56E66"/>
    <w:rsid w:val="00FF15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BCE77B"/>
  <w15:docId w15:val="{D259BBF1-B5B0-451D-87A9-C17B8DE6D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97C54"/>
    <w:rPr>
      <w:sz w:val="24"/>
      <w:szCs w:val="24"/>
    </w:rPr>
  </w:style>
  <w:style w:type="paragraph" w:styleId="Kop1">
    <w:name w:val="heading 1"/>
    <w:basedOn w:val="Standaard"/>
    <w:next w:val="Standaard"/>
    <w:link w:val="Kop1Char"/>
    <w:qFormat/>
    <w:rsid w:val="0088426E"/>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rsid w:val="00A23E72"/>
    <w:rPr>
      <w:sz w:val="16"/>
      <w:szCs w:val="16"/>
    </w:rPr>
  </w:style>
  <w:style w:type="paragraph" w:styleId="Tekstopmerking">
    <w:name w:val="annotation text"/>
    <w:basedOn w:val="Standaard"/>
    <w:link w:val="TekstopmerkingChar"/>
    <w:rsid w:val="00A23E72"/>
    <w:rPr>
      <w:sz w:val="20"/>
      <w:szCs w:val="20"/>
    </w:rPr>
  </w:style>
  <w:style w:type="character" w:customStyle="1" w:styleId="TekstopmerkingChar">
    <w:name w:val="Tekst opmerking Char"/>
    <w:basedOn w:val="Standaardalinea-lettertype"/>
    <w:link w:val="Tekstopmerking"/>
    <w:rsid w:val="00A23E72"/>
  </w:style>
  <w:style w:type="paragraph" w:styleId="Onderwerpvanopmerking">
    <w:name w:val="annotation subject"/>
    <w:basedOn w:val="Tekstopmerking"/>
    <w:next w:val="Tekstopmerking"/>
    <w:link w:val="OnderwerpvanopmerkingChar"/>
    <w:rsid w:val="00A23E72"/>
    <w:rPr>
      <w:b/>
      <w:bCs/>
    </w:rPr>
  </w:style>
  <w:style w:type="character" w:customStyle="1" w:styleId="OnderwerpvanopmerkingChar">
    <w:name w:val="Onderwerp van opmerking Char"/>
    <w:basedOn w:val="TekstopmerkingChar"/>
    <w:link w:val="Onderwerpvanopmerking"/>
    <w:rsid w:val="00A23E72"/>
    <w:rPr>
      <w:b/>
      <w:bCs/>
    </w:rPr>
  </w:style>
  <w:style w:type="paragraph" w:styleId="Ballontekst">
    <w:name w:val="Balloon Text"/>
    <w:basedOn w:val="Standaard"/>
    <w:link w:val="BallontekstChar"/>
    <w:rsid w:val="00A23E72"/>
    <w:rPr>
      <w:rFonts w:ascii="Tahoma" w:hAnsi="Tahoma" w:cs="Tahoma"/>
      <w:sz w:val="16"/>
      <w:szCs w:val="16"/>
    </w:rPr>
  </w:style>
  <w:style w:type="character" w:customStyle="1" w:styleId="BallontekstChar">
    <w:name w:val="Ballontekst Char"/>
    <w:basedOn w:val="Standaardalinea-lettertype"/>
    <w:link w:val="Ballontekst"/>
    <w:rsid w:val="00A23E72"/>
    <w:rPr>
      <w:rFonts w:ascii="Tahoma" w:hAnsi="Tahoma" w:cs="Tahoma"/>
      <w:sz w:val="16"/>
      <w:szCs w:val="16"/>
    </w:rPr>
  </w:style>
  <w:style w:type="paragraph" w:styleId="Normaalweb">
    <w:name w:val="Normal (Web)"/>
    <w:basedOn w:val="Standaard"/>
    <w:uiPriority w:val="99"/>
    <w:unhideWhenUsed/>
    <w:rsid w:val="0000738A"/>
    <w:pPr>
      <w:spacing w:before="100" w:beforeAutospacing="1" w:after="100" w:afterAutospacing="1"/>
    </w:pPr>
    <w:rPr>
      <w:lang w:val="en-US" w:eastAsia="en-US"/>
    </w:rPr>
  </w:style>
  <w:style w:type="character" w:styleId="Zwaar">
    <w:name w:val="Strong"/>
    <w:basedOn w:val="Standaardalinea-lettertype"/>
    <w:uiPriority w:val="22"/>
    <w:qFormat/>
    <w:rsid w:val="0000738A"/>
    <w:rPr>
      <w:b/>
      <w:bCs/>
    </w:rPr>
  </w:style>
  <w:style w:type="paragraph" w:styleId="Lijstalinea">
    <w:name w:val="List Paragraph"/>
    <w:basedOn w:val="Standaard"/>
    <w:uiPriority w:val="34"/>
    <w:qFormat/>
    <w:rsid w:val="005D3620"/>
    <w:pPr>
      <w:ind w:left="720"/>
      <w:contextualSpacing/>
    </w:pPr>
  </w:style>
  <w:style w:type="character" w:customStyle="1" w:styleId="Kop1Char">
    <w:name w:val="Kop 1 Char"/>
    <w:basedOn w:val="Standaardalinea-lettertype"/>
    <w:link w:val="Kop1"/>
    <w:rsid w:val="0088426E"/>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683512">
      <w:bodyDiv w:val="1"/>
      <w:marLeft w:val="120"/>
      <w:marRight w:val="120"/>
      <w:marTop w:val="120"/>
      <w:marBottom w:val="120"/>
      <w:divBdr>
        <w:top w:val="none" w:sz="0" w:space="0" w:color="auto"/>
        <w:left w:val="none" w:sz="0" w:space="0" w:color="auto"/>
        <w:bottom w:val="none" w:sz="0" w:space="0" w:color="auto"/>
        <w:right w:val="none" w:sz="0" w:space="0" w:color="auto"/>
      </w:divBdr>
    </w:div>
    <w:div w:id="367995449">
      <w:bodyDiv w:val="1"/>
      <w:marLeft w:val="120"/>
      <w:marRight w:val="120"/>
      <w:marTop w:val="120"/>
      <w:marBottom w:val="120"/>
      <w:divBdr>
        <w:top w:val="none" w:sz="0" w:space="0" w:color="auto"/>
        <w:left w:val="none" w:sz="0" w:space="0" w:color="auto"/>
        <w:bottom w:val="none" w:sz="0" w:space="0" w:color="auto"/>
        <w:right w:val="none" w:sz="0" w:space="0" w:color="auto"/>
      </w:divBdr>
    </w:div>
    <w:div w:id="370955038">
      <w:bodyDiv w:val="1"/>
      <w:marLeft w:val="120"/>
      <w:marRight w:val="120"/>
      <w:marTop w:val="120"/>
      <w:marBottom w:val="120"/>
      <w:divBdr>
        <w:top w:val="none" w:sz="0" w:space="0" w:color="auto"/>
        <w:left w:val="none" w:sz="0" w:space="0" w:color="auto"/>
        <w:bottom w:val="none" w:sz="0" w:space="0" w:color="auto"/>
        <w:right w:val="none" w:sz="0" w:space="0" w:color="auto"/>
      </w:divBdr>
    </w:div>
    <w:div w:id="378556427">
      <w:bodyDiv w:val="1"/>
      <w:marLeft w:val="0"/>
      <w:marRight w:val="0"/>
      <w:marTop w:val="0"/>
      <w:marBottom w:val="0"/>
      <w:divBdr>
        <w:top w:val="none" w:sz="0" w:space="0" w:color="auto"/>
        <w:left w:val="none" w:sz="0" w:space="0" w:color="auto"/>
        <w:bottom w:val="none" w:sz="0" w:space="0" w:color="auto"/>
        <w:right w:val="none" w:sz="0" w:space="0" w:color="auto"/>
      </w:divBdr>
      <w:divsChild>
        <w:div w:id="523709861">
          <w:marLeft w:val="0"/>
          <w:marRight w:val="0"/>
          <w:marTop w:val="0"/>
          <w:marBottom w:val="0"/>
          <w:divBdr>
            <w:top w:val="none" w:sz="0" w:space="0" w:color="auto"/>
            <w:left w:val="none" w:sz="0" w:space="0" w:color="auto"/>
            <w:bottom w:val="none" w:sz="0" w:space="0" w:color="auto"/>
            <w:right w:val="none" w:sz="0" w:space="0" w:color="auto"/>
          </w:divBdr>
          <w:divsChild>
            <w:div w:id="1072241653">
              <w:marLeft w:val="0"/>
              <w:marRight w:val="0"/>
              <w:marTop w:val="0"/>
              <w:marBottom w:val="0"/>
              <w:divBdr>
                <w:top w:val="none" w:sz="0" w:space="0" w:color="auto"/>
                <w:left w:val="none" w:sz="0" w:space="0" w:color="auto"/>
                <w:bottom w:val="none" w:sz="0" w:space="0" w:color="auto"/>
                <w:right w:val="none" w:sz="0" w:space="0" w:color="auto"/>
              </w:divBdr>
              <w:divsChild>
                <w:div w:id="164056892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06217483">
      <w:bodyDiv w:val="1"/>
      <w:marLeft w:val="120"/>
      <w:marRight w:val="120"/>
      <w:marTop w:val="120"/>
      <w:marBottom w:val="120"/>
      <w:divBdr>
        <w:top w:val="none" w:sz="0" w:space="0" w:color="auto"/>
        <w:left w:val="none" w:sz="0" w:space="0" w:color="auto"/>
        <w:bottom w:val="none" w:sz="0" w:space="0" w:color="auto"/>
        <w:right w:val="none" w:sz="0" w:space="0" w:color="auto"/>
      </w:divBdr>
    </w:div>
    <w:div w:id="732389563">
      <w:bodyDiv w:val="1"/>
      <w:marLeft w:val="120"/>
      <w:marRight w:val="120"/>
      <w:marTop w:val="120"/>
      <w:marBottom w:val="120"/>
      <w:divBdr>
        <w:top w:val="none" w:sz="0" w:space="0" w:color="auto"/>
        <w:left w:val="none" w:sz="0" w:space="0" w:color="auto"/>
        <w:bottom w:val="none" w:sz="0" w:space="0" w:color="auto"/>
        <w:right w:val="none" w:sz="0" w:space="0" w:color="auto"/>
      </w:divBdr>
    </w:div>
    <w:div w:id="780689871">
      <w:bodyDiv w:val="1"/>
      <w:marLeft w:val="120"/>
      <w:marRight w:val="120"/>
      <w:marTop w:val="120"/>
      <w:marBottom w:val="120"/>
      <w:divBdr>
        <w:top w:val="none" w:sz="0" w:space="0" w:color="auto"/>
        <w:left w:val="none" w:sz="0" w:space="0" w:color="auto"/>
        <w:bottom w:val="none" w:sz="0" w:space="0" w:color="auto"/>
        <w:right w:val="none" w:sz="0" w:space="0" w:color="auto"/>
      </w:divBdr>
    </w:div>
    <w:div w:id="807669053">
      <w:bodyDiv w:val="1"/>
      <w:marLeft w:val="120"/>
      <w:marRight w:val="120"/>
      <w:marTop w:val="120"/>
      <w:marBottom w:val="120"/>
      <w:divBdr>
        <w:top w:val="none" w:sz="0" w:space="0" w:color="auto"/>
        <w:left w:val="none" w:sz="0" w:space="0" w:color="auto"/>
        <w:bottom w:val="none" w:sz="0" w:space="0" w:color="auto"/>
        <w:right w:val="none" w:sz="0" w:space="0" w:color="auto"/>
      </w:divBdr>
    </w:div>
    <w:div w:id="832843830">
      <w:bodyDiv w:val="1"/>
      <w:marLeft w:val="120"/>
      <w:marRight w:val="120"/>
      <w:marTop w:val="120"/>
      <w:marBottom w:val="120"/>
      <w:divBdr>
        <w:top w:val="none" w:sz="0" w:space="0" w:color="auto"/>
        <w:left w:val="none" w:sz="0" w:space="0" w:color="auto"/>
        <w:bottom w:val="none" w:sz="0" w:space="0" w:color="auto"/>
        <w:right w:val="none" w:sz="0" w:space="0" w:color="auto"/>
      </w:divBdr>
    </w:div>
    <w:div w:id="927471104">
      <w:bodyDiv w:val="1"/>
      <w:marLeft w:val="120"/>
      <w:marRight w:val="120"/>
      <w:marTop w:val="120"/>
      <w:marBottom w:val="120"/>
      <w:divBdr>
        <w:top w:val="none" w:sz="0" w:space="0" w:color="auto"/>
        <w:left w:val="none" w:sz="0" w:space="0" w:color="auto"/>
        <w:bottom w:val="none" w:sz="0" w:space="0" w:color="auto"/>
        <w:right w:val="none" w:sz="0" w:space="0" w:color="auto"/>
      </w:divBdr>
    </w:div>
    <w:div w:id="1007755893">
      <w:bodyDiv w:val="1"/>
      <w:marLeft w:val="120"/>
      <w:marRight w:val="120"/>
      <w:marTop w:val="120"/>
      <w:marBottom w:val="120"/>
      <w:divBdr>
        <w:top w:val="none" w:sz="0" w:space="0" w:color="auto"/>
        <w:left w:val="none" w:sz="0" w:space="0" w:color="auto"/>
        <w:bottom w:val="none" w:sz="0" w:space="0" w:color="auto"/>
        <w:right w:val="none" w:sz="0" w:space="0" w:color="auto"/>
      </w:divBdr>
    </w:div>
    <w:div w:id="1066025997">
      <w:bodyDiv w:val="1"/>
      <w:marLeft w:val="120"/>
      <w:marRight w:val="120"/>
      <w:marTop w:val="120"/>
      <w:marBottom w:val="120"/>
      <w:divBdr>
        <w:top w:val="none" w:sz="0" w:space="0" w:color="auto"/>
        <w:left w:val="none" w:sz="0" w:space="0" w:color="auto"/>
        <w:bottom w:val="none" w:sz="0" w:space="0" w:color="auto"/>
        <w:right w:val="none" w:sz="0" w:space="0" w:color="auto"/>
      </w:divBdr>
    </w:div>
    <w:div w:id="1334532130">
      <w:bodyDiv w:val="1"/>
      <w:marLeft w:val="120"/>
      <w:marRight w:val="120"/>
      <w:marTop w:val="120"/>
      <w:marBottom w:val="120"/>
      <w:divBdr>
        <w:top w:val="none" w:sz="0" w:space="0" w:color="auto"/>
        <w:left w:val="none" w:sz="0" w:space="0" w:color="auto"/>
        <w:bottom w:val="none" w:sz="0" w:space="0" w:color="auto"/>
        <w:right w:val="none" w:sz="0" w:space="0" w:color="auto"/>
      </w:divBdr>
    </w:div>
    <w:div w:id="1639921614">
      <w:bodyDiv w:val="1"/>
      <w:marLeft w:val="120"/>
      <w:marRight w:val="120"/>
      <w:marTop w:val="120"/>
      <w:marBottom w:val="120"/>
      <w:divBdr>
        <w:top w:val="none" w:sz="0" w:space="0" w:color="auto"/>
        <w:left w:val="none" w:sz="0" w:space="0" w:color="auto"/>
        <w:bottom w:val="none" w:sz="0" w:space="0" w:color="auto"/>
        <w:right w:val="none" w:sz="0" w:space="0" w:color="auto"/>
      </w:divBdr>
    </w:div>
    <w:div w:id="1799831319">
      <w:bodyDiv w:val="1"/>
      <w:marLeft w:val="120"/>
      <w:marRight w:val="120"/>
      <w:marTop w:val="120"/>
      <w:marBottom w:val="120"/>
      <w:divBdr>
        <w:top w:val="none" w:sz="0" w:space="0" w:color="auto"/>
        <w:left w:val="none" w:sz="0" w:space="0" w:color="auto"/>
        <w:bottom w:val="none" w:sz="0" w:space="0" w:color="auto"/>
        <w:right w:val="none" w:sz="0" w:space="0" w:color="auto"/>
      </w:divBdr>
    </w:div>
    <w:div w:id="1965579035">
      <w:bodyDiv w:val="1"/>
      <w:marLeft w:val="120"/>
      <w:marRight w:val="120"/>
      <w:marTop w:val="120"/>
      <w:marBottom w:val="120"/>
      <w:divBdr>
        <w:top w:val="none" w:sz="0" w:space="0" w:color="auto"/>
        <w:left w:val="none" w:sz="0" w:space="0" w:color="auto"/>
        <w:bottom w:val="none" w:sz="0" w:space="0" w:color="auto"/>
        <w:right w:val="none" w:sz="0" w:space="0" w:color="auto"/>
      </w:divBdr>
    </w:div>
    <w:div w:id="2064786749">
      <w:bodyDiv w:val="1"/>
      <w:marLeft w:val="120"/>
      <w:marRight w:val="120"/>
      <w:marTop w:val="120"/>
      <w:marBottom w:val="12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BC947052.dotm</Template>
  <TotalTime>1</TotalTime>
  <Pages>3</Pages>
  <Words>741</Words>
  <Characters>4013</Characters>
  <Application>Microsoft Office Word</Application>
  <DocSecurity>4</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Format beschrijving leerwerktaken</vt:lpstr>
      <vt:lpstr>Format beschrijving leerwerktaken</vt:lpstr>
    </vt:vector>
  </TitlesOfParts>
  <Company>HAN</Company>
  <LinksUpToDate>false</LinksUpToDate>
  <CharactersWithSpaces>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 beschrijving leerwerktaken</dc:title>
  <dc:creator>liebrand</dc:creator>
  <cp:lastModifiedBy>Röben,  S.</cp:lastModifiedBy>
  <cp:revision>2</cp:revision>
  <cp:lastPrinted>2009-01-04T21:27:00Z</cp:lastPrinted>
  <dcterms:created xsi:type="dcterms:W3CDTF">2017-09-10T13:56:00Z</dcterms:created>
  <dcterms:modified xsi:type="dcterms:W3CDTF">2017-09-10T13:56:00Z</dcterms:modified>
</cp:coreProperties>
</file>