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91840" w:rsidRPr="00D05D90" w14:paraId="7935CC63" w14:textId="77777777">
        <w:trPr>
          <w:trHeight w:val="691"/>
          <w:tblHeader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bottom"/>
          </w:tcPr>
          <w:p w14:paraId="1AF662B7" w14:textId="1ADFEFCF" w:rsidR="00D91840" w:rsidRPr="00D05D90" w:rsidRDefault="00CB61CF" w:rsidP="007505C8">
            <w:pPr>
              <w:pStyle w:val="Kop1"/>
              <w:rPr>
                <w:lang w:val="nl-NL"/>
              </w:rPr>
            </w:pPr>
            <w:r>
              <w:rPr>
                <w:lang w:val="nl-NL"/>
              </w:rPr>
              <w:t xml:space="preserve">vragenlijst </w:t>
            </w:r>
            <w:r w:rsidR="00DD1CDF">
              <w:rPr>
                <w:lang w:val="nl-NL"/>
              </w:rPr>
              <w:t>ouder</w:t>
            </w:r>
            <w:r w:rsidR="007505C8">
              <w:rPr>
                <w:lang w:val="nl-NL"/>
              </w:rPr>
              <w:t>gesprekken</w:t>
            </w:r>
          </w:p>
        </w:tc>
      </w:tr>
      <w:tr w:rsidR="00C76B32" w:rsidRPr="00D05D90" w14:paraId="29C23058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FEEDDDD" w14:textId="77777777" w:rsidR="00C76B32" w:rsidRPr="00D05D90" w:rsidRDefault="00C76B32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Naam</w:t>
            </w:r>
            <w:r w:rsidR="00A132A4" w:rsidRPr="00D05D90">
              <w:rPr>
                <w:lang w:val="nl-NL"/>
              </w:rPr>
              <w:t xml:space="preserve"> zoon of dochter</w:t>
            </w:r>
            <w:r w:rsidRPr="00D05D90">
              <w:rPr>
                <w:lang w:val="nl-NL"/>
              </w:rPr>
              <w:t>:</w:t>
            </w:r>
          </w:p>
        </w:tc>
      </w:tr>
      <w:tr w:rsidR="00C76B32" w:rsidRPr="00D05D90" w14:paraId="42B1A77E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9C55745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Klas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C76B32" w:rsidRPr="00D05D90" w14:paraId="4762E72B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47353CE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Mentor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D91840" w:rsidRPr="00D05D90" w14:paraId="382D41C6" w14:textId="77777777">
        <w:trPr>
          <w:trHeight w:val="864"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9CB24EA" w14:textId="77777777" w:rsidR="00D91840" w:rsidRDefault="00A132A4" w:rsidP="00A132A4">
            <w:pPr>
              <w:pStyle w:val="Directions"/>
              <w:rPr>
                <w:lang w:val="nl-NL"/>
              </w:rPr>
            </w:pPr>
            <w:r w:rsidRPr="00D05D90">
              <w:rPr>
                <w:lang w:val="nl-NL"/>
              </w:rPr>
              <w:t xml:space="preserve">Geef aan in hoeverre u het eens bent met de onderstaande stellingen. </w:t>
            </w:r>
            <w:r w:rsidR="00CF626D">
              <w:rPr>
                <w:lang w:val="nl-NL"/>
              </w:rPr>
              <w:t xml:space="preserve">Als u alleen de mentor of alleen vakdocenten heeft gesproken, dan hoeft u alleen dat onderdeel in te vullen. </w:t>
            </w:r>
          </w:p>
          <w:p w14:paraId="15D0A706" w14:textId="77777777" w:rsidR="00C17BD0" w:rsidRDefault="00C17BD0" w:rsidP="00A132A4">
            <w:pPr>
              <w:pStyle w:val="Directions"/>
              <w:rPr>
                <w:lang w:val="nl-NL"/>
              </w:rPr>
            </w:pPr>
          </w:p>
          <w:p w14:paraId="771C2BBC" w14:textId="77777777" w:rsidR="00C17BD0" w:rsidRDefault="00C17BD0" w:rsidP="00A132A4">
            <w:pPr>
              <w:pStyle w:val="Directions"/>
              <w:rPr>
                <w:lang w:val="nl-NL"/>
              </w:rPr>
            </w:pPr>
          </w:p>
          <w:tbl>
            <w:tblPr>
              <w:tblW w:w="9360" w:type="dxa"/>
              <w:jc w:val="center"/>
              <w:tblLayout w:type="fixed"/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5836"/>
              <w:gridCol w:w="704"/>
              <w:gridCol w:w="705"/>
              <w:gridCol w:w="353"/>
              <w:gridCol w:w="352"/>
              <w:gridCol w:w="705"/>
              <w:gridCol w:w="705"/>
            </w:tblGrid>
            <w:tr w:rsidR="00C17BD0" w:rsidRPr="00D05D90" w14:paraId="14E95BBA" w14:textId="77777777" w:rsidTr="00C67E19">
              <w:trPr>
                <w:cantSplit/>
                <w:trHeight w:val="683"/>
                <w:jc w:val="center"/>
              </w:trPr>
              <w:tc>
                <w:tcPr>
                  <w:tcW w:w="5836" w:type="dxa"/>
                  <w:vMerge w:val="restart"/>
                  <w:tcBorders>
                    <w:top w:val="single" w:sz="4" w:space="0" w:color="999999"/>
                    <w:left w:val="single" w:sz="4" w:space="0" w:color="999999"/>
                    <w:right w:val="single" w:sz="4" w:space="0" w:color="999999"/>
                  </w:tcBorders>
                  <w:shd w:val="clear" w:color="auto" w:fill="D9D9D9"/>
                  <w:vAlign w:val="center"/>
                </w:tcPr>
                <w:p w14:paraId="0DA42562" w14:textId="2F929341" w:rsidR="00C17BD0" w:rsidRPr="00D05D90" w:rsidRDefault="00C17BD0" w:rsidP="00C17BD0">
                  <w:pPr>
                    <w:pStyle w:val="Kop2"/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Stellingen</w:t>
                  </w:r>
                  <w:r>
                    <w:rPr>
                      <w:lang w:val="nl-NL"/>
                    </w:rPr>
                    <w:t xml:space="preserve"> algemeen 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4" w:space="0" w:color="999999"/>
                    <w:left w:val="single" w:sz="4" w:space="0" w:color="999999"/>
                    <w:bottom w:val="single" w:sz="4" w:space="0" w:color="D9D9D9"/>
                  </w:tcBorders>
                  <w:shd w:val="clear" w:color="auto" w:fill="D9D9D9"/>
                  <w:vAlign w:val="center"/>
                </w:tcPr>
                <w:p w14:paraId="6D3ACF48" w14:textId="77777777" w:rsidR="00C17BD0" w:rsidRPr="00D05D90" w:rsidRDefault="00C17BD0" w:rsidP="00C17BD0">
                  <w:pPr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Hele</w:t>
                  </w:r>
                  <w:bookmarkStart w:id="0" w:name="_GoBack"/>
                  <w:bookmarkEnd w:id="0"/>
                  <w:r w:rsidRPr="00D05D90">
                    <w:rPr>
                      <w:lang w:val="nl-NL"/>
                    </w:rPr>
                    <w:t>maal mee oneens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4" w:space="0" w:color="999999"/>
                    <w:left w:val="nil"/>
                    <w:bottom w:val="single" w:sz="4" w:space="0" w:color="D9D9D9"/>
                    <w:right w:val="single" w:sz="4" w:space="0" w:color="999999"/>
                  </w:tcBorders>
                  <w:shd w:val="clear" w:color="auto" w:fill="D9D9D9"/>
                  <w:vAlign w:val="center"/>
                </w:tcPr>
                <w:p w14:paraId="042EDD38" w14:textId="77777777" w:rsidR="00C17BD0" w:rsidRPr="00D05D90" w:rsidRDefault="00C17BD0" w:rsidP="00C17BD0">
                  <w:pPr>
                    <w:jc w:val="right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Helemaal mee eens</w:t>
                  </w:r>
                </w:p>
              </w:tc>
            </w:tr>
            <w:tr w:rsidR="00C17BD0" w:rsidRPr="00D05D90" w14:paraId="30CBFDDD" w14:textId="77777777" w:rsidTr="00C67E19">
              <w:trPr>
                <w:trHeight w:val="360"/>
                <w:jc w:val="center"/>
              </w:trPr>
              <w:tc>
                <w:tcPr>
                  <w:tcW w:w="5836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auto"/>
                </w:tcPr>
                <w:p w14:paraId="5770B2C1" w14:textId="77777777" w:rsidR="00C17BD0" w:rsidRPr="00D05D90" w:rsidRDefault="00C17BD0" w:rsidP="00C17BD0">
                  <w:pPr>
                    <w:pStyle w:val="Lijstalinea"/>
                    <w:numPr>
                      <w:ilvl w:val="0"/>
                      <w:numId w:val="10"/>
                    </w:numPr>
                    <w:ind w:left="303"/>
                    <w:rPr>
                      <w:rFonts w:ascii="CG Omega" w:hAnsi="CG Omega"/>
                      <w:sz w:val="22"/>
                    </w:rPr>
                  </w:pPr>
                  <w:r w:rsidRPr="00510921">
                    <w:rPr>
                      <w:rFonts w:ascii="CG Omega" w:hAnsi="CG Omega"/>
                      <w:sz w:val="22"/>
                    </w:rPr>
                    <w:t>Ik voel me welkom op school</w:t>
                  </w:r>
                </w:p>
              </w:tc>
              <w:tc>
                <w:tcPr>
                  <w:tcW w:w="70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19867B32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5730E1EA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2</w:t>
                  </w:r>
                </w:p>
              </w:tc>
              <w:tc>
                <w:tcPr>
                  <w:tcW w:w="705" w:type="dxa"/>
                  <w:gridSpan w:val="2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957A30E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3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21709C9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4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48DF1240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5</w:t>
                  </w:r>
                </w:p>
              </w:tc>
            </w:tr>
            <w:tr w:rsidR="00C17BD0" w:rsidRPr="00D05D90" w14:paraId="7ACE4CDD" w14:textId="77777777" w:rsidTr="00C67E19">
              <w:trPr>
                <w:trHeight w:val="360"/>
                <w:jc w:val="center"/>
              </w:trPr>
              <w:tc>
                <w:tcPr>
                  <w:tcW w:w="5836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auto"/>
                </w:tcPr>
                <w:p w14:paraId="1CD6E53F" w14:textId="77777777" w:rsidR="00C17BD0" w:rsidRPr="00D05D90" w:rsidRDefault="00C17BD0" w:rsidP="00C17BD0">
                  <w:pPr>
                    <w:pStyle w:val="Lijstalinea"/>
                    <w:numPr>
                      <w:ilvl w:val="0"/>
                      <w:numId w:val="10"/>
                    </w:numPr>
                    <w:ind w:left="303"/>
                    <w:rPr>
                      <w:rFonts w:ascii="CG Omega" w:hAnsi="CG Omega"/>
                      <w:sz w:val="22"/>
                    </w:rPr>
                  </w:pPr>
                  <w:r w:rsidRPr="00510921">
                    <w:rPr>
                      <w:rFonts w:ascii="CG Omega" w:hAnsi="CG Omega"/>
                      <w:sz w:val="22"/>
                    </w:rPr>
                    <w:t>Ik word vriendelijk en oprecht benaderd</w:t>
                  </w:r>
                </w:p>
              </w:tc>
              <w:tc>
                <w:tcPr>
                  <w:tcW w:w="70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7B25732E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66C0AEFC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2</w:t>
                  </w:r>
                </w:p>
              </w:tc>
              <w:tc>
                <w:tcPr>
                  <w:tcW w:w="705" w:type="dxa"/>
                  <w:gridSpan w:val="2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905DC62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3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40E43F1E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4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F563F7D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5</w:t>
                  </w:r>
                </w:p>
              </w:tc>
            </w:tr>
            <w:tr w:rsidR="00C17BD0" w:rsidRPr="00D05D90" w14:paraId="07EDF32A" w14:textId="77777777" w:rsidTr="00C67E19">
              <w:trPr>
                <w:trHeight w:val="360"/>
                <w:jc w:val="center"/>
              </w:trPr>
              <w:tc>
                <w:tcPr>
                  <w:tcW w:w="5836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auto"/>
                </w:tcPr>
                <w:p w14:paraId="5767ABCD" w14:textId="77777777" w:rsidR="00C17BD0" w:rsidRPr="0041194F" w:rsidRDefault="00C17BD0" w:rsidP="00C17BD0">
                  <w:pPr>
                    <w:pStyle w:val="Lijstalinea"/>
                    <w:numPr>
                      <w:ilvl w:val="0"/>
                      <w:numId w:val="10"/>
                    </w:numPr>
                    <w:ind w:left="303"/>
                    <w:rPr>
                      <w:rFonts w:ascii="CG Omega" w:hAnsi="CG Omega"/>
                      <w:sz w:val="22"/>
                    </w:rPr>
                  </w:pPr>
                  <w:r>
                    <w:rPr>
                      <w:rFonts w:ascii="CG Omega" w:hAnsi="CG Omega"/>
                      <w:sz w:val="22"/>
                    </w:rPr>
                    <w:t>Ik heb kennis gemaakt met de mentor/afdelingsleider</w:t>
                  </w:r>
                </w:p>
              </w:tc>
              <w:tc>
                <w:tcPr>
                  <w:tcW w:w="70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3F36B881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31510F52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2</w:t>
                  </w:r>
                </w:p>
              </w:tc>
              <w:tc>
                <w:tcPr>
                  <w:tcW w:w="705" w:type="dxa"/>
                  <w:gridSpan w:val="2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DC58A32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3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6E5345A0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4</w:t>
                  </w:r>
                </w:p>
              </w:tc>
              <w:tc>
                <w:tcPr>
                  <w:tcW w:w="70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shd w:val="clear" w:color="auto" w:fill="F3F3F3"/>
                  <w:tcMar>
                    <w:left w:w="0" w:type="dxa"/>
                    <w:right w:w="0" w:type="dxa"/>
                  </w:tcMar>
                  <w:vAlign w:val="center"/>
                </w:tcPr>
                <w:p w14:paraId="0BA30470" w14:textId="77777777" w:rsidR="00C17BD0" w:rsidRPr="00D05D90" w:rsidRDefault="00C17BD0" w:rsidP="00C17BD0">
                  <w:pPr>
                    <w:pStyle w:val="Numbers"/>
                    <w:rPr>
                      <w:lang w:val="nl-NL"/>
                    </w:rPr>
                  </w:pPr>
                  <w:r w:rsidRPr="00D05D90">
                    <w:rPr>
                      <w:lang w:val="nl-NL"/>
                    </w:rPr>
                    <w:t>5</w:t>
                  </w:r>
                </w:p>
              </w:tc>
            </w:tr>
          </w:tbl>
          <w:p w14:paraId="384B3496" w14:textId="6763B4CE" w:rsidR="00C17BD0" w:rsidRPr="00D05D90" w:rsidRDefault="00C17BD0" w:rsidP="00A132A4">
            <w:pPr>
              <w:pStyle w:val="Directions"/>
              <w:rPr>
                <w:lang w:val="nl-NL"/>
              </w:rPr>
            </w:pPr>
          </w:p>
        </w:tc>
      </w:tr>
      <w:tr w:rsidR="00A132A4" w:rsidRPr="00D05D90" w14:paraId="15B275E9" w14:textId="77777777" w:rsidTr="007505C8">
        <w:trPr>
          <w:cantSplit/>
          <w:trHeight w:val="683"/>
          <w:jc w:val="center"/>
        </w:trPr>
        <w:tc>
          <w:tcPr>
            <w:tcW w:w="5836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4AFFA6D6" w14:textId="5D34DE0B" w:rsidR="00A132A4" w:rsidRPr="00D05D90" w:rsidRDefault="007505C8" w:rsidP="00DF29B3">
            <w:pPr>
              <w:pStyle w:val="Kop2"/>
              <w:rPr>
                <w:lang w:val="nl-NL"/>
              </w:rPr>
            </w:pPr>
            <w:r>
              <w:rPr>
                <w:lang w:val="nl-NL"/>
              </w:rPr>
              <w:t xml:space="preserve">Stellingen over de </w:t>
            </w:r>
            <w:r w:rsidRPr="007505C8">
              <w:rPr>
                <w:u w:val="single"/>
                <w:lang w:val="nl-NL"/>
              </w:rPr>
              <w:t>Mentor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CB036CF" w14:textId="77777777" w:rsidR="00A132A4" w:rsidRPr="00D05D90" w:rsidRDefault="00A132A4" w:rsidP="00A132A4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1F337F97" w14:textId="77777777" w:rsidR="00A132A4" w:rsidRPr="00D05D90" w:rsidRDefault="00A132A4" w:rsidP="00A132A4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7505C8" w:rsidRPr="00D05D90" w14:paraId="06C28BD6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A6D1D04" w14:textId="09BE1440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 xml:space="preserve">Mijn kind, de mentor en ik denken samen na over zijn/haar ontwikkeling 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6FF0B93" w14:textId="31894BCD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6C0089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5D649C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E96A2B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9AE7FC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7FEDD45B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07B49AF" w14:textId="69F99DEC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Ik ervaar dat wij gericht samenwerken aan de ontwikkelpunten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C6C093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D6A6F0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CF0F5E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28D5C3E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18A139" w14:textId="492FE05A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6913853C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1F8A04A" w14:textId="48DDA939" w:rsidR="007505C8" w:rsidRPr="0041194F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41194F">
              <w:rPr>
                <w:rFonts w:ascii="CG Omega" w:hAnsi="CG Omega"/>
                <w:sz w:val="22"/>
              </w:rPr>
              <w:t>Ik word betrokken bij de loopbaankeuze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A2A3331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FA9F63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CC188D6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AB347D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096279" w14:textId="2A920DAC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493D2322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EB415D" w14:textId="12F2417F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In de samenwerking is voldoende aandacht voor wat er goed gaat en wat werkt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375C35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D94BC6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13CC1B2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2DFB08B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A848707" w14:textId="0CDB4491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392A7D8A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79B87A" w14:textId="687C2437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In de samenwerking wordt er rekening gehouden met ieder zijn perspectief, ook dat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A6F417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8EEF30A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EEBAEC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E85C5FA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8E448" w14:textId="2DE43B35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235ABCEF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E1EF9BD" w14:textId="25452429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De mentor neemt een actieve rol aan in het zoeken naar een oplossing.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55FA2FF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0FCFA95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262057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B366F9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822F3B" w14:textId="6E4FC313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6694860D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B0ECFC6" w14:textId="6CBA9250" w:rsidR="007505C8" w:rsidRPr="00D05D90" w:rsidRDefault="007505C8" w:rsidP="0041194F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De mentor denkt mee over hoe ik thuis mijn kind kan ondersteunen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245CC8D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AC50D2C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97238E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53BDEDF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4E1D427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30CF96CD" w14:textId="77777777" w:rsidR="003B4B31" w:rsidRPr="00D05D90" w:rsidRDefault="003B4B31" w:rsidP="00D91840">
      <w:pPr>
        <w:rPr>
          <w:lang w:val="nl-NL"/>
        </w:rPr>
      </w:pPr>
    </w:p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7505C8" w:rsidRPr="00D05D90" w14:paraId="38DC4964" w14:textId="77777777" w:rsidTr="007505C8">
        <w:trPr>
          <w:cantSplit/>
          <w:trHeight w:val="549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65B01F59" w14:textId="05E3207F" w:rsidR="007505C8" w:rsidRPr="00D05D90" w:rsidRDefault="007505C8" w:rsidP="007505C8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Stellingen over de </w:t>
            </w:r>
            <w:r w:rsidRPr="007505C8">
              <w:rPr>
                <w:b/>
                <w:u w:val="single"/>
                <w:lang w:val="nl-NL"/>
              </w:rPr>
              <w:t>vakdocenten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30AF8F7F" w14:textId="77777777" w:rsidR="007505C8" w:rsidRPr="00D05D90" w:rsidRDefault="007505C8" w:rsidP="000D5D1B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5A20D6C6" w14:textId="77777777" w:rsidR="007505C8" w:rsidRPr="00D05D90" w:rsidRDefault="007505C8" w:rsidP="000D5D1B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7505C8" w:rsidRPr="00D05D90" w14:paraId="690AD3E7" w14:textId="77777777" w:rsidTr="000D5D1B">
        <w:trPr>
          <w:trHeight w:val="282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0D30224" w14:textId="2AE2A7DA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t>Mijn kind, de vakdocent en ik denken samen na over zijn/haar ontwikkeling binnen dit vak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A0610AB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5BA580D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D09BB9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5F30077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665C386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26081D8E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F703828" w14:textId="535CA00F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t>Ik ervaar dat wij gericht samenwerken aan de ontwikkelpunten van mijn kind voor dit vak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F273E4E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F8E2621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599A21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77AAB2B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8057FE4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11A7BCE9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0628E41" w14:textId="62184995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t>In de samenwerking is voldoende aandacht voor wat er goed gaat en wat werkt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FF819E4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C064E90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900EB90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359D9E4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908CCDA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164A48E9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B06F7D4" w14:textId="197E0731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t>In de samenwerking wordt er rekening gehouden met ieder zijn perspectief, ook dat van mijn kind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55E8145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591F448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B553B2F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FCC496D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B299BC9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5F106B60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DBD2C9" w14:textId="341A0837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lastRenderedPageBreak/>
              <w:t>De vakdocent neemt een actieve rol aan in het zoeken naar een oplossing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322F14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644E5BD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C2E447A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605B45E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3E54EE5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7505C8" w:rsidRPr="00D05D90" w14:paraId="4D6A0449" w14:textId="77777777" w:rsidTr="000D5D1B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13F426F5" w14:textId="4B779291" w:rsidR="007505C8" w:rsidRPr="007505C8" w:rsidRDefault="007505C8" w:rsidP="0041194F">
            <w:pPr>
              <w:pStyle w:val="Lijstalinea"/>
              <w:numPr>
                <w:ilvl w:val="0"/>
                <w:numId w:val="9"/>
              </w:numPr>
              <w:ind w:left="303"/>
              <w:rPr>
                <w:rFonts w:ascii="CG Omega" w:hAnsi="CG Omega"/>
                <w:sz w:val="22"/>
              </w:rPr>
            </w:pPr>
            <w:r w:rsidRPr="007505C8">
              <w:rPr>
                <w:rFonts w:ascii="CG Omega" w:hAnsi="CG Omega"/>
                <w:sz w:val="22"/>
              </w:rPr>
              <w:t>De vakdocent denkt mee over hoe ik thuis mijn kind kan ondersteunen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88739C2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6BF7629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A24BC97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E63C172" w14:textId="77777777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4013563" w14:textId="75626BDE" w:rsidR="007505C8" w:rsidRPr="00D05D90" w:rsidRDefault="007505C8" w:rsidP="007505C8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0E6F087E" w14:textId="1226CA11" w:rsidR="00D05D90" w:rsidRDefault="00D05D90" w:rsidP="00D91840">
      <w:pPr>
        <w:rPr>
          <w:lang w:val="nl-NL"/>
        </w:rPr>
      </w:pPr>
    </w:p>
    <w:p w14:paraId="7522BB0D" w14:textId="1CDAF079" w:rsidR="00CF626D" w:rsidRDefault="00CF626D" w:rsidP="00D91840">
      <w:pPr>
        <w:rPr>
          <w:lang w:val="nl-NL"/>
        </w:rPr>
      </w:pPr>
    </w:p>
    <w:p w14:paraId="16481505" w14:textId="674E9052" w:rsidR="00CF626D" w:rsidRPr="00D05D90" w:rsidRDefault="00CF626D" w:rsidP="00D91840">
      <w:pPr>
        <w:rPr>
          <w:lang w:val="nl-NL"/>
        </w:rPr>
      </w:pPr>
      <w:r>
        <w:rPr>
          <w:lang w:val="nl-NL"/>
        </w:rPr>
        <w:t xml:space="preserve">Hartelijk dank! </w:t>
      </w:r>
    </w:p>
    <w:sectPr w:rsidR="00CF626D" w:rsidRPr="00D05D90" w:rsidSect="00023CA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B7054"/>
    <w:multiLevelType w:val="multilevel"/>
    <w:tmpl w:val="33907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60195"/>
    <w:multiLevelType w:val="hybridMultilevel"/>
    <w:tmpl w:val="DB04B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077D"/>
    <w:multiLevelType w:val="hybridMultilevel"/>
    <w:tmpl w:val="DA3EFA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56D4A"/>
    <w:multiLevelType w:val="hybridMultilevel"/>
    <w:tmpl w:val="E38882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D756F84"/>
    <w:multiLevelType w:val="multilevel"/>
    <w:tmpl w:val="CBAE4B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D306A"/>
    <w:multiLevelType w:val="multilevel"/>
    <w:tmpl w:val="B7B42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A4"/>
    <w:rsid w:val="00023CAF"/>
    <w:rsid w:val="00041C28"/>
    <w:rsid w:val="001D2C54"/>
    <w:rsid w:val="002076B8"/>
    <w:rsid w:val="002A3747"/>
    <w:rsid w:val="00342BB9"/>
    <w:rsid w:val="003B4B31"/>
    <w:rsid w:val="003D0D4F"/>
    <w:rsid w:val="0041194F"/>
    <w:rsid w:val="00426CE1"/>
    <w:rsid w:val="004B5F59"/>
    <w:rsid w:val="005252B5"/>
    <w:rsid w:val="005D46B0"/>
    <w:rsid w:val="005E6F02"/>
    <w:rsid w:val="00713420"/>
    <w:rsid w:val="007505C8"/>
    <w:rsid w:val="00864C6B"/>
    <w:rsid w:val="008D5C42"/>
    <w:rsid w:val="008F1DCE"/>
    <w:rsid w:val="00915199"/>
    <w:rsid w:val="0094140D"/>
    <w:rsid w:val="00952E17"/>
    <w:rsid w:val="00953CB5"/>
    <w:rsid w:val="009C27A8"/>
    <w:rsid w:val="00A132A4"/>
    <w:rsid w:val="00AD1109"/>
    <w:rsid w:val="00C17BD0"/>
    <w:rsid w:val="00C76B32"/>
    <w:rsid w:val="00CB61CF"/>
    <w:rsid w:val="00CF626D"/>
    <w:rsid w:val="00D05D90"/>
    <w:rsid w:val="00D91840"/>
    <w:rsid w:val="00DA6B99"/>
    <w:rsid w:val="00DD1CDF"/>
    <w:rsid w:val="00DF29B3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31E1B"/>
  <w15:docId w15:val="{68040A00-8FAB-4CD5-905E-81A2B9E0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5F59"/>
    <w:rPr>
      <w:rFonts w:ascii="Verdana" w:hAnsi="Verdana"/>
      <w:spacing w:val="8"/>
      <w:sz w:val="16"/>
      <w:szCs w:val="16"/>
    </w:rPr>
  </w:style>
  <w:style w:type="paragraph" w:styleId="Kop1">
    <w:name w:val="heading 1"/>
    <w:basedOn w:val="Standaard"/>
    <w:next w:val="Standaard"/>
    <w:qFormat/>
    <w:rsid w:val="00DF29B3"/>
    <w:pPr>
      <w:spacing w:after="160"/>
      <w:jc w:val="center"/>
      <w:outlineLvl w:val="0"/>
    </w:pPr>
    <w:rPr>
      <w:caps/>
      <w:sz w:val="28"/>
      <w:szCs w:val="28"/>
    </w:rPr>
  </w:style>
  <w:style w:type="paragraph" w:styleId="Kop2">
    <w:name w:val="heading 2"/>
    <w:basedOn w:val="Standaard"/>
    <w:next w:val="Standaard"/>
    <w:qFormat/>
    <w:rsid w:val="00DF29B3"/>
    <w:pPr>
      <w:outlineLvl w:val="1"/>
    </w:pPr>
    <w:rPr>
      <w:b/>
      <w:color w:val="000000"/>
    </w:rPr>
  </w:style>
  <w:style w:type="paragraph" w:styleId="Kop3">
    <w:name w:val="heading 3"/>
    <w:basedOn w:val="Standaard"/>
    <w:next w:val="Standaard"/>
    <w:qFormat/>
    <w:rsid w:val="00DF29B3"/>
    <w:pPr>
      <w:jc w:val="center"/>
      <w:outlineLvl w:val="2"/>
    </w:pPr>
    <w:rPr>
      <w:b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semiHidden/>
    <w:rPr>
      <w:sz w:val="16"/>
    </w:rPr>
  </w:style>
  <w:style w:type="paragraph" w:styleId="Ballontekst">
    <w:name w:val="Balloon Text"/>
    <w:basedOn w:val="Standaard"/>
    <w:semiHidden/>
    <w:rsid w:val="00D91840"/>
    <w:rPr>
      <w:rFonts w:ascii="Tahoma" w:hAnsi="Tahoma" w:cs="Tahoma"/>
    </w:rPr>
  </w:style>
  <w:style w:type="paragraph" w:customStyle="1" w:styleId="Directions">
    <w:name w:val="Directions"/>
    <w:basedOn w:val="Standaard"/>
    <w:rsid w:val="00713420"/>
    <w:pPr>
      <w:jc w:val="center"/>
    </w:pPr>
  </w:style>
  <w:style w:type="paragraph" w:customStyle="1" w:styleId="NumberedList">
    <w:name w:val="Numbered List"/>
    <w:basedOn w:val="Standaard"/>
    <w:rsid w:val="00342BB9"/>
    <w:pPr>
      <w:numPr>
        <w:numId w:val="2"/>
      </w:numPr>
    </w:pPr>
  </w:style>
  <w:style w:type="paragraph" w:customStyle="1" w:styleId="Numbers">
    <w:name w:val="Numbers"/>
    <w:basedOn w:val="Standaard"/>
    <w:rsid w:val="002A3747"/>
    <w:pPr>
      <w:jc w:val="center"/>
    </w:pPr>
    <w:rPr>
      <w:color w:val="000000"/>
    </w:rPr>
  </w:style>
  <w:style w:type="paragraph" w:styleId="Lijstalinea">
    <w:name w:val="List Paragraph"/>
    <w:basedOn w:val="Standaard"/>
    <w:uiPriority w:val="34"/>
    <w:qFormat/>
    <w:rsid w:val="00A132A4"/>
    <w:pPr>
      <w:ind w:left="720"/>
      <w:contextualSpacing/>
    </w:pPr>
    <w:rPr>
      <w:rFonts w:ascii="Times New Roman" w:eastAsiaTheme="minorHAnsi" w:hAnsi="Times New Roman"/>
      <w:spacing w:val="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uwens\AppData\Roaming\Microsoft\Sjablonen\Kwaliteitsenqu&#234;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28AD-FBC5-4A76-8C9E-26450A34E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3FE98-BD60-4764-8F1A-A70FD7C6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Kwaliteitsenquête</Template>
  <TotalTime>24</TotalTime>
  <Pages>2</Pages>
  <Words>270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KWALITEITSENQUÊTE</vt:lpstr>
    </vt:vector>
  </TitlesOfParts>
  <Manager/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Tom Bouwens</cp:lastModifiedBy>
  <cp:revision>4</cp:revision>
  <cp:lastPrinted>2004-02-20T15:06:00Z</cp:lastPrinted>
  <dcterms:created xsi:type="dcterms:W3CDTF">2015-12-07T15:08:00Z</dcterms:created>
  <dcterms:modified xsi:type="dcterms:W3CDTF">2016-01-13T12:58:00Z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TC010176151043</vt:lpwstr>
  </property>
</Properties>
</file>