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0" w:type="dxa"/>
        <w:jc w:val="center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5836"/>
        <w:gridCol w:w="704"/>
        <w:gridCol w:w="705"/>
        <w:gridCol w:w="353"/>
        <w:gridCol w:w="352"/>
        <w:gridCol w:w="705"/>
        <w:gridCol w:w="705"/>
      </w:tblGrid>
      <w:tr w:rsidR="00D91840" w:rsidRPr="00D05D90" w14:paraId="7935CC63" w14:textId="77777777">
        <w:trPr>
          <w:trHeight w:val="691"/>
          <w:tblHeader/>
          <w:jc w:val="center"/>
        </w:trPr>
        <w:tc>
          <w:tcPr>
            <w:tcW w:w="9360" w:type="dxa"/>
            <w:gridSpan w:val="7"/>
            <w:tcBorders>
              <w:bottom w:val="single" w:sz="4" w:space="0" w:color="999999"/>
            </w:tcBorders>
            <w:shd w:val="clear" w:color="auto" w:fill="auto"/>
            <w:vAlign w:val="bottom"/>
          </w:tcPr>
          <w:p w14:paraId="1AF662B7" w14:textId="07B3AABC" w:rsidR="00D91840" w:rsidRPr="00D05D90" w:rsidRDefault="00CB61CF" w:rsidP="00426CE1">
            <w:pPr>
              <w:pStyle w:val="Kop1"/>
              <w:rPr>
                <w:lang w:val="nl-NL"/>
              </w:rPr>
            </w:pPr>
            <w:r>
              <w:rPr>
                <w:lang w:val="nl-NL"/>
              </w:rPr>
              <w:t xml:space="preserve">vragenlijst </w:t>
            </w:r>
            <w:r w:rsidR="0094140D">
              <w:rPr>
                <w:lang w:val="nl-NL"/>
              </w:rPr>
              <w:t>ouder</w:t>
            </w:r>
            <w:r w:rsidR="00426CE1">
              <w:rPr>
                <w:lang w:val="nl-NL"/>
              </w:rPr>
              <w:t>betrokkenheid</w:t>
            </w:r>
          </w:p>
        </w:tc>
      </w:tr>
      <w:tr w:rsidR="00C76B32" w:rsidRPr="00D05D90" w14:paraId="29C23058" w14:textId="77777777">
        <w:trPr>
          <w:trHeight w:val="360"/>
          <w:jc w:val="center"/>
        </w:trPr>
        <w:tc>
          <w:tcPr>
            <w:tcW w:w="9360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1FEEDDDD" w14:textId="77777777" w:rsidR="00C76B32" w:rsidRPr="00D05D90" w:rsidRDefault="00C76B32" w:rsidP="00C76B32">
            <w:pPr>
              <w:rPr>
                <w:lang w:val="nl-NL"/>
              </w:rPr>
            </w:pPr>
            <w:r w:rsidRPr="00D05D90">
              <w:rPr>
                <w:lang w:val="nl-NL"/>
              </w:rPr>
              <w:t>Naam</w:t>
            </w:r>
            <w:r w:rsidR="00A132A4" w:rsidRPr="00D05D90">
              <w:rPr>
                <w:lang w:val="nl-NL"/>
              </w:rPr>
              <w:t xml:space="preserve"> zoon of dochter</w:t>
            </w:r>
            <w:r w:rsidRPr="00D05D90">
              <w:rPr>
                <w:lang w:val="nl-NL"/>
              </w:rPr>
              <w:t>:</w:t>
            </w:r>
          </w:p>
        </w:tc>
      </w:tr>
      <w:tr w:rsidR="00C76B32" w:rsidRPr="00D05D90" w14:paraId="42B1A77E" w14:textId="77777777">
        <w:trPr>
          <w:trHeight w:val="360"/>
          <w:jc w:val="center"/>
        </w:trPr>
        <w:tc>
          <w:tcPr>
            <w:tcW w:w="9360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19C55745" w14:textId="77777777" w:rsidR="00C76B32" w:rsidRPr="00D05D90" w:rsidRDefault="00A132A4" w:rsidP="00C76B32">
            <w:pPr>
              <w:rPr>
                <w:lang w:val="nl-NL"/>
              </w:rPr>
            </w:pPr>
            <w:r w:rsidRPr="00D05D90">
              <w:rPr>
                <w:lang w:val="nl-NL"/>
              </w:rPr>
              <w:t>Klas</w:t>
            </w:r>
            <w:r w:rsidR="00C76B32" w:rsidRPr="00D05D90">
              <w:rPr>
                <w:lang w:val="nl-NL"/>
              </w:rPr>
              <w:t>:</w:t>
            </w:r>
          </w:p>
        </w:tc>
      </w:tr>
      <w:tr w:rsidR="00C76B32" w:rsidRPr="00D05D90" w14:paraId="4762E72B" w14:textId="77777777">
        <w:trPr>
          <w:trHeight w:val="360"/>
          <w:jc w:val="center"/>
        </w:trPr>
        <w:tc>
          <w:tcPr>
            <w:tcW w:w="9360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347353CE" w14:textId="77777777" w:rsidR="00C76B32" w:rsidRPr="00D05D90" w:rsidRDefault="00A132A4" w:rsidP="00C76B32">
            <w:pPr>
              <w:rPr>
                <w:lang w:val="nl-NL"/>
              </w:rPr>
            </w:pPr>
            <w:r w:rsidRPr="00D05D90">
              <w:rPr>
                <w:lang w:val="nl-NL"/>
              </w:rPr>
              <w:t>Mentor</w:t>
            </w:r>
            <w:r w:rsidR="00C76B32" w:rsidRPr="00D05D90">
              <w:rPr>
                <w:lang w:val="nl-NL"/>
              </w:rPr>
              <w:t>:</w:t>
            </w:r>
          </w:p>
        </w:tc>
      </w:tr>
      <w:tr w:rsidR="00D91840" w:rsidRPr="00D05D90" w14:paraId="382D41C6" w14:textId="77777777">
        <w:trPr>
          <w:trHeight w:val="864"/>
          <w:jc w:val="center"/>
        </w:trPr>
        <w:tc>
          <w:tcPr>
            <w:tcW w:w="9360" w:type="dxa"/>
            <w:gridSpan w:val="7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384B3496" w14:textId="77777777" w:rsidR="00D91840" w:rsidRPr="00D05D90" w:rsidRDefault="00A132A4" w:rsidP="00A132A4">
            <w:pPr>
              <w:pStyle w:val="Directions"/>
              <w:rPr>
                <w:lang w:val="nl-NL"/>
              </w:rPr>
            </w:pPr>
            <w:r w:rsidRPr="00D05D90">
              <w:rPr>
                <w:lang w:val="nl-NL"/>
              </w:rPr>
              <w:t xml:space="preserve">Geef aan in hoeverre u het eens bent met de onderstaande stellingen. </w:t>
            </w:r>
          </w:p>
        </w:tc>
      </w:tr>
      <w:tr w:rsidR="00A132A4" w:rsidRPr="00D05D90" w14:paraId="15B275E9" w14:textId="77777777" w:rsidTr="000953FC">
        <w:trPr>
          <w:cantSplit/>
          <w:trHeight w:val="541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D9D9D9"/>
            <w:vAlign w:val="center"/>
          </w:tcPr>
          <w:p w14:paraId="3B411642" w14:textId="77777777" w:rsidR="00D05D90" w:rsidRPr="00D05D90" w:rsidRDefault="00A132A4" w:rsidP="00DF29B3">
            <w:pPr>
              <w:pStyle w:val="Kop2"/>
              <w:rPr>
                <w:lang w:val="nl-NL"/>
              </w:rPr>
            </w:pPr>
            <w:r w:rsidRPr="00D05D90">
              <w:rPr>
                <w:lang w:val="nl-NL"/>
              </w:rPr>
              <w:t>Stelling</w:t>
            </w:r>
            <w:r w:rsidR="00D05D90" w:rsidRPr="00D05D90">
              <w:rPr>
                <w:lang w:val="nl-NL"/>
              </w:rPr>
              <w:t>en</w:t>
            </w:r>
            <w:r w:rsidR="00D05D90" w:rsidRPr="00D05D90">
              <w:rPr>
                <w:lang w:val="nl-NL"/>
              </w:rPr>
              <w:br/>
            </w:r>
          </w:p>
          <w:p w14:paraId="4AFFA6D6" w14:textId="77777777" w:rsidR="00A132A4" w:rsidRPr="00D05D90" w:rsidRDefault="00D05D90" w:rsidP="00DF29B3">
            <w:pPr>
              <w:pStyle w:val="Kop2"/>
              <w:rPr>
                <w:lang w:val="nl-NL"/>
              </w:rPr>
            </w:pPr>
            <w:r w:rsidRPr="00D05D90">
              <w:rPr>
                <w:lang w:val="nl-NL"/>
              </w:rPr>
              <w:t>(</w:t>
            </w:r>
            <w:proofErr w:type="gramStart"/>
            <w:r w:rsidRPr="00D05D90">
              <w:rPr>
                <w:lang w:val="nl-NL"/>
              </w:rPr>
              <w:t>relatie</w:t>
            </w:r>
            <w:proofErr w:type="gramEnd"/>
            <w:r w:rsidRPr="00D05D90">
              <w:rPr>
                <w:lang w:val="nl-NL"/>
              </w:rPr>
              <w:t>, organisatie en verwachting)</w:t>
            </w:r>
          </w:p>
        </w:tc>
        <w:tc>
          <w:tcPr>
            <w:tcW w:w="176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D9D9D9"/>
            </w:tcBorders>
            <w:shd w:val="clear" w:color="auto" w:fill="D9D9D9"/>
            <w:vAlign w:val="center"/>
          </w:tcPr>
          <w:p w14:paraId="4CB036CF" w14:textId="77777777" w:rsidR="00A132A4" w:rsidRPr="00D05D90" w:rsidRDefault="00A132A4" w:rsidP="00A132A4">
            <w:pPr>
              <w:rPr>
                <w:lang w:val="nl-NL"/>
              </w:rPr>
            </w:pPr>
            <w:r w:rsidRPr="00D05D90">
              <w:rPr>
                <w:lang w:val="nl-NL"/>
              </w:rPr>
              <w:t>Helemaal mee oneens</w:t>
            </w:r>
          </w:p>
        </w:tc>
        <w:tc>
          <w:tcPr>
            <w:tcW w:w="1762" w:type="dxa"/>
            <w:gridSpan w:val="3"/>
            <w:tcBorders>
              <w:top w:val="single" w:sz="4" w:space="0" w:color="999999"/>
              <w:left w:val="nil"/>
              <w:bottom w:val="single" w:sz="4" w:space="0" w:color="D9D9D9"/>
              <w:right w:val="single" w:sz="4" w:space="0" w:color="999999"/>
            </w:tcBorders>
            <w:shd w:val="clear" w:color="auto" w:fill="D9D9D9"/>
            <w:vAlign w:val="center"/>
          </w:tcPr>
          <w:p w14:paraId="1F337F97" w14:textId="77777777" w:rsidR="00A132A4" w:rsidRPr="00D05D90" w:rsidRDefault="00A132A4" w:rsidP="00A132A4">
            <w:pPr>
              <w:jc w:val="right"/>
              <w:rPr>
                <w:lang w:val="nl-NL"/>
              </w:rPr>
            </w:pPr>
            <w:r w:rsidRPr="00D05D90">
              <w:rPr>
                <w:lang w:val="nl-NL"/>
              </w:rPr>
              <w:t>Helemaal mee eens</w:t>
            </w:r>
          </w:p>
        </w:tc>
      </w:tr>
      <w:tr w:rsidR="00A132A4" w:rsidRPr="00D05D90" w14:paraId="06C28BD6" w14:textId="77777777" w:rsidTr="00267CF5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A6D1D04" w14:textId="77777777" w:rsidR="00A132A4" w:rsidRPr="00D05D90" w:rsidRDefault="00A132A4" w:rsidP="00A132A4">
            <w:pPr>
              <w:pStyle w:val="Lijstalinea"/>
              <w:ind w:left="0"/>
              <w:rPr>
                <w:rFonts w:ascii="CG Omega" w:hAnsi="CG Omega"/>
                <w:sz w:val="22"/>
              </w:rPr>
            </w:pPr>
            <w:r w:rsidRPr="00D05D90">
              <w:rPr>
                <w:rFonts w:ascii="CG Omega" w:hAnsi="CG Omega"/>
                <w:sz w:val="22"/>
              </w:rPr>
              <w:t>1.1 Ik voel me welkom op school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6FF0B93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16C0089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75D649C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4E96A2B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99AE7FC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A132A4" w:rsidRPr="00D05D90" w14:paraId="7FEDD45B" w14:textId="77777777" w:rsidTr="00267CF5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707B49AF" w14:textId="77777777" w:rsidR="00A132A4" w:rsidRPr="00D05D90" w:rsidRDefault="00A132A4" w:rsidP="00A132A4">
            <w:pPr>
              <w:pStyle w:val="Lijstalinea"/>
              <w:ind w:left="0"/>
              <w:rPr>
                <w:rFonts w:ascii="CG Omega" w:hAnsi="CG Omega"/>
                <w:sz w:val="22"/>
              </w:rPr>
            </w:pPr>
            <w:r w:rsidRPr="00D05D90">
              <w:rPr>
                <w:rFonts w:ascii="CG Omega" w:hAnsi="CG Omega"/>
                <w:sz w:val="22"/>
              </w:rPr>
              <w:t>1.2 Ik word vriendelijk en oprecht benaderd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44C6C093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7D6A6F0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0CF0F5E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428D5C3E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4418A139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A132A4" w:rsidRPr="00D05D90" w14:paraId="6913853C" w14:textId="77777777" w:rsidTr="00267CF5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1F8A04A" w14:textId="77777777" w:rsidR="00A132A4" w:rsidRPr="00D05D90" w:rsidRDefault="00A132A4" w:rsidP="00A132A4">
            <w:pPr>
              <w:rPr>
                <w:rFonts w:ascii="CG Omega" w:hAnsi="CG Omega"/>
                <w:sz w:val="22"/>
                <w:lang w:val="nl-NL"/>
              </w:rPr>
            </w:pPr>
            <w:r w:rsidRPr="00D05D90">
              <w:rPr>
                <w:rFonts w:ascii="CG Omega" w:hAnsi="CG Omega"/>
                <w:sz w:val="22"/>
                <w:lang w:val="nl-NL"/>
              </w:rPr>
              <w:t>1.3 Als ik vragen heb of problemen ervaar dan meld ik dat.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A2A3331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FFA9F63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CC188D6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7AB347D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E096279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A132A4" w:rsidRPr="00D05D90" w14:paraId="493D2322" w14:textId="77777777" w:rsidTr="00267CF5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2CEB415D" w14:textId="77777777" w:rsidR="00A132A4" w:rsidRPr="00D05D90" w:rsidRDefault="00A132A4" w:rsidP="00A132A4">
            <w:pPr>
              <w:pStyle w:val="Lijstalinea"/>
              <w:ind w:left="0"/>
              <w:rPr>
                <w:rFonts w:ascii="CG Omega" w:hAnsi="CG Omega"/>
                <w:sz w:val="22"/>
              </w:rPr>
            </w:pPr>
            <w:r w:rsidRPr="00D05D90">
              <w:rPr>
                <w:rFonts w:ascii="CG Omega" w:hAnsi="CG Omega"/>
                <w:sz w:val="22"/>
              </w:rPr>
              <w:t>1.4 Ik ervaar een vertrouwensrelatie met de mentor van mijn kind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8375C35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ED94BC6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13CC1B2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2DFB08B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A848707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A132A4" w:rsidRPr="00D05D90" w14:paraId="392A7D8A" w14:textId="77777777" w:rsidTr="00267CF5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79B87A" w14:textId="77777777" w:rsidR="00A132A4" w:rsidRPr="00D05D90" w:rsidRDefault="00A132A4" w:rsidP="00A132A4">
            <w:pPr>
              <w:pStyle w:val="Lijstalinea"/>
              <w:ind w:left="0"/>
              <w:rPr>
                <w:rFonts w:ascii="CG Omega" w:hAnsi="CG Omega"/>
                <w:sz w:val="22"/>
              </w:rPr>
            </w:pPr>
            <w:r w:rsidRPr="00D05D90">
              <w:rPr>
                <w:rFonts w:ascii="CG Omega" w:hAnsi="CG Omega"/>
                <w:sz w:val="22"/>
              </w:rPr>
              <w:t>1.5 De frequentie van contactmomenten is passend bij mijn behoefte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DA6F417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68EEF30A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1EEBAEC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E85C5FA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D08E448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A132A4" w:rsidRPr="00D05D90" w14:paraId="235ABCEF" w14:textId="77777777" w:rsidTr="00267CF5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2E1EF9BD" w14:textId="77777777" w:rsidR="00A132A4" w:rsidRPr="00D05D90" w:rsidRDefault="00A132A4" w:rsidP="00A132A4">
            <w:pPr>
              <w:pStyle w:val="Lijstalinea"/>
              <w:ind w:left="0"/>
              <w:rPr>
                <w:rFonts w:ascii="CG Omega" w:hAnsi="CG Omega"/>
                <w:sz w:val="22"/>
              </w:rPr>
            </w:pPr>
            <w:r w:rsidRPr="00D05D90">
              <w:rPr>
                <w:rFonts w:ascii="CG Omega" w:hAnsi="CG Omega"/>
                <w:sz w:val="22"/>
              </w:rPr>
              <w:t>1.6 De inhoud van contactmomenten is passend bij mijn behoefte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55FA2FF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0FCFA95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4262057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5B366F9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E822F3B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A132A4" w:rsidRPr="00D05D90" w14:paraId="6694860D" w14:textId="77777777" w:rsidTr="00267CF5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B0ECFC6" w14:textId="77777777" w:rsidR="00A132A4" w:rsidRPr="00D05D90" w:rsidRDefault="00A132A4" w:rsidP="00A132A4">
            <w:pPr>
              <w:pStyle w:val="Lijstalinea"/>
              <w:ind w:left="0"/>
              <w:rPr>
                <w:rFonts w:ascii="CG Omega" w:hAnsi="CG Omega"/>
                <w:sz w:val="22"/>
              </w:rPr>
            </w:pPr>
            <w:r w:rsidRPr="00D05D90">
              <w:rPr>
                <w:rFonts w:ascii="CG Omega" w:hAnsi="CG Omega"/>
                <w:sz w:val="22"/>
              </w:rPr>
              <w:t>1.7 Voor de herfstvakantie heeft de mentor met mij/ons kennis gemaakt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245CC8D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AC50D2C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497238E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53BDEDF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04E1D427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A132A4" w:rsidRPr="00D05D90" w14:paraId="5ABE4227" w14:textId="77777777" w:rsidTr="00267CF5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AE78F2A" w14:textId="77777777" w:rsidR="00A132A4" w:rsidRPr="00D05D90" w:rsidRDefault="00A132A4" w:rsidP="00A132A4">
            <w:pPr>
              <w:pStyle w:val="Lijstalinea"/>
              <w:ind w:left="0"/>
              <w:rPr>
                <w:rFonts w:ascii="CG Omega" w:hAnsi="CG Omega"/>
                <w:sz w:val="22"/>
              </w:rPr>
            </w:pPr>
            <w:r w:rsidRPr="00D05D90">
              <w:rPr>
                <w:rFonts w:ascii="CG Omega" w:hAnsi="CG Omega"/>
                <w:sz w:val="22"/>
              </w:rPr>
              <w:t>1.8 Ik weet wat ik kan verwachten van de mentor/docenten (o.a. ondersteuning kind)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06C346B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6223D7F1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420280C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0AD12A0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AB05BCA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A132A4" w:rsidRPr="00D05D90" w14:paraId="32ABFCC8" w14:textId="77777777" w:rsidTr="00267CF5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FFCB00D" w14:textId="77777777" w:rsidR="00A132A4" w:rsidRPr="00D05D90" w:rsidRDefault="00A132A4" w:rsidP="00A132A4">
            <w:pPr>
              <w:pStyle w:val="Lijstalinea"/>
              <w:ind w:left="0"/>
              <w:rPr>
                <w:rFonts w:ascii="CG Omega" w:hAnsi="CG Omega"/>
                <w:sz w:val="22"/>
              </w:rPr>
            </w:pPr>
            <w:r w:rsidRPr="00D05D90">
              <w:rPr>
                <w:rFonts w:ascii="CG Omega" w:hAnsi="CG Omega"/>
                <w:sz w:val="22"/>
              </w:rPr>
              <w:t>1.9 Ik weet wat de school van mij als ouder verwacht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BFAD36B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08D6A8A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C3D1296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DFEF842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986C7CE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A132A4" w:rsidRPr="00D05D90" w14:paraId="290CB8AD" w14:textId="77777777" w:rsidTr="00267CF5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0B0D616C" w14:textId="77777777" w:rsidR="00A132A4" w:rsidRPr="00D05D90" w:rsidRDefault="00A132A4" w:rsidP="00A132A4">
            <w:pPr>
              <w:pStyle w:val="Lijstalinea"/>
              <w:ind w:left="0"/>
              <w:rPr>
                <w:rFonts w:ascii="CG Omega" w:hAnsi="CG Omega"/>
                <w:sz w:val="22"/>
              </w:rPr>
            </w:pPr>
            <w:r w:rsidRPr="00D05D90">
              <w:rPr>
                <w:rFonts w:ascii="CG Omega" w:hAnsi="CG Omega"/>
                <w:sz w:val="22"/>
              </w:rPr>
              <w:t>1.10 Het is mij duidelijk wanneer, waar en bij wie ik moet zijn met vragen of problemen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B5F1AC4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A92A353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69083FD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01245CC7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6B07E5EE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A132A4" w:rsidRPr="00D05D90" w14:paraId="5BADACEB" w14:textId="77777777" w:rsidTr="00267CF5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15825D" w14:textId="77777777" w:rsidR="00A132A4" w:rsidRPr="00D05D90" w:rsidRDefault="00A132A4" w:rsidP="00A132A4">
            <w:pPr>
              <w:pStyle w:val="Lijstalinea"/>
              <w:ind w:left="0"/>
              <w:rPr>
                <w:rFonts w:ascii="CG Omega" w:hAnsi="CG Omega"/>
                <w:sz w:val="22"/>
              </w:rPr>
            </w:pPr>
            <w:r w:rsidRPr="00D05D90">
              <w:rPr>
                <w:rFonts w:ascii="CG Omega" w:hAnsi="CG Omega"/>
                <w:sz w:val="22"/>
              </w:rPr>
              <w:t xml:space="preserve">1.11 Ik weet hoe ik de mentor kan bereiken 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C37087F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064DBA65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6EF46864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155AAE8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E8A5362" w14:textId="77777777" w:rsidR="00A132A4" w:rsidRPr="00D05D90" w:rsidRDefault="00A132A4" w:rsidP="00A132A4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</w:tbl>
    <w:p w14:paraId="30CF96CD" w14:textId="77777777" w:rsidR="003B4B31" w:rsidRPr="00D05D90" w:rsidRDefault="003B4B31" w:rsidP="00D91840">
      <w:pPr>
        <w:rPr>
          <w:lang w:val="nl-NL"/>
        </w:rPr>
      </w:pPr>
    </w:p>
    <w:p w14:paraId="26D911BD" w14:textId="77777777" w:rsidR="00D05D90" w:rsidRPr="00D05D90" w:rsidRDefault="00D05D90" w:rsidP="00D91840">
      <w:pPr>
        <w:rPr>
          <w:lang w:val="nl-NL"/>
        </w:rPr>
      </w:pPr>
      <w:r w:rsidRPr="00D05D90">
        <w:rPr>
          <w:lang w:val="nl-NL"/>
        </w:rPr>
        <w:br w:type="page"/>
      </w:r>
    </w:p>
    <w:tbl>
      <w:tblPr>
        <w:tblW w:w="9360" w:type="dxa"/>
        <w:jc w:val="center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5836"/>
        <w:gridCol w:w="704"/>
        <w:gridCol w:w="705"/>
        <w:gridCol w:w="353"/>
        <w:gridCol w:w="352"/>
        <w:gridCol w:w="705"/>
        <w:gridCol w:w="705"/>
      </w:tblGrid>
      <w:tr w:rsidR="00D05D90" w:rsidRPr="00D05D90" w14:paraId="4E6205F1" w14:textId="77777777" w:rsidTr="000953FC">
        <w:trPr>
          <w:cantSplit/>
          <w:trHeight w:val="528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D9D9D9"/>
            <w:vAlign w:val="center"/>
          </w:tcPr>
          <w:p w14:paraId="708A3C46" w14:textId="77777777" w:rsidR="00D05D90" w:rsidRDefault="00DA6B99" w:rsidP="00D05D90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lastRenderedPageBreak/>
              <w:t xml:space="preserve">Stellingen </w:t>
            </w:r>
          </w:p>
          <w:p w14:paraId="0237479D" w14:textId="77777777" w:rsidR="00DA6B99" w:rsidRDefault="00DA6B99" w:rsidP="00D05D90">
            <w:pPr>
              <w:rPr>
                <w:b/>
                <w:lang w:val="nl-NL"/>
              </w:rPr>
            </w:pPr>
          </w:p>
          <w:p w14:paraId="5D0ACC06" w14:textId="1D08EF71" w:rsidR="008F1DCE" w:rsidRPr="00D05D90" w:rsidRDefault="00DA6B99" w:rsidP="00D05D90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Informatie zenden</w:t>
            </w:r>
          </w:p>
        </w:tc>
        <w:tc>
          <w:tcPr>
            <w:tcW w:w="176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D9D9D9"/>
            </w:tcBorders>
            <w:shd w:val="clear" w:color="auto" w:fill="D9D9D9"/>
            <w:vAlign w:val="center"/>
          </w:tcPr>
          <w:p w14:paraId="0241DD4C" w14:textId="77777777" w:rsidR="00D05D90" w:rsidRPr="00D05D90" w:rsidRDefault="00D05D90" w:rsidP="000D5D1B">
            <w:pPr>
              <w:rPr>
                <w:lang w:val="nl-NL"/>
              </w:rPr>
            </w:pPr>
            <w:r w:rsidRPr="00D05D90">
              <w:rPr>
                <w:lang w:val="nl-NL"/>
              </w:rPr>
              <w:t>Helemaal mee oneens</w:t>
            </w:r>
          </w:p>
        </w:tc>
        <w:tc>
          <w:tcPr>
            <w:tcW w:w="1762" w:type="dxa"/>
            <w:gridSpan w:val="3"/>
            <w:tcBorders>
              <w:top w:val="single" w:sz="4" w:space="0" w:color="999999"/>
              <w:left w:val="nil"/>
              <w:bottom w:val="single" w:sz="4" w:space="0" w:color="D9D9D9"/>
              <w:right w:val="single" w:sz="4" w:space="0" w:color="999999"/>
            </w:tcBorders>
            <w:shd w:val="clear" w:color="auto" w:fill="D9D9D9"/>
            <w:vAlign w:val="center"/>
          </w:tcPr>
          <w:p w14:paraId="33D35B4A" w14:textId="77777777" w:rsidR="00D05D90" w:rsidRPr="00D05D90" w:rsidRDefault="00D05D90" w:rsidP="000D5D1B">
            <w:pPr>
              <w:jc w:val="right"/>
              <w:rPr>
                <w:lang w:val="nl-NL"/>
              </w:rPr>
            </w:pPr>
            <w:r w:rsidRPr="00D05D90">
              <w:rPr>
                <w:lang w:val="nl-NL"/>
              </w:rPr>
              <w:t>Helemaal mee eens</w:t>
            </w:r>
          </w:p>
        </w:tc>
      </w:tr>
      <w:tr w:rsidR="00D05D90" w:rsidRPr="00D05D90" w14:paraId="301E3CAE" w14:textId="77777777" w:rsidTr="00D05D90">
        <w:trPr>
          <w:trHeight w:val="282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74A4DA68" w14:textId="77777777" w:rsidR="00D05D90" w:rsidRPr="00D05D90" w:rsidRDefault="00D05D90" w:rsidP="00D05D90">
            <w:pPr>
              <w:rPr>
                <w:rFonts w:ascii="CG Omega" w:hAnsi="CG Omega"/>
                <w:sz w:val="22"/>
                <w:lang w:val="nl-NL"/>
              </w:rPr>
            </w:pPr>
            <w:r w:rsidRPr="00D05D90">
              <w:rPr>
                <w:rFonts w:ascii="CG Omega" w:hAnsi="CG Omega"/>
                <w:sz w:val="22"/>
                <w:lang w:val="nl-NL"/>
              </w:rPr>
              <w:t>2.1 Ik word (regelmatig) uitgenodigd om de studievoortgang van mijn kind te bespreken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35BBE9D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1AC9089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431A937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0358DD4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18ED8C2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D05D90" w:rsidRPr="00D05D90" w14:paraId="337F12BB" w14:textId="77777777" w:rsidTr="000D5D1B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130AAD84" w14:textId="77777777" w:rsidR="00D05D90" w:rsidRPr="00D05D90" w:rsidRDefault="00D05D90" w:rsidP="00D05D90">
            <w:pPr>
              <w:rPr>
                <w:rFonts w:ascii="CG Omega" w:hAnsi="CG Omega"/>
                <w:sz w:val="22"/>
                <w:lang w:val="nl-NL"/>
              </w:rPr>
            </w:pPr>
            <w:r w:rsidRPr="00D05D90">
              <w:rPr>
                <w:rFonts w:ascii="CG Omega" w:hAnsi="CG Omega"/>
                <w:sz w:val="22"/>
                <w:lang w:val="nl-NL"/>
              </w:rPr>
              <w:t>2.2 Ik ben op de hoogte hoe mijn kind functioneert op school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BAF4D50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F35BDEC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BC3C1A1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FE80E7C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64809272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D05D90" w:rsidRPr="00D05D90" w14:paraId="7C9D1855" w14:textId="77777777" w:rsidTr="000D5D1B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2CFE5851" w14:textId="77777777" w:rsidR="00D05D90" w:rsidRPr="00D05D90" w:rsidRDefault="00D05D90" w:rsidP="00D05D90">
            <w:pPr>
              <w:rPr>
                <w:rFonts w:ascii="CG Omega" w:hAnsi="CG Omega"/>
                <w:sz w:val="22"/>
                <w:lang w:val="nl-NL"/>
              </w:rPr>
            </w:pPr>
            <w:r w:rsidRPr="00D05D90">
              <w:rPr>
                <w:rFonts w:ascii="CG Omega" w:hAnsi="CG Omega"/>
                <w:sz w:val="22"/>
                <w:lang w:val="nl-NL"/>
              </w:rPr>
              <w:t>2.3 Er wordt contact met me opgenomen wanneer mijn kind afwezig is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48EE0BC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685066CF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6F84FD38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BF34E5E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0126443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D05D90" w:rsidRPr="00D05D90" w14:paraId="3791E982" w14:textId="77777777" w:rsidTr="000D5D1B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1BB6559" w14:textId="77777777" w:rsidR="00D05D90" w:rsidRPr="00D05D90" w:rsidRDefault="00D05D90" w:rsidP="00D05D90">
            <w:pPr>
              <w:rPr>
                <w:rFonts w:ascii="CG Omega" w:hAnsi="CG Omega"/>
                <w:sz w:val="22"/>
                <w:lang w:val="nl-NL"/>
              </w:rPr>
            </w:pPr>
            <w:r w:rsidRPr="00D05D90">
              <w:rPr>
                <w:rFonts w:ascii="CG Omega" w:hAnsi="CG Omega"/>
                <w:sz w:val="22"/>
                <w:lang w:val="nl-NL"/>
              </w:rPr>
              <w:t>2.4 Ik hoor voldoende wat er goed gaat met mijn kind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D2BD388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55EFE32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84A8C51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EF5FC8E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DE6BA9D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D05D90" w:rsidRPr="00D05D90" w14:paraId="1F811A99" w14:textId="77777777" w:rsidTr="000D5D1B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73B7FD36" w14:textId="77777777" w:rsidR="00D05D90" w:rsidRPr="00D05D90" w:rsidRDefault="00D05D90" w:rsidP="00D05D90">
            <w:pPr>
              <w:rPr>
                <w:rFonts w:ascii="CG Omega" w:hAnsi="CG Omega"/>
                <w:sz w:val="22"/>
                <w:lang w:val="nl-NL"/>
              </w:rPr>
            </w:pPr>
            <w:r w:rsidRPr="00D05D90">
              <w:rPr>
                <w:rFonts w:ascii="CG Omega" w:hAnsi="CG Omega"/>
                <w:sz w:val="22"/>
                <w:lang w:val="nl-NL"/>
              </w:rPr>
              <w:t>2.5 De informatie die school geeft is ook besproken met mijn kind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479EA6A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0422D0A2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46AA8E86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82A82F3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1EE56B5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D05D90" w:rsidRPr="00D05D90" w14:paraId="7AFF3BA1" w14:textId="77777777" w:rsidTr="000D5D1B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6E625F1" w14:textId="77777777" w:rsidR="00D05D90" w:rsidRPr="00D05D90" w:rsidRDefault="00D05D90" w:rsidP="00D05D90">
            <w:pPr>
              <w:rPr>
                <w:rFonts w:ascii="CG Omega" w:hAnsi="CG Omega"/>
                <w:sz w:val="22"/>
                <w:lang w:val="nl-NL"/>
              </w:rPr>
            </w:pPr>
            <w:r w:rsidRPr="00D05D90">
              <w:rPr>
                <w:rFonts w:ascii="CG Omega" w:hAnsi="CG Omega"/>
                <w:sz w:val="22"/>
                <w:lang w:val="nl-NL"/>
              </w:rPr>
              <w:t>2.6 De school organiseert informatieavonden voor ouders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64A5788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D0CD319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00B45FD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B88E7EE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E367A51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</w:tbl>
    <w:p w14:paraId="2C9F9743" w14:textId="77777777" w:rsidR="00D05D90" w:rsidRPr="00D05D90" w:rsidRDefault="00D05D90" w:rsidP="00D91840">
      <w:pPr>
        <w:rPr>
          <w:lang w:val="nl-NL"/>
        </w:rPr>
      </w:pPr>
    </w:p>
    <w:p w14:paraId="017A9DEA" w14:textId="77777777" w:rsidR="00D05D90" w:rsidRPr="00D05D90" w:rsidRDefault="00D05D90" w:rsidP="00D91840">
      <w:pPr>
        <w:rPr>
          <w:lang w:val="nl-NL"/>
        </w:rPr>
      </w:pPr>
    </w:p>
    <w:tbl>
      <w:tblPr>
        <w:tblW w:w="9360" w:type="dxa"/>
        <w:jc w:val="center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5836"/>
        <w:gridCol w:w="704"/>
        <w:gridCol w:w="705"/>
        <w:gridCol w:w="353"/>
        <w:gridCol w:w="352"/>
        <w:gridCol w:w="705"/>
        <w:gridCol w:w="705"/>
      </w:tblGrid>
      <w:tr w:rsidR="00D05D90" w:rsidRPr="00D05D90" w14:paraId="5661F967" w14:textId="77777777" w:rsidTr="000953FC">
        <w:trPr>
          <w:cantSplit/>
          <w:trHeight w:val="615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D9D9D9"/>
            <w:vAlign w:val="center"/>
          </w:tcPr>
          <w:p w14:paraId="5808D2CD" w14:textId="77777777" w:rsidR="00D05D90" w:rsidRPr="00D05D90" w:rsidRDefault="00D05D90" w:rsidP="000D5D1B">
            <w:pPr>
              <w:pStyle w:val="Kop2"/>
              <w:rPr>
                <w:lang w:val="nl-NL"/>
              </w:rPr>
            </w:pPr>
            <w:r w:rsidRPr="00D05D90">
              <w:rPr>
                <w:lang w:val="nl-NL"/>
              </w:rPr>
              <w:t xml:space="preserve">Stellingen </w:t>
            </w:r>
            <w:r w:rsidRPr="00D05D90">
              <w:rPr>
                <w:lang w:val="nl-NL"/>
              </w:rPr>
              <w:br/>
            </w:r>
          </w:p>
          <w:p w14:paraId="658BF689" w14:textId="77777777" w:rsidR="00D05D90" w:rsidRPr="00D05D90" w:rsidRDefault="00D05D90" w:rsidP="00D05D90">
            <w:pPr>
              <w:rPr>
                <w:b/>
                <w:lang w:val="nl-NL"/>
              </w:rPr>
            </w:pPr>
            <w:r w:rsidRPr="00D05D90">
              <w:rPr>
                <w:b/>
                <w:lang w:val="nl-NL"/>
              </w:rPr>
              <w:t>Informatie ontvangen</w:t>
            </w:r>
          </w:p>
        </w:tc>
        <w:tc>
          <w:tcPr>
            <w:tcW w:w="176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D9D9D9"/>
            </w:tcBorders>
            <w:shd w:val="clear" w:color="auto" w:fill="D9D9D9"/>
            <w:vAlign w:val="center"/>
          </w:tcPr>
          <w:p w14:paraId="457DD8EF" w14:textId="77777777" w:rsidR="00D05D90" w:rsidRPr="00D05D90" w:rsidRDefault="00D05D90" w:rsidP="000D5D1B">
            <w:pPr>
              <w:rPr>
                <w:lang w:val="nl-NL"/>
              </w:rPr>
            </w:pPr>
            <w:r w:rsidRPr="00D05D90">
              <w:rPr>
                <w:lang w:val="nl-NL"/>
              </w:rPr>
              <w:t>Helemaal mee oneens</w:t>
            </w:r>
          </w:p>
        </w:tc>
        <w:tc>
          <w:tcPr>
            <w:tcW w:w="1762" w:type="dxa"/>
            <w:gridSpan w:val="3"/>
            <w:tcBorders>
              <w:top w:val="single" w:sz="4" w:space="0" w:color="999999"/>
              <w:left w:val="nil"/>
              <w:bottom w:val="single" w:sz="4" w:space="0" w:color="D9D9D9"/>
              <w:right w:val="single" w:sz="4" w:space="0" w:color="999999"/>
            </w:tcBorders>
            <w:shd w:val="clear" w:color="auto" w:fill="D9D9D9"/>
            <w:vAlign w:val="center"/>
          </w:tcPr>
          <w:p w14:paraId="07F829A3" w14:textId="77777777" w:rsidR="00D05D90" w:rsidRPr="00D05D90" w:rsidRDefault="00D05D90" w:rsidP="000D5D1B">
            <w:pPr>
              <w:jc w:val="right"/>
              <w:rPr>
                <w:lang w:val="nl-NL"/>
              </w:rPr>
            </w:pPr>
            <w:r w:rsidRPr="00D05D90">
              <w:rPr>
                <w:lang w:val="nl-NL"/>
              </w:rPr>
              <w:t>Helemaal mee eens</w:t>
            </w:r>
          </w:p>
        </w:tc>
      </w:tr>
      <w:tr w:rsidR="00D05D90" w:rsidRPr="00D05D90" w14:paraId="1768F4CD" w14:textId="77777777" w:rsidTr="000D5D1B">
        <w:trPr>
          <w:trHeight w:val="282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7B22D25" w14:textId="77777777" w:rsidR="00D05D90" w:rsidRPr="00D05D90" w:rsidRDefault="00D05D90" w:rsidP="00D05D90">
            <w:pPr>
              <w:rPr>
                <w:rFonts w:ascii="CG Omega" w:hAnsi="CG Omega"/>
                <w:sz w:val="22"/>
                <w:lang w:val="nl-NL"/>
              </w:rPr>
            </w:pPr>
            <w:r w:rsidRPr="00D05D90">
              <w:rPr>
                <w:rFonts w:ascii="CG Omega" w:hAnsi="CG Omega"/>
                <w:sz w:val="22"/>
                <w:lang w:val="nl-NL"/>
              </w:rPr>
              <w:t>3.1 De school vraagt naar en heeft oog voor de interesses/talenten (ook buiten school) van mijn zoon/dochter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97AC64C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61633FE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0CD55DB6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078B8B3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6252A3F6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D05D90" w:rsidRPr="00D05D90" w14:paraId="0BF183FD" w14:textId="77777777" w:rsidTr="000D5D1B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0842D8C" w14:textId="77777777" w:rsidR="00D05D90" w:rsidRPr="00D05D90" w:rsidRDefault="00D05D90" w:rsidP="00D05D90">
            <w:pPr>
              <w:rPr>
                <w:rFonts w:ascii="CG Omega" w:hAnsi="CG Omega"/>
                <w:sz w:val="22"/>
                <w:lang w:val="nl-NL"/>
              </w:rPr>
            </w:pPr>
            <w:r w:rsidRPr="00D05D90">
              <w:rPr>
                <w:rFonts w:ascii="CG Omega" w:hAnsi="CG Omega"/>
                <w:sz w:val="22"/>
                <w:lang w:val="nl-NL"/>
              </w:rPr>
              <w:t>3.2 Er is contact met de mentor over de ontwikkeling op school én thuis en het mogelijke verband ertussen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9D41BDD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93DDC7B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5402371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89C67D6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03486905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D05D90" w:rsidRPr="00D05D90" w14:paraId="1CC7A54B" w14:textId="77777777" w:rsidTr="000D5D1B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B6149F8" w14:textId="77777777" w:rsidR="00D05D90" w:rsidRPr="00D05D90" w:rsidRDefault="00D05D90" w:rsidP="00D05D90">
            <w:pPr>
              <w:rPr>
                <w:rFonts w:ascii="CG Omega" w:hAnsi="CG Omega"/>
                <w:sz w:val="22"/>
                <w:lang w:val="nl-NL"/>
              </w:rPr>
            </w:pPr>
            <w:r w:rsidRPr="00D05D90">
              <w:rPr>
                <w:rFonts w:ascii="CG Omega" w:hAnsi="CG Omega"/>
                <w:sz w:val="22"/>
                <w:lang w:val="nl-NL"/>
              </w:rPr>
              <w:t>3.3 Tijdens contactmomenten is er ook structureel tijd om over de thuissituatie te spreken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6E5F7D62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605A0266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81AEF2C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C566F4F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AF8FB25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D05D90" w:rsidRPr="00D05D90" w14:paraId="07F7E4DC" w14:textId="77777777" w:rsidTr="000D5D1B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21CE279" w14:textId="77777777" w:rsidR="00D05D90" w:rsidRPr="00D05D90" w:rsidRDefault="00D05D90" w:rsidP="00D05D90">
            <w:pPr>
              <w:rPr>
                <w:rFonts w:ascii="CG Omega" w:hAnsi="CG Omega"/>
                <w:sz w:val="22"/>
                <w:lang w:val="nl-NL"/>
              </w:rPr>
            </w:pPr>
            <w:r w:rsidRPr="00D05D90">
              <w:rPr>
                <w:rFonts w:ascii="CG Omega" w:hAnsi="CG Omega"/>
                <w:sz w:val="22"/>
                <w:lang w:val="nl-NL"/>
              </w:rPr>
              <w:t>3.4 School vraagt naar wat er goed gaat volgens ouders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9290697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5EE7F09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98C4E3E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6A26F6C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0996657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D05D90" w:rsidRPr="00D05D90" w14:paraId="3D7FAEAD" w14:textId="77777777" w:rsidTr="000D5D1B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C1389D0" w14:textId="77777777" w:rsidR="00D05D90" w:rsidRPr="00D05D90" w:rsidRDefault="00D05D90" w:rsidP="00D05D90">
            <w:pPr>
              <w:rPr>
                <w:rFonts w:ascii="CG Omega" w:hAnsi="CG Omega"/>
                <w:sz w:val="22"/>
                <w:lang w:val="nl-NL"/>
              </w:rPr>
            </w:pPr>
            <w:r w:rsidRPr="00D05D90">
              <w:rPr>
                <w:rFonts w:ascii="CG Omega" w:hAnsi="CG Omega"/>
                <w:sz w:val="22"/>
                <w:lang w:val="nl-NL"/>
              </w:rPr>
              <w:t>3.5 School vraagt naar de uitkomst van gesprekken thuis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49ACBC1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618760C3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197F4C7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D964B43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69D2226D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D05D90" w:rsidRPr="00D05D90" w14:paraId="223EBA61" w14:textId="77777777" w:rsidTr="000D5D1B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65CFF15" w14:textId="77777777" w:rsidR="00D05D90" w:rsidRPr="00D05D90" w:rsidRDefault="00D05D90" w:rsidP="00D05D90">
            <w:pPr>
              <w:rPr>
                <w:rFonts w:ascii="CG Omega" w:hAnsi="CG Omega"/>
                <w:sz w:val="22"/>
                <w:lang w:val="nl-NL"/>
              </w:rPr>
            </w:pPr>
            <w:r w:rsidRPr="00D05D90">
              <w:rPr>
                <w:rFonts w:ascii="CG Omega" w:hAnsi="CG Omega"/>
                <w:sz w:val="22"/>
                <w:lang w:val="nl-NL"/>
              </w:rPr>
              <w:t>3.6 Tijdens een informatieavond is er ruimte voor inbreng van ouders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8B2B979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B821F91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6A01B186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E045631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676B80F2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</w:tbl>
    <w:p w14:paraId="5B80D562" w14:textId="77777777" w:rsidR="00D05D90" w:rsidRPr="00D05D90" w:rsidRDefault="00D05D90" w:rsidP="00D91840">
      <w:pPr>
        <w:rPr>
          <w:lang w:val="nl-NL"/>
        </w:rPr>
      </w:pPr>
    </w:p>
    <w:p w14:paraId="7886E8A4" w14:textId="77777777" w:rsidR="00D05D90" w:rsidRPr="00D05D90" w:rsidRDefault="00D05D90" w:rsidP="00D91840">
      <w:pPr>
        <w:rPr>
          <w:lang w:val="nl-NL"/>
        </w:rPr>
      </w:pPr>
      <w:r w:rsidRPr="00D05D90">
        <w:rPr>
          <w:lang w:val="nl-NL"/>
        </w:rPr>
        <w:br w:type="page"/>
      </w:r>
    </w:p>
    <w:tbl>
      <w:tblPr>
        <w:tblW w:w="9360" w:type="dxa"/>
        <w:jc w:val="center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5836"/>
        <w:gridCol w:w="704"/>
        <w:gridCol w:w="705"/>
        <w:gridCol w:w="353"/>
        <w:gridCol w:w="352"/>
        <w:gridCol w:w="705"/>
        <w:gridCol w:w="705"/>
      </w:tblGrid>
      <w:tr w:rsidR="00D05D90" w:rsidRPr="00D05D90" w14:paraId="4D3E5645" w14:textId="77777777" w:rsidTr="000953FC">
        <w:trPr>
          <w:cantSplit/>
          <w:trHeight w:val="529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D9D9D9"/>
            <w:vAlign w:val="center"/>
          </w:tcPr>
          <w:p w14:paraId="6A97C5D3" w14:textId="77777777" w:rsidR="00D05D90" w:rsidRPr="00D05D90" w:rsidRDefault="00D05D90" w:rsidP="000D5D1B">
            <w:pPr>
              <w:pStyle w:val="Kop2"/>
              <w:rPr>
                <w:lang w:val="nl-NL"/>
              </w:rPr>
            </w:pPr>
            <w:r w:rsidRPr="00D05D90">
              <w:rPr>
                <w:lang w:val="nl-NL"/>
              </w:rPr>
              <w:lastRenderedPageBreak/>
              <w:t xml:space="preserve">Stellingen </w:t>
            </w:r>
            <w:r w:rsidRPr="00D05D90">
              <w:rPr>
                <w:lang w:val="nl-NL"/>
              </w:rPr>
              <w:br/>
            </w:r>
          </w:p>
          <w:p w14:paraId="5B8D1F5E" w14:textId="77777777" w:rsidR="00D05D90" w:rsidRPr="00D05D90" w:rsidRDefault="00D05D90" w:rsidP="00D05D90">
            <w:pPr>
              <w:rPr>
                <w:b/>
                <w:lang w:val="nl-NL"/>
              </w:rPr>
            </w:pPr>
            <w:r w:rsidRPr="00D05D90">
              <w:rPr>
                <w:b/>
                <w:lang w:val="nl-NL"/>
              </w:rPr>
              <w:t>Informatie uitwisselen</w:t>
            </w:r>
          </w:p>
        </w:tc>
        <w:tc>
          <w:tcPr>
            <w:tcW w:w="176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D9D9D9"/>
            </w:tcBorders>
            <w:shd w:val="clear" w:color="auto" w:fill="D9D9D9"/>
            <w:vAlign w:val="center"/>
          </w:tcPr>
          <w:p w14:paraId="4FF952AE" w14:textId="77777777" w:rsidR="00D05D90" w:rsidRPr="00D05D90" w:rsidRDefault="00D05D90" w:rsidP="000D5D1B">
            <w:pPr>
              <w:rPr>
                <w:lang w:val="nl-NL"/>
              </w:rPr>
            </w:pPr>
            <w:r w:rsidRPr="00D05D90">
              <w:rPr>
                <w:lang w:val="nl-NL"/>
              </w:rPr>
              <w:t>Helemaal mee oneens</w:t>
            </w:r>
          </w:p>
        </w:tc>
        <w:tc>
          <w:tcPr>
            <w:tcW w:w="1762" w:type="dxa"/>
            <w:gridSpan w:val="3"/>
            <w:tcBorders>
              <w:top w:val="single" w:sz="4" w:space="0" w:color="999999"/>
              <w:left w:val="nil"/>
              <w:bottom w:val="single" w:sz="4" w:space="0" w:color="D9D9D9"/>
              <w:right w:val="single" w:sz="4" w:space="0" w:color="999999"/>
            </w:tcBorders>
            <w:shd w:val="clear" w:color="auto" w:fill="D9D9D9"/>
            <w:vAlign w:val="center"/>
          </w:tcPr>
          <w:p w14:paraId="2AE5CEE1" w14:textId="77777777" w:rsidR="00D05D90" w:rsidRPr="00D05D90" w:rsidRDefault="00D05D90" w:rsidP="000D5D1B">
            <w:pPr>
              <w:jc w:val="right"/>
              <w:rPr>
                <w:lang w:val="nl-NL"/>
              </w:rPr>
            </w:pPr>
            <w:r w:rsidRPr="00D05D90">
              <w:rPr>
                <w:lang w:val="nl-NL"/>
              </w:rPr>
              <w:t>Helemaal mee eens</w:t>
            </w:r>
          </w:p>
        </w:tc>
      </w:tr>
      <w:tr w:rsidR="00D05D90" w:rsidRPr="00D05D90" w14:paraId="046951EB" w14:textId="77777777" w:rsidTr="000D5D1B">
        <w:trPr>
          <w:trHeight w:val="282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21DC623E" w14:textId="77777777" w:rsidR="00D05D90" w:rsidRPr="00D05D90" w:rsidRDefault="00D05D90" w:rsidP="00D05D90">
            <w:pPr>
              <w:rPr>
                <w:rFonts w:ascii="CG Omega" w:hAnsi="CG Omega"/>
                <w:sz w:val="22"/>
                <w:lang w:val="nl-NL"/>
              </w:rPr>
            </w:pPr>
            <w:r w:rsidRPr="00D05D90">
              <w:rPr>
                <w:rFonts w:ascii="CG Omega" w:hAnsi="CG Omega"/>
                <w:sz w:val="22"/>
                <w:lang w:val="nl-NL"/>
              </w:rPr>
              <w:t xml:space="preserve">4.1 Mijn kind, de mentor en ik denken samen na over zijn/haar ontwikkeling 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EB1B1B4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1FAFD51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4D4C55F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61A4A926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04F9F644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D05D90" w:rsidRPr="00D05D90" w14:paraId="39DAA708" w14:textId="77777777" w:rsidTr="000D5D1B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785539" w14:textId="77777777" w:rsidR="00D05D90" w:rsidRPr="00D05D90" w:rsidRDefault="00D05D90" w:rsidP="00D05D90">
            <w:pPr>
              <w:rPr>
                <w:rFonts w:ascii="CG Omega" w:hAnsi="CG Omega"/>
                <w:sz w:val="22"/>
                <w:lang w:val="nl-NL"/>
              </w:rPr>
            </w:pPr>
            <w:r w:rsidRPr="00D05D90">
              <w:rPr>
                <w:rFonts w:ascii="CG Omega" w:hAnsi="CG Omega"/>
                <w:sz w:val="22"/>
                <w:lang w:val="nl-NL"/>
              </w:rPr>
              <w:t>4.2 Ik ervaar dat wij gericht samenwerken aan de ontwikkelpunten van mijn kind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E6A5608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0734115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09483BE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4C8EE3F1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0CB7F2D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D05D90" w:rsidRPr="00D05D90" w14:paraId="72BF5E1F" w14:textId="77777777" w:rsidTr="000D5D1B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1446B4E7" w14:textId="77777777" w:rsidR="00D05D90" w:rsidRPr="00D05D90" w:rsidRDefault="00D05D90" w:rsidP="00D05D90">
            <w:pPr>
              <w:rPr>
                <w:rFonts w:ascii="CG Omega" w:hAnsi="CG Omega"/>
                <w:sz w:val="22"/>
                <w:lang w:val="nl-NL"/>
              </w:rPr>
            </w:pPr>
            <w:r w:rsidRPr="00D05D90">
              <w:rPr>
                <w:rFonts w:ascii="CG Omega" w:hAnsi="CG Omega"/>
                <w:sz w:val="22"/>
                <w:lang w:val="nl-NL"/>
              </w:rPr>
              <w:t>4.3 Ik word structureel betrokken bij de loopbaankeuze van mijn kind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796B0F8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6B101CFE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643522B3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6581128E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3B1B026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D05D90" w:rsidRPr="00D05D90" w14:paraId="142D193E" w14:textId="77777777" w:rsidTr="000D5D1B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28AAD92" w14:textId="77777777" w:rsidR="00D05D90" w:rsidRPr="00D05D90" w:rsidRDefault="00D05D90" w:rsidP="00D05D90">
            <w:pPr>
              <w:rPr>
                <w:rFonts w:ascii="CG Omega" w:hAnsi="CG Omega"/>
                <w:sz w:val="22"/>
                <w:lang w:val="nl-NL"/>
              </w:rPr>
            </w:pPr>
            <w:r w:rsidRPr="00D05D90">
              <w:rPr>
                <w:rFonts w:ascii="CG Omega" w:hAnsi="CG Omega"/>
                <w:sz w:val="22"/>
                <w:lang w:val="nl-NL"/>
              </w:rPr>
              <w:t>4.4 Wanneer er problemen ontstaan word ik snel betrokken bij het nadenken over een oplossing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0D317982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E0F1DEF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64FC2C05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9319F9F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FC56E81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D05D90" w:rsidRPr="00D05D90" w14:paraId="44E5B324" w14:textId="77777777" w:rsidTr="000D5D1B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212E12DA" w14:textId="77777777" w:rsidR="00D05D90" w:rsidRPr="00D05D90" w:rsidRDefault="00D05D90" w:rsidP="00D05D90">
            <w:pPr>
              <w:rPr>
                <w:rFonts w:ascii="CG Omega" w:hAnsi="CG Omega"/>
                <w:sz w:val="22"/>
                <w:lang w:val="nl-NL"/>
              </w:rPr>
            </w:pPr>
            <w:r w:rsidRPr="00D05D90">
              <w:rPr>
                <w:rFonts w:ascii="CG Omega" w:hAnsi="CG Omega"/>
                <w:sz w:val="22"/>
                <w:lang w:val="nl-NL"/>
              </w:rPr>
              <w:t>4.5 School is duidelijk in wat ze van mij verwachten in de ondersteuning van mijn kind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F95F8ED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77BA418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D52FA46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35802D5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2717015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D05D90" w:rsidRPr="00D05D90" w14:paraId="35AB3F70" w14:textId="77777777" w:rsidTr="000D5D1B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B1639EE" w14:textId="77777777" w:rsidR="00D05D90" w:rsidRPr="00D05D90" w:rsidRDefault="00D05D90" w:rsidP="00D05D90">
            <w:pPr>
              <w:rPr>
                <w:rFonts w:ascii="CG Omega" w:hAnsi="CG Omega"/>
                <w:sz w:val="22"/>
                <w:lang w:val="nl-NL"/>
              </w:rPr>
            </w:pPr>
            <w:r w:rsidRPr="00D05D90">
              <w:rPr>
                <w:rFonts w:ascii="CG Omega" w:hAnsi="CG Omega"/>
                <w:sz w:val="22"/>
                <w:lang w:val="nl-NL"/>
              </w:rPr>
              <w:t>4.6 In de samenwerking is voldoende aandacht voor wat er goed gaat en wat werkt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EB92EBC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0142C2E2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93B10BF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69FE5583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D237E25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D05D90" w:rsidRPr="00D05D90" w14:paraId="221AF6D5" w14:textId="77777777" w:rsidTr="000D5D1B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05AD780B" w14:textId="77777777" w:rsidR="00D05D90" w:rsidRPr="00D05D90" w:rsidRDefault="00D05D90" w:rsidP="00D05D90">
            <w:pPr>
              <w:rPr>
                <w:rFonts w:ascii="CG Omega" w:hAnsi="CG Omega"/>
                <w:sz w:val="22"/>
                <w:lang w:val="nl-NL"/>
              </w:rPr>
            </w:pPr>
            <w:r w:rsidRPr="00D05D90">
              <w:rPr>
                <w:rFonts w:ascii="CG Omega" w:hAnsi="CG Omega"/>
                <w:sz w:val="22"/>
                <w:lang w:val="nl-NL"/>
              </w:rPr>
              <w:t>4.7 In de samenwerking wordt er rekening gehouden met ieder zijn perspectief, ook dat van mijn kind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6AE2F4FE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FDD9A8E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37EEAD1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0703145E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C3115B8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</w:tbl>
    <w:p w14:paraId="7F7C0BB0" w14:textId="77777777" w:rsidR="00D05D90" w:rsidRPr="00D05D90" w:rsidRDefault="00D05D90" w:rsidP="00D91840">
      <w:pPr>
        <w:rPr>
          <w:lang w:val="nl-NL"/>
        </w:rPr>
      </w:pPr>
    </w:p>
    <w:p w14:paraId="54D9559F" w14:textId="77777777" w:rsidR="00D05D90" w:rsidRPr="00D05D90" w:rsidRDefault="00D05D90" w:rsidP="00D91840">
      <w:pPr>
        <w:rPr>
          <w:lang w:val="nl-NL"/>
        </w:rPr>
      </w:pPr>
    </w:p>
    <w:tbl>
      <w:tblPr>
        <w:tblW w:w="9360" w:type="dxa"/>
        <w:jc w:val="center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5836"/>
        <w:gridCol w:w="704"/>
        <w:gridCol w:w="705"/>
        <w:gridCol w:w="353"/>
        <w:gridCol w:w="352"/>
        <w:gridCol w:w="705"/>
        <w:gridCol w:w="705"/>
      </w:tblGrid>
      <w:tr w:rsidR="00D05D90" w:rsidRPr="00D05D90" w14:paraId="70344836" w14:textId="77777777" w:rsidTr="000953FC">
        <w:trPr>
          <w:cantSplit/>
          <w:trHeight w:val="58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D9D9D9"/>
            <w:vAlign w:val="center"/>
          </w:tcPr>
          <w:p w14:paraId="30B6AA2D" w14:textId="77777777" w:rsidR="00D05D90" w:rsidRPr="00D05D90" w:rsidRDefault="00D05D90" w:rsidP="000D5D1B">
            <w:pPr>
              <w:pStyle w:val="Kop2"/>
              <w:rPr>
                <w:lang w:val="nl-NL"/>
              </w:rPr>
            </w:pPr>
            <w:r w:rsidRPr="00D05D90">
              <w:rPr>
                <w:lang w:val="nl-NL"/>
              </w:rPr>
              <w:t xml:space="preserve">Stellingen </w:t>
            </w:r>
            <w:r w:rsidRPr="00D05D90">
              <w:rPr>
                <w:lang w:val="nl-NL"/>
              </w:rPr>
              <w:br/>
            </w:r>
          </w:p>
          <w:p w14:paraId="6AAB4C06" w14:textId="77777777" w:rsidR="00D05D90" w:rsidRPr="00D05D90" w:rsidRDefault="00D05D90" w:rsidP="000D5D1B">
            <w:pPr>
              <w:rPr>
                <w:b/>
                <w:lang w:val="nl-NL"/>
              </w:rPr>
            </w:pPr>
            <w:r w:rsidRPr="00D05D90">
              <w:rPr>
                <w:b/>
                <w:lang w:val="nl-NL"/>
              </w:rPr>
              <w:t xml:space="preserve">Ondersteuning bieden </w:t>
            </w:r>
          </w:p>
        </w:tc>
        <w:tc>
          <w:tcPr>
            <w:tcW w:w="176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D9D9D9"/>
            </w:tcBorders>
            <w:shd w:val="clear" w:color="auto" w:fill="D9D9D9"/>
            <w:vAlign w:val="center"/>
          </w:tcPr>
          <w:p w14:paraId="48906D8D" w14:textId="77777777" w:rsidR="00D05D90" w:rsidRPr="00D05D90" w:rsidRDefault="00D05D90" w:rsidP="000D5D1B">
            <w:pPr>
              <w:rPr>
                <w:lang w:val="nl-NL"/>
              </w:rPr>
            </w:pPr>
            <w:r w:rsidRPr="00D05D90">
              <w:rPr>
                <w:lang w:val="nl-NL"/>
              </w:rPr>
              <w:t>Helemaal mee oneens</w:t>
            </w:r>
          </w:p>
        </w:tc>
        <w:tc>
          <w:tcPr>
            <w:tcW w:w="1762" w:type="dxa"/>
            <w:gridSpan w:val="3"/>
            <w:tcBorders>
              <w:top w:val="single" w:sz="4" w:space="0" w:color="999999"/>
              <w:left w:val="nil"/>
              <w:bottom w:val="single" w:sz="4" w:space="0" w:color="D9D9D9"/>
              <w:right w:val="single" w:sz="4" w:space="0" w:color="999999"/>
            </w:tcBorders>
            <w:shd w:val="clear" w:color="auto" w:fill="D9D9D9"/>
            <w:vAlign w:val="center"/>
          </w:tcPr>
          <w:p w14:paraId="67C79F39" w14:textId="77777777" w:rsidR="00D05D90" w:rsidRPr="00D05D90" w:rsidRDefault="00D05D90" w:rsidP="000D5D1B">
            <w:pPr>
              <w:jc w:val="right"/>
              <w:rPr>
                <w:lang w:val="nl-NL"/>
              </w:rPr>
            </w:pPr>
            <w:r w:rsidRPr="00D05D90">
              <w:rPr>
                <w:lang w:val="nl-NL"/>
              </w:rPr>
              <w:t>Helemaal mee eens</w:t>
            </w:r>
          </w:p>
        </w:tc>
      </w:tr>
      <w:tr w:rsidR="00D05D90" w:rsidRPr="00D05D90" w14:paraId="4CCCE474" w14:textId="77777777" w:rsidTr="000D5D1B">
        <w:trPr>
          <w:trHeight w:val="282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25EE6AC8" w14:textId="77777777" w:rsidR="00D05D90" w:rsidRPr="00D05D90" w:rsidRDefault="00D05D90" w:rsidP="00D05D90">
            <w:pPr>
              <w:rPr>
                <w:rFonts w:ascii="CG Omega" w:hAnsi="CG Omega"/>
                <w:sz w:val="22"/>
                <w:lang w:val="nl-NL"/>
              </w:rPr>
            </w:pPr>
            <w:r w:rsidRPr="00D05D90">
              <w:rPr>
                <w:rFonts w:ascii="CG Omega" w:hAnsi="CG Omega"/>
                <w:sz w:val="22"/>
                <w:lang w:val="nl-NL"/>
              </w:rPr>
              <w:t>5.1 School neemt een actieve rol aan in het zoeken naar oplossingen wanneer er thuis problemen ontstaan.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46834895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584525F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058E2F9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D0849D7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2059FB7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D05D90" w:rsidRPr="00D05D90" w14:paraId="7C22C07B" w14:textId="77777777" w:rsidTr="000D5D1B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B652016" w14:textId="37E1B3D3" w:rsidR="00D05D90" w:rsidRPr="00D05D90" w:rsidRDefault="00D05D90" w:rsidP="00D05D90">
            <w:pPr>
              <w:rPr>
                <w:rFonts w:ascii="CG Omega" w:hAnsi="CG Omega"/>
                <w:sz w:val="22"/>
                <w:lang w:val="nl-NL"/>
              </w:rPr>
            </w:pPr>
            <w:r w:rsidRPr="00D05D90">
              <w:rPr>
                <w:rFonts w:ascii="CG Omega" w:hAnsi="CG Omega"/>
                <w:sz w:val="22"/>
                <w:lang w:val="nl-NL"/>
              </w:rPr>
              <w:t>5.2 School vraag</w:t>
            </w:r>
            <w:r w:rsidR="003B19A8">
              <w:rPr>
                <w:rFonts w:ascii="CG Omega" w:hAnsi="CG Omega"/>
                <w:sz w:val="22"/>
                <w:lang w:val="nl-NL"/>
              </w:rPr>
              <w:t>t wat ik nodig heb om mijn kind</w:t>
            </w:r>
            <w:r w:rsidRPr="00D05D90">
              <w:rPr>
                <w:rFonts w:ascii="CG Omega" w:hAnsi="CG Omega"/>
                <w:sz w:val="22"/>
                <w:lang w:val="nl-NL"/>
              </w:rPr>
              <w:t xml:space="preserve"> te ondersteunen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18CE60D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5625684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89DDEF8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B7FA1D6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6A709576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D05D90" w:rsidRPr="00D05D90" w14:paraId="4CA97318" w14:textId="77777777" w:rsidTr="000D5D1B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C3F2F1C" w14:textId="77777777" w:rsidR="00D05D90" w:rsidRPr="00D05D90" w:rsidRDefault="00D05D90" w:rsidP="00D05D90">
            <w:pPr>
              <w:rPr>
                <w:rFonts w:ascii="CG Omega" w:hAnsi="CG Omega"/>
                <w:sz w:val="22"/>
                <w:lang w:val="nl-NL"/>
              </w:rPr>
            </w:pPr>
            <w:r w:rsidRPr="00D05D90">
              <w:rPr>
                <w:rFonts w:ascii="CG Omega" w:hAnsi="CG Omega"/>
                <w:sz w:val="22"/>
                <w:lang w:val="nl-NL"/>
              </w:rPr>
              <w:t>5.3 School ondersteunt mij waar nodig om mijn kind te helpen in zijn/haar schoolloopbaan.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EFF2BE5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E43F185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F954293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0C27D148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6E945C65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D05D90" w:rsidRPr="00D05D90" w14:paraId="520646EC" w14:textId="77777777" w:rsidTr="000D5D1B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1BB148D8" w14:textId="77777777" w:rsidR="00D05D90" w:rsidRPr="00D05D90" w:rsidRDefault="00D05D90" w:rsidP="00D05D90">
            <w:pPr>
              <w:rPr>
                <w:rFonts w:ascii="CG Omega" w:hAnsi="CG Omega"/>
                <w:sz w:val="22"/>
                <w:lang w:val="nl-NL"/>
              </w:rPr>
            </w:pPr>
            <w:r w:rsidRPr="00D05D90">
              <w:rPr>
                <w:rFonts w:ascii="CG Omega" w:hAnsi="CG Omega"/>
                <w:sz w:val="22"/>
                <w:lang w:val="nl-NL"/>
              </w:rPr>
              <w:t>5.4 School geeft mij informatie over hoe ik mijn kind kan ondersteunen bij schoolse taken (organiseren, plannen, motiveren, aanmoedigen)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B445A3C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0846B2DA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B47FCD6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3BB5497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4A8FD32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D05D90" w:rsidRPr="00D05D90" w14:paraId="32660232" w14:textId="77777777" w:rsidTr="000D5D1B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5DBAAD1" w14:textId="68BC8628" w:rsidR="00D05D90" w:rsidRPr="00D05D90" w:rsidRDefault="00D05D90" w:rsidP="003B19A8">
            <w:pPr>
              <w:rPr>
                <w:rFonts w:ascii="CG Omega" w:hAnsi="CG Omega"/>
                <w:sz w:val="22"/>
                <w:lang w:val="nl-NL"/>
              </w:rPr>
            </w:pPr>
            <w:r w:rsidRPr="00D05D90">
              <w:rPr>
                <w:rFonts w:ascii="CG Omega" w:hAnsi="CG Omega"/>
                <w:sz w:val="22"/>
                <w:lang w:val="nl-NL"/>
              </w:rPr>
              <w:t xml:space="preserve">5.5 School geeft mij informatie over hoe ik met mijn kind </w:t>
            </w:r>
            <w:bookmarkStart w:id="0" w:name="_GoBack"/>
            <w:bookmarkEnd w:id="0"/>
            <w:r w:rsidRPr="00D05D90">
              <w:rPr>
                <w:rFonts w:ascii="CG Omega" w:hAnsi="CG Omega"/>
                <w:sz w:val="22"/>
                <w:lang w:val="nl-NL"/>
              </w:rPr>
              <w:t>gesprekken kan voeren over zijn/haar loopbaankeuze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67350105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77508A3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FD93DAA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C1F84B1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0323D49" w14:textId="77777777" w:rsidR="00D05D90" w:rsidRPr="00D05D90" w:rsidRDefault="00D05D90" w:rsidP="00D05D90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</w:tbl>
    <w:p w14:paraId="0E6F087E" w14:textId="7CF19787" w:rsidR="00D05D90" w:rsidRDefault="00D05D90" w:rsidP="00D91840">
      <w:pPr>
        <w:rPr>
          <w:lang w:val="nl-NL"/>
        </w:rPr>
      </w:pPr>
    </w:p>
    <w:p w14:paraId="5B4F2288" w14:textId="3D30ADFA" w:rsidR="00D5687A" w:rsidRDefault="00D5687A" w:rsidP="00D91840">
      <w:pPr>
        <w:rPr>
          <w:lang w:val="nl-NL"/>
        </w:rPr>
      </w:pPr>
    </w:p>
    <w:p w14:paraId="590C8D8D" w14:textId="77777777" w:rsidR="00D5687A" w:rsidRPr="00D05D90" w:rsidRDefault="00D5687A" w:rsidP="00D5687A">
      <w:pPr>
        <w:rPr>
          <w:lang w:val="nl-NL"/>
        </w:rPr>
      </w:pPr>
      <w:r>
        <w:rPr>
          <w:lang w:val="nl-NL"/>
        </w:rPr>
        <w:t xml:space="preserve">Hartelijk dank! </w:t>
      </w:r>
    </w:p>
    <w:p w14:paraId="0F8F19DA" w14:textId="77777777" w:rsidR="00D5687A" w:rsidRPr="00D05D90" w:rsidRDefault="00D5687A" w:rsidP="00D91840">
      <w:pPr>
        <w:rPr>
          <w:lang w:val="nl-NL"/>
        </w:rPr>
      </w:pPr>
    </w:p>
    <w:sectPr w:rsidR="00D5687A" w:rsidRPr="00D05D90" w:rsidSect="00023CA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G Omega">
    <w:altName w:val="Calibri"/>
    <w:charset w:val="00"/>
    <w:family w:val="swiss"/>
    <w:pitch w:val="variable"/>
    <w:sig w:usb0="00000001" w:usb1="00000000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427C4"/>
    <w:multiLevelType w:val="hybridMultilevel"/>
    <w:tmpl w:val="31B07A82"/>
    <w:lvl w:ilvl="0" w:tplc="07E06522">
      <w:start w:val="1"/>
      <w:numFmt w:val="decimal"/>
      <w:pStyle w:val="NumberedList"/>
      <w:lvlText w:val="%1."/>
      <w:lvlJc w:val="left"/>
      <w:pPr>
        <w:tabs>
          <w:tab w:val="num" w:pos="432"/>
        </w:tabs>
        <w:ind w:left="432" w:hanging="432"/>
      </w:pPr>
      <w:rPr>
        <w:rFonts w:ascii="Verdana" w:hAnsi="Verdan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9B7054"/>
    <w:multiLevelType w:val="multilevel"/>
    <w:tmpl w:val="339072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C53077D"/>
    <w:multiLevelType w:val="hybridMultilevel"/>
    <w:tmpl w:val="DA3EFA5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1745B6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6D756F84"/>
    <w:multiLevelType w:val="multilevel"/>
    <w:tmpl w:val="CBAE4B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3456E44"/>
    <w:multiLevelType w:val="multilevel"/>
    <w:tmpl w:val="9540532E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Verdana" w:hAnsi="Verdana"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87D306A"/>
    <w:multiLevelType w:val="multilevel"/>
    <w:tmpl w:val="B7B42B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2A4"/>
    <w:rsid w:val="00023CAF"/>
    <w:rsid w:val="00041C28"/>
    <w:rsid w:val="000953FC"/>
    <w:rsid w:val="001D2C54"/>
    <w:rsid w:val="002076B8"/>
    <w:rsid w:val="002A3747"/>
    <w:rsid w:val="00342BB9"/>
    <w:rsid w:val="003B19A8"/>
    <w:rsid w:val="003B4B31"/>
    <w:rsid w:val="003D0D4F"/>
    <w:rsid w:val="00426CE1"/>
    <w:rsid w:val="004B5F59"/>
    <w:rsid w:val="005252B5"/>
    <w:rsid w:val="005D46B0"/>
    <w:rsid w:val="00713420"/>
    <w:rsid w:val="00864C6B"/>
    <w:rsid w:val="008D5C42"/>
    <w:rsid w:val="008F1DCE"/>
    <w:rsid w:val="00915199"/>
    <w:rsid w:val="0094140D"/>
    <w:rsid w:val="00952E17"/>
    <w:rsid w:val="00953CB5"/>
    <w:rsid w:val="009C27A8"/>
    <w:rsid w:val="00A132A4"/>
    <w:rsid w:val="00AD1109"/>
    <w:rsid w:val="00C76B32"/>
    <w:rsid w:val="00CB61CF"/>
    <w:rsid w:val="00D05D90"/>
    <w:rsid w:val="00D5687A"/>
    <w:rsid w:val="00D91840"/>
    <w:rsid w:val="00DA6B99"/>
    <w:rsid w:val="00DF29B3"/>
    <w:rsid w:val="00FF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A31E1B"/>
  <w15:docId w15:val="{68040A00-8FAB-4CD5-905E-81A2B9E0B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ard">
    <w:name w:val="Normal"/>
    <w:qFormat/>
    <w:rsid w:val="004B5F59"/>
    <w:rPr>
      <w:rFonts w:ascii="Verdana" w:hAnsi="Verdana"/>
      <w:spacing w:val="8"/>
      <w:sz w:val="16"/>
      <w:szCs w:val="16"/>
    </w:rPr>
  </w:style>
  <w:style w:type="paragraph" w:styleId="Kop1">
    <w:name w:val="heading 1"/>
    <w:basedOn w:val="Standaard"/>
    <w:next w:val="Standaard"/>
    <w:qFormat/>
    <w:rsid w:val="00DF29B3"/>
    <w:pPr>
      <w:spacing w:after="160"/>
      <w:jc w:val="center"/>
      <w:outlineLvl w:val="0"/>
    </w:pPr>
    <w:rPr>
      <w:caps/>
      <w:sz w:val="28"/>
      <w:szCs w:val="28"/>
    </w:rPr>
  </w:style>
  <w:style w:type="paragraph" w:styleId="Kop2">
    <w:name w:val="heading 2"/>
    <w:basedOn w:val="Standaard"/>
    <w:next w:val="Standaard"/>
    <w:qFormat/>
    <w:rsid w:val="00DF29B3"/>
    <w:pPr>
      <w:outlineLvl w:val="1"/>
    </w:pPr>
    <w:rPr>
      <w:b/>
      <w:color w:val="000000"/>
    </w:rPr>
  </w:style>
  <w:style w:type="paragraph" w:styleId="Kop3">
    <w:name w:val="heading 3"/>
    <w:basedOn w:val="Standaard"/>
    <w:next w:val="Standaard"/>
    <w:qFormat/>
    <w:rsid w:val="00DF29B3"/>
    <w:pPr>
      <w:jc w:val="center"/>
      <w:outlineLvl w:val="2"/>
    </w:pPr>
    <w:rPr>
      <w:b/>
      <w:color w:val="0000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semiHidden/>
    <w:rPr>
      <w:sz w:val="16"/>
    </w:rPr>
  </w:style>
  <w:style w:type="paragraph" w:styleId="Ballontekst">
    <w:name w:val="Balloon Text"/>
    <w:basedOn w:val="Standaard"/>
    <w:semiHidden/>
    <w:rsid w:val="00D91840"/>
    <w:rPr>
      <w:rFonts w:ascii="Tahoma" w:hAnsi="Tahoma" w:cs="Tahoma"/>
    </w:rPr>
  </w:style>
  <w:style w:type="paragraph" w:customStyle="1" w:styleId="Directions">
    <w:name w:val="Directions"/>
    <w:basedOn w:val="Standaard"/>
    <w:rsid w:val="00713420"/>
    <w:pPr>
      <w:jc w:val="center"/>
    </w:pPr>
  </w:style>
  <w:style w:type="paragraph" w:customStyle="1" w:styleId="NumberedList">
    <w:name w:val="Numbered List"/>
    <w:basedOn w:val="Standaard"/>
    <w:rsid w:val="00342BB9"/>
    <w:pPr>
      <w:numPr>
        <w:numId w:val="2"/>
      </w:numPr>
    </w:pPr>
  </w:style>
  <w:style w:type="paragraph" w:customStyle="1" w:styleId="Numbers">
    <w:name w:val="Numbers"/>
    <w:basedOn w:val="Standaard"/>
    <w:rsid w:val="002A3747"/>
    <w:pPr>
      <w:jc w:val="center"/>
    </w:pPr>
    <w:rPr>
      <w:color w:val="000000"/>
    </w:rPr>
  </w:style>
  <w:style w:type="paragraph" w:styleId="Lijstalinea">
    <w:name w:val="List Paragraph"/>
    <w:basedOn w:val="Standaard"/>
    <w:uiPriority w:val="34"/>
    <w:qFormat/>
    <w:rsid w:val="00A132A4"/>
    <w:pPr>
      <w:ind w:left="720"/>
      <w:contextualSpacing/>
    </w:pPr>
    <w:rPr>
      <w:rFonts w:ascii="Times New Roman" w:eastAsiaTheme="minorHAnsi" w:hAnsi="Times New Roman"/>
      <w:spacing w:val="0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bouwens\AppData\Roaming\Microsoft\Sjablonen\Kwaliteitsenqu&#234;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128AD-FBC5-4A76-8C9E-26450A34EF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402DB4-A168-2449-A76D-E957DBE5D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C:\Users\t.bouwens\AppData\Roaming\Microsoft\Sjablonen\Kwaliteitsenquête.dotx</Template>
  <TotalTime>68</TotalTime>
  <Pages>3</Pages>
  <Words>549</Words>
  <Characters>3021</Characters>
  <Application>Microsoft Macintosh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KWALITEITSENQUÊTE</vt:lpstr>
    </vt:vector>
  </TitlesOfParts>
  <Manager/>
  <Company/>
  <LinksUpToDate>false</LinksUpToDate>
  <CharactersWithSpaces>3563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beheer</dc:creator>
  <cp:keywords/>
  <dc:description/>
  <cp:lastModifiedBy>Sanne Gevers</cp:lastModifiedBy>
  <cp:revision>6</cp:revision>
  <cp:lastPrinted>2004-02-20T15:06:00Z</cp:lastPrinted>
  <dcterms:created xsi:type="dcterms:W3CDTF">2015-12-07T13:51:00Z</dcterms:created>
  <dcterms:modified xsi:type="dcterms:W3CDTF">2017-01-18T15:38:00Z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TC010176151043</vt:lpwstr>
  </property>
</Properties>
</file>