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60" w:type="dxa"/>
        <w:jc w:val="center"/>
        <w:tblLayout w:type="fixed"/>
        <w:tblCellMar>
          <w:top w:w="29" w:type="dxa"/>
          <w:left w:w="115" w:type="dxa"/>
          <w:bottom w:w="29" w:type="dxa"/>
          <w:right w:w="115" w:type="dxa"/>
        </w:tblCellMar>
        <w:tblLook w:val="0000" w:firstRow="0" w:lastRow="0" w:firstColumn="0" w:lastColumn="0" w:noHBand="0" w:noVBand="0"/>
      </w:tblPr>
      <w:tblGrid>
        <w:gridCol w:w="5836"/>
        <w:gridCol w:w="704"/>
        <w:gridCol w:w="705"/>
        <w:gridCol w:w="353"/>
        <w:gridCol w:w="352"/>
        <w:gridCol w:w="705"/>
        <w:gridCol w:w="705"/>
      </w:tblGrid>
      <w:tr w:rsidR="00D91840" w:rsidRPr="00D05D90" w14:paraId="7935CC63" w14:textId="77777777">
        <w:trPr>
          <w:trHeight w:val="691"/>
          <w:tblHeader/>
          <w:jc w:val="center"/>
        </w:trPr>
        <w:tc>
          <w:tcPr>
            <w:tcW w:w="9360" w:type="dxa"/>
            <w:gridSpan w:val="7"/>
            <w:tcBorders>
              <w:bottom w:val="single" w:sz="4" w:space="0" w:color="999999"/>
            </w:tcBorders>
            <w:shd w:val="clear" w:color="auto" w:fill="auto"/>
            <w:vAlign w:val="bottom"/>
          </w:tcPr>
          <w:p w14:paraId="1AF662B7" w14:textId="62F48D0F" w:rsidR="00D91840" w:rsidRPr="00D05D90" w:rsidRDefault="00CB61CF" w:rsidP="000D0239">
            <w:pPr>
              <w:pStyle w:val="Kop1"/>
              <w:rPr>
                <w:lang w:val="nl-NL"/>
              </w:rPr>
            </w:pPr>
            <w:r>
              <w:rPr>
                <w:lang w:val="nl-NL"/>
              </w:rPr>
              <w:t xml:space="preserve">vragenlijst </w:t>
            </w:r>
            <w:r w:rsidR="000D0239">
              <w:rPr>
                <w:lang w:val="nl-NL"/>
              </w:rPr>
              <w:t>Informatieavond</w:t>
            </w:r>
          </w:p>
        </w:tc>
      </w:tr>
      <w:tr w:rsidR="00C76B32" w:rsidRPr="00D05D90" w14:paraId="29C23058" w14:textId="77777777">
        <w:trPr>
          <w:trHeight w:val="360"/>
          <w:jc w:val="center"/>
        </w:trPr>
        <w:tc>
          <w:tcPr>
            <w:tcW w:w="9360" w:type="dxa"/>
            <w:gridSpan w:val="7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1FEEDDDD" w14:textId="77777777" w:rsidR="00C76B32" w:rsidRPr="00D05D90" w:rsidRDefault="00C76B32" w:rsidP="00C76B32">
            <w:pPr>
              <w:rPr>
                <w:lang w:val="nl-NL"/>
              </w:rPr>
            </w:pPr>
            <w:r w:rsidRPr="00D05D90">
              <w:rPr>
                <w:lang w:val="nl-NL"/>
              </w:rPr>
              <w:t>Naam</w:t>
            </w:r>
            <w:r w:rsidR="00A132A4" w:rsidRPr="00D05D90">
              <w:rPr>
                <w:lang w:val="nl-NL"/>
              </w:rPr>
              <w:t xml:space="preserve"> zoon of dochter</w:t>
            </w:r>
            <w:r w:rsidRPr="00D05D90">
              <w:rPr>
                <w:lang w:val="nl-NL"/>
              </w:rPr>
              <w:t>:</w:t>
            </w:r>
          </w:p>
        </w:tc>
      </w:tr>
      <w:tr w:rsidR="00C76B32" w:rsidRPr="00D05D90" w14:paraId="42B1A77E" w14:textId="77777777">
        <w:trPr>
          <w:trHeight w:val="360"/>
          <w:jc w:val="center"/>
        </w:trPr>
        <w:tc>
          <w:tcPr>
            <w:tcW w:w="9360" w:type="dxa"/>
            <w:gridSpan w:val="7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19C55745" w14:textId="77777777" w:rsidR="00C76B32" w:rsidRPr="00D05D90" w:rsidRDefault="00A132A4" w:rsidP="00C76B32">
            <w:pPr>
              <w:rPr>
                <w:lang w:val="nl-NL"/>
              </w:rPr>
            </w:pPr>
            <w:r w:rsidRPr="00D05D90">
              <w:rPr>
                <w:lang w:val="nl-NL"/>
              </w:rPr>
              <w:t>Klas</w:t>
            </w:r>
            <w:r w:rsidR="00C76B32" w:rsidRPr="00D05D90">
              <w:rPr>
                <w:lang w:val="nl-NL"/>
              </w:rPr>
              <w:t>:</w:t>
            </w:r>
          </w:p>
        </w:tc>
      </w:tr>
      <w:tr w:rsidR="00C76B32" w:rsidRPr="00D05D90" w14:paraId="4762E72B" w14:textId="77777777">
        <w:trPr>
          <w:trHeight w:val="360"/>
          <w:jc w:val="center"/>
        </w:trPr>
        <w:tc>
          <w:tcPr>
            <w:tcW w:w="9360" w:type="dxa"/>
            <w:gridSpan w:val="7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347353CE" w14:textId="77777777" w:rsidR="00C76B32" w:rsidRPr="00D05D90" w:rsidRDefault="00A132A4" w:rsidP="00C76B32">
            <w:pPr>
              <w:rPr>
                <w:lang w:val="nl-NL"/>
              </w:rPr>
            </w:pPr>
            <w:r w:rsidRPr="00D05D90">
              <w:rPr>
                <w:lang w:val="nl-NL"/>
              </w:rPr>
              <w:t>Mentor</w:t>
            </w:r>
            <w:r w:rsidR="00C76B32" w:rsidRPr="00D05D90">
              <w:rPr>
                <w:lang w:val="nl-NL"/>
              </w:rPr>
              <w:t>:</w:t>
            </w:r>
          </w:p>
        </w:tc>
      </w:tr>
      <w:tr w:rsidR="00D91840" w:rsidRPr="00D05D90" w14:paraId="382D41C6" w14:textId="77777777">
        <w:trPr>
          <w:trHeight w:val="864"/>
          <w:jc w:val="center"/>
        </w:trPr>
        <w:tc>
          <w:tcPr>
            <w:tcW w:w="9360" w:type="dxa"/>
            <w:gridSpan w:val="7"/>
            <w:tcBorders>
              <w:bottom w:val="single" w:sz="4" w:space="0" w:color="999999"/>
            </w:tcBorders>
            <w:shd w:val="clear" w:color="auto" w:fill="auto"/>
            <w:vAlign w:val="center"/>
          </w:tcPr>
          <w:p w14:paraId="384B3496" w14:textId="77777777" w:rsidR="00D91840" w:rsidRPr="00D05D90" w:rsidRDefault="00A132A4" w:rsidP="00A132A4">
            <w:pPr>
              <w:pStyle w:val="Directions"/>
              <w:rPr>
                <w:lang w:val="nl-NL"/>
              </w:rPr>
            </w:pPr>
            <w:r w:rsidRPr="00D05D90">
              <w:rPr>
                <w:lang w:val="nl-NL"/>
              </w:rPr>
              <w:t xml:space="preserve">Geef aan in hoeverre u het eens bent met de onderstaande stellingen. </w:t>
            </w:r>
          </w:p>
        </w:tc>
      </w:tr>
      <w:tr w:rsidR="00A132A4" w:rsidRPr="00D05D90" w14:paraId="15B275E9" w14:textId="77777777" w:rsidTr="007505C8">
        <w:trPr>
          <w:cantSplit/>
          <w:trHeight w:val="683"/>
          <w:jc w:val="center"/>
        </w:trPr>
        <w:tc>
          <w:tcPr>
            <w:tcW w:w="5836" w:type="dxa"/>
            <w:vMerge w:val="restart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D9D9D9"/>
            <w:vAlign w:val="center"/>
          </w:tcPr>
          <w:p w14:paraId="4AFFA6D6" w14:textId="736E08EC" w:rsidR="00A132A4" w:rsidRPr="00D05D90" w:rsidRDefault="007505C8" w:rsidP="000D0239">
            <w:pPr>
              <w:pStyle w:val="Kop2"/>
              <w:rPr>
                <w:lang w:val="nl-NL"/>
              </w:rPr>
            </w:pPr>
            <w:r>
              <w:rPr>
                <w:lang w:val="nl-NL"/>
              </w:rPr>
              <w:t>S</w:t>
            </w:r>
            <w:r w:rsidR="000D0239">
              <w:rPr>
                <w:lang w:val="nl-NL"/>
              </w:rPr>
              <w:t>tellingen</w:t>
            </w:r>
          </w:p>
        </w:tc>
        <w:tc>
          <w:tcPr>
            <w:tcW w:w="1762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D9D9D9"/>
            </w:tcBorders>
            <w:shd w:val="clear" w:color="auto" w:fill="D9D9D9"/>
            <w:vAlign w:val="center"/>
          </w:tcPr>
          <w:p w14:paraId="4CB036CF" w14:textId="77777777" w:rsidR="00A132A4" w:rsidRPr="00D05D90" w:rsidRDefault="00A132A4" w:rsidP="00A132A4">
            <w:pPr>
              <w:rPr>
                <w:lang w:val="nl-NL"/>
              </w:rPr>
            </w:pPr>
            <w:r w:rsidRPr="00D05D90">
              <w:rPr>
                <w:lang w:val="nl-NL"/>
              </w:rPr>
              <w:t>Helemaal mee oneens</w:t>
            </w:r>
          </w:p>
        </w:tc>
        <w:tc>
          <w:tcPr>
            <w:tcW w:w="1762" w:type="dxa"/>
            <w:gridSpan w:val="3"/>
            <w:tcBorders>
              <w:top w:val="single" w:sz="4" w:space="0" w:color="999999"/>
              <w:left w:val="nil"/>
              <w:bottom w:val="single" w:sz="4" w:space="0" w:color="D9D9D9"/>
              <w:right w:val="single" w:sz="4" w:space="0" w:color="999999"/>
            </w:tcBorders>
            <w:shd w:val="clear" w:color="auto" w:fill="D9D9D9"/>
            <w:vAlign w:val="center"/>
          </w:tcPr>
          <w:p w14:paraId="1F337F97" w14:textId="77777777" w:rsidR="00A132A4" w:rsidRPr="00D05D90" w:rsidRDefault="00A132A4" w:rsidP="00A132A4">
            <w:pPr>
              <w:jc w:val="right"/>
              <w:rPr>
                <w:lang w:val="nl-NL"/>
              </w:rPr>
            </w:pPr>
            <w:r w:rsidRPr="00D05D90">
              <w:rPr>
                <w:lang w:val="nl-NL"/>
              </w:rPr>
              <w:t>Helemaal mee eens</w:t>
            </w:r>
          </w:p>
        </w:tc>
      </w:tr>
      <w:tr w:rsidR="000D0239" w:rsidRPr="00D05D90" w14:paraId="06C28BD6" w14:textId="77777777" w:rsidTr="00267CF5">
        <w:trPr>
          <w:trHeight w:val="360"/>
          <w:jc w:val="center"/>
        </w:trPr>
        <w:tc>
          <w:tcPr>
            <w:tcW w:w="583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6A6D1D04" w14:textId="395A6DDB" w:rsidR="000D0239" w:rsidRPr="00D05D90" w:rsidRDefault="000D0239" w:rsidP="000D0239">
            <w:pPr>
              <w:pStyle w:val="Lijstalinea"/>
              <w:numPr>
                <w:ilvl w:val="0"/>
                <w:numId w:val="10"/>
              </w:numPr>
              <w:ind w:left="303"/>
              <w:rPr>
                <w:rFonts w:ascii="CG Omega" w:hAnsi="CG Omega"/>
                <w:sz w:val="22"/>
              </w:rPr>
            </w:pPr>
            <w:r w:rsidRPr="00510921">
              <w:rPr>
                <w:rFonts w:ascii="CG Omega" w:hAnsi="CG Omega"/>
                <w:sz w:val="22"/>
              </w:rPr>
              <w:t>Ik voel me welkom op school</w:t>
            </w:r>
          </w:p>
        </w:tc>
        <w:tc>
          <w:tcPr>
            <w:tcW w:w="70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76FF0B93" w14:textId="31894BCD" w:rsidR="000D0239" w:rsidRPr="00D05D90" w:rsidRDefault="000D0239" w:rsidP="000D0239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1</w:t>
            </w:r>
          </w:p>
        </w:tc>
        <w:tc>
          <w:tcPr>
            <w:tcW w:w="70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316C0089" w14:textId="77777777" w:rsidR="000D0239" w:rsidRPr="00D05D90" w:rsidRDefault="000D0239" w:rsidP="000D0239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2</w:t>
            </w:r>
          </w:p>
        </w:tc>
        <w:tc>
          <w:tcPr>
            <w:tcW w:w="705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175D649C" w14:textId="77777777" w:rsidR="000D0239" w:rsidRPr="00D05D90" w:rsidRDefault="000D0239" w:rsidP="000D0239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3</w:t>
            </w:r>
          </w:p>
        </w:tc>
        <w:tc>
          <w:tcPr>
            <w:tcW w:w="70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74E96A2B" w14:textId="77777777" w:rsidR="000D0239" w:rsidRPr="00D05D90" w:rsidRDefault="000D0239" w:rsidP="000D0239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4</w:t>
            </w:r>
          </w:p>
        </w:tc>
        <w:tc>
          <w:tcPr>
            <w:tcW w:w="70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399AE7FC" w14:textId="77777777" w:rsidR="000D0239" w:rsidRPr="00D05D90" w:rsidRDefault="000D0239" w:rsidP="000D0239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5</w:t>
            </w:r>
          </w:p>
        </w:tc>
      </w:tr>
      <w:tr w:rsidR="000D0239" w:rsidRPr="00D05D90" w14:paraId="7FEDD45B" w14:textId="77777777" w:rsidTr="00267CF5">
        <w:trPr>
          <w:trHeight w:val="360"/>
          <w:jc w:val="center"/>
        </w:trPr>
        <w:tc>
          <w:tcPr>
            <w:tcW w:w="583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707B49AF" w14:textId="5F8AEEDB" w:rsidR="000D0239" w:rsidRPr="00D05D90" w:rsidRDefault="000D0239" w:rsidP="000D0239">
            <w:pPr>
              <w:pStyle w:val="Lijstalinea"/>
              <w:numPr>
                <w:ilvl w:val="0"/>
                <w:numId w:val="10"/>
              </w:numPr>
              <w:ind w:left="303"/>
              <w:rPr>
                <w:rFonts w:ascii="CG Omega" w:hAnsi="CG Omega"/>
                <w:sz w:val="22"/>
              </w:rPr>
            </w:pPr>
            <w:r w:rsidRPr="00510921">
              <w:rPr>
                <w:rFonts w:ascii="CG Omega" w:hAnsi="CG Omega"/>
                <w:sz w:val="22"/>
              </w:rPr>
              <w:t>Ik word vriendelijk en oprec</w:t>
            </w:r>
            <w:bookmarkStart w:id="0" w:name="_GoBack"/>
            <w:bookmarkEnd w:id="0"/>
            <w:r w:rsidRPr="00510921">
              <w:rPr>
                <w:rFonts w:ascii="CG Omega" w:hAnsi="CG Omega"/>
                <w:sz w:val="22"/>
              </w:rPr>
              <w:t>ht benaderd</w:t>
            </w:r>
          </w:p>
        </w:tc>
        <w:tc>
          <w:tcPr>
            <w:tcW w:w="70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44C6C093" w14:textId="77777777" w:rsidR="000D0239" w:rsidRPr="00D05D90" w:rsidRDefault="000D0239" w:rsidP="000D0239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1</w:t>
            </w:r>
          </w:p>
        </w:tc>
        <w:tc>
          <w:tcPr>
            <w:tcW w:w="70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17D6A6F0" w14:textId="77777777" w:rsidR="000D0239" w:rsidRPr="00D05D90" w:rsidRDefault="000D0239" w:rsidP="000D0239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2</w:t>
            </w:r>
          </w:p>
        </w:tc>
        <w:tc>
          <w:tcPr>
            <w:tcW w:w="705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20CF0F5E" w14:textId="77777777" w:rsidR="000D0239" w:rsidRPr="00D05D90" w:rsidRDefault="000D0239" w:rsidP="000D0239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3</w:t>
            </w:r>
          </w:p>
        </w:tc>
        <w:tc>
          <w:tcPr>
            <w:tcW w:w="70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428D5C3E" w14:textId="77777777" w:rsidR="000D0239" w:rsidRPr="00D05D90" w:rsidRDefault="000D0239" w:rsidP="000D0239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4</w:t>
            </w:r>
          </w:p>
        </w:tc>
        <w:tc>
          <w:tcPr>
            <w:tcW w:w="70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4418A139" w14:textId="492FE05A" w:rsidR="000D0239" w:rsidRPr="00D05D90" w:rsidRDefault="000D0239" w:rsidP="000D0239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5</w:t>
            </w:r>
          </w:p>
        </w:tc>
      </w:tr>
      <w:tr w:rsidR="000D0239" w:rsidRPr="00D05D90" w14:paraId="6913853C" w14:textId="77777777" w:rsidTr="00267CF5">
        <w:trPr>
          <w:trHeight w:val="360"/>
          <w:jc w:val="center"/>
        </w:trPr>
        <w:tc>
          <w:tcPr>
            <w:tcW w:w="583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61F8A04A" w14:textId="6A6CF163" w:rsidR="000D0239" w:rsidRPr="0041194F" w:rsidRDefault="000D0239" w:rsidP="000D0239">
            <w:pPr>
              <w:pStyle w:val="Lijstalinea"/>
              <w:numPr>
                <w:ilvl w:val="0"/>
                <w:numId w:val="10"/>
              </w:numPr>
              <w:ind w:left="303"/>
              <w:rPr>
                <w:rFonts w:ascii="CG Omega" w:hAnsi="CG Omega"/>
                <w:sz w:val="22"/>
              </w:rPr>
            </w:pPr>
            <w:r>
              <w:rPr>
                <w:rFonts w:ascii="CG Omega" w:hAnsi="CG Omega"/>
                <w:sz w:val="22"/>
              </w:rPr>
              <w:t>Ik heb kennis gemaakt met de mentor/afdeling</w:t>
            </w:r>
          </w:p>
        </w:tc>
        <w:tc>
          <w:tcPr>
            <w:tcW w:w="70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1A2A3331" w14:textId="77777777" w:rsidR="000D0239" w:rsidRPr="00D05D90" w:rsidRDefault="000D0239" w:rsidP="000D0239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1</w:t>
            </w:r>
          </w:p>
        </w:tc>
        <w:tc>
          <w:tcPr>
            <w:tcW w:w="70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5FFA9F63" w14:textId="77777777" w:rsidR="000D0239" w:rsidRPr="00D05D90" w:rsidRDefault="000D0239" w:rsidP="000D0239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2</w:t>
            </w:r>
          </w:p>
        </w:tc>
        <w:tc>
          <w:tcPr>
            <w:tcW w:w="705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2CC188D6" w14:textId="77777777" w:rsidR="000D0239" w:rsidRPr="00D05D90" w:rsidRDefault="000D0239" w:rsidP="000D0239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3</w:t>
            </w:r>
          </w:p>
        </w:tc>
        <w:tc>
          <w:tcPr>
            <w:tcW w:w="70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17AB347D" w14:textId="77777777" w:rsidR="000D0239" w:rsidRPr="00D05D90" w:rsidRDefault="000D0239" w:rsidP="000D0239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4</w:t>
            </w:r>
          </w:p>
        </w:tc>
        <w:tc>
          <w:tcPr>
            <w:tcW w:w="70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1E096279" w14:textId="2A920DAC" w:rsidR="000D0239" w:rsidRPr="00D05D90" w:rsidRDefault="000D0239" w:rsidP="000D0239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5</w:t>
            </w:r>
          </w:p>
        </w:tc>
      </w:tr>
      <w:tr w:rsidR="000D0239" w:rsidRPr="00D05D90" w14:paraId="493D2322" w14:textId="77777777" w:rsidTr="00267CF5">
        <w:trPr>
          <w:trHeight w:val="360"/>
          <w:jc w:val="center"/>
        </w:trPr>
        <w:tc>
          <w:tcPr>
            <w:tcW w:w="583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2CEB415D" w14:textId="007792C9" w:rsidR="000D0239" w:rsidRPr="00D05D90" w:rsidRDefault="000D0239" w:rsidP="000D0239">
            <w:pPr>
              <w:pStyle w:val="Lijstalinea"/>
              <w:numPr>
                <w:ilvl w:val="0"/>
                <w:numId w:val="10"/>
              </w:numPr>
              <w:ind w:left="303"/>
              <w:rPr>
                <w:rFonts w:ascii="CG Omega" w:hAnsi="CG Omega"/>
                <w:sz w:val="22"/>
              </w:rPr>
            </w:pPr>
            <w:r>
              <w:rPr>
                <w:rFonts w:ascii="CG Omega" w:hAnsi="CG Omega"/>
                <w:sz w:val="22"/>
              </w:rPr>
              <w:t>Het is me duidelijk geworden</w:t>
            </w:r>
            <w:r w:rsidRPr="00510921">
              <w:rPr>
                <w:rFonts w:ascii="CG Omega" w:hAnsi="CG Omega"/>
                <w:sz w:val="22"/>
              </w:rPr>
              <w:t xml:space="preserve"> wat ik kan verwachten van de mentor/</w:t>
            </w:r>
            <w:r w:rsidR="00443889">
              <w:rPr>
                <w:rFonts w:ascii="CG Omega" w:hAnsi="CG Omega"/>
                <w:sz w:val="22"/>
              </w:rPr>
              <w:t>docenten.</w:t>
            </w:r>
          </w:p>
        </w:tc>
        <w:tc>
          <w:tcPr>
            <w:tcW w:w="70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58375C35" w14:textId="77777777" w:rsidR="000D0239" w:rsidRPr="00D05D90" w:rsidRDefault="000D0239" w:rsidP="000D0239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1</w:t>
            </w:r>
          </w:p>
        </w:tc>
        <w:tc>
          <w:tcPr>
            <w:tcW w:w="70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5ED94BC6" w14:textId="77777777" w:rsidR="000D0239" w:rsidRPr="00D05D90" w:rsidRDefault="000D0239" w:rsidP="000D0239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2</w:t>
            </w:r>
          </w:p>
        </w:tc>
        <w:tc>
          <w:tcPr>
            <w:tcW w:w="705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513CC1B2" w14:textId="77777777" w:rsidR="000D0239" w:rsidRPr="00D05D90" w:rsidRDefault="000D0239" w:rsidP="000D0239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3</w:t>
            </w:r>
          </w:p>
        </w:tc>
        <w:tc>
          <w:tcPr>
            <w:tcW w:w="70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22DFB08B" w14:textId="77777777" w:rsidR="000D0239" w:rsidRPr="00D05D90" w:rsidRDefault="000D0239" w:rsidP="000D0239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4</w:t>
            </w:r>
          </w:p>
        </w:tc>
        <w:tc>
          <w:tcPr>
            <w:tcW w:w="70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7A848707" w14:textId="0CDB4491" w:rsidR="000D0239" w:rsidRPr="00D05D90" w:rsidRDefault="000D0239" w:rsidP="000D0239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5</w:t>
            </w:r>
          </w:p>
        </w:tc>
      </w:tr>
      <w:tr w:rsidR="000D0239" w:rsidRPr="00D05D90" w14:paraId="392A7D8A" w14:textId="77777777" w:rsidTr="00267CF5">
        <w:trPr>
          <w:trHeight w:val="360"/>
          <w:jc w:val="center"/>
        </w:trPr>
        <w:tc>
          <w:tcPr>
            <w:tcW w:w="583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4979B87A" w14:textId="30ACA6CC" w:rsidR="000D0239" w:rsidRPr="00D05D90" w:rsidRDefault="000D0239" w:rsidP="000D0239">
            <w:pPr>
              <w:pStyle w:val="Lijstalinea"/>
              <w:numPr>
                <w:ilvl w:val="0"/>
                <w:numId w:val="10"/>
              </w:numPr>
              <w:ind w:left="303"/>
              <w:rPr>
                <w:rFonts w:ascii="CG Omega" w:hAnsi="CG Omega"/>
                <w:sz w:val="22"/>
              </w:rPr>
            </w:pPr>
            <w:r>
              <w:rPr>
                <w:rFonts w:ascii="CG Omega" w:hAnsi="CG Omega"/>
                <w:sz w:val="22"/>
              </w:rPr>
              <w:t>Het is me duidelijk geworden</w:t>
            </w:r>
            <w:r w:rsidRPr="00510921">
              <w:rPr>
                <w:rFonts w:ascii="CG Omega" w:hAnsi="CG Omega"/>
                <w:sz w:val="22"/>
              </w:rPr>
              <w:t xml:space="preserve"> wat de school van mij als ouder verwacht</w:t>
            </w:r>
          </w:p>
        </w:tc>
        <w:tc>
          <w:tcPr>
            <w:tcW w:w="70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5DA6F417" w14:textId="77777777" w:rsidR="000D0239" w:rsidRPr="00D05D90" w:rsidRDefault="000D0239" w:rsidP="000D0239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1</w:t>
            </w:r>
          </w:p>
        </w:tc>
        <w:tc>
          <w:tcPr>
            <w:tcW w:w="70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68EEF30A" w14:textId="77777777" w:rsidR="000D0239" w:rsidRPr="00D05D90" w:rsidRDefault="000D0239" w:rsidP="000D0239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2</w:t>
            </w:r>
          </w:p>
        </w:tc>
        <w:tc>
          <w:tcPr>
            <w:tcW w:w="705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31EEBAEC" w14:textId="77777777" w:rsidR="000D0239" w:rsidRPr="00D05D90" w:rsidRDefault="000D0239" w:rsidP="000D0239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3</w:t>
            </w:r>
          </w:p>
        </w:tc>
        <w:tc>
          <w:tcPr>
            <w:tcW w:w="70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2E85C5FA" w14:textId="77777777" w:rsidR="000D0239" w:rsidRPr="00D05D90" w:rsidRDefault="000D0239" w:rsidP="000D0239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4</w:t>
            </w:r>
          </w:p>
        </w:tc>
        <w:tc>
          <w:tcPr>
            <w:tcW w:w="70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5D08E448" w14:textId="2DE43B35" w:rsidR="000D0239" w:rsidRPr="00D05D90" w:rsidRDefault="000D0239" w:rsidP="000D0239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5</w:t>
            </w:r>
          </w:p>
        </w:tc>
      </w:tr>
      <w:tr w:rsidR="000D0239" w:rsidRPr="00D05D90" w14:paraId="235ABCEF" w14:textId="77777777" w:rsidTr="00267CF5">
        <w:trPr>
          <w:trHeight w:val="360"/>
          <w:jc w:val="center"/>
        </w:trPr>
        <w:tc>
          <w:tcPr>
            <w:tcW w:w="583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2E1EF9BD" w14:textId="6FC26151" w:rsidR="000D0239" w:rsidRPr="00D05D90" w:rsidRDefault="000D0239" w:rsidP="000D0239">
            <w:pPr>
              <w:pStyle w:val="Lijstalinea"/>
              <w:numPr>
                <w:ilvl w:val="0"/>
                <w:numId w:val="10"/>
              </w:numPr>
              <w:ind w:left="303"/>
              <w:rPr>
                <w:rFonts w:ascii="CG Omega" w:hAnsi="CG Omega"/>
                <w:sz w:val="22"/>
              </w:rPr>
            </w:pPr>
            <w:r w:rsidRPr="00510921">
              <w:rPr>
                <w:rFonts w:ascii="CG Omega" w:hAnsi="CG Omega"/>
                <w:sz w:val="22"/>
              </w:rPr>
              <w:t>Het is mij duidelijk wanneer, waar en bij wie ik moet zijn met vragen of problemen</w:t>
            </w:r>
          </w:p>
        </w:tc>
        <w:tc>
          <w:tcPr>
            <w:tcW w:w="70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755FA2FF" w14:textId="77777777" w:rsidR="000D0239" w:rsidRPr="00D05D90" w:rsidRDefault="000D0239" w:rsidP="000D0239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1</w:t>
            </w:r>
          </w:p>
        </w:tc>
        <w:tc>
          <w:tcPr>
            <w:tcW w:w="70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70FCFA95" w14:textId="77777777" w:rsidR="000D0239" w:rsidRPr="00D05D90" w:rsidRDefault="000D0239" w:rsidP="000D0239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2</w:t>
            </w:r>
          </w:p>
        </w:tc>
        <w:tc>
          <w:tcPr>
            <w:tcW w:w="705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34262057" w14:textId="77777777" w:rsidR="000D0239" w:rsidRPr="00D05D90" w:rsidRDefault="000D0239" w:rsidP="000D0239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3</w:t>
            </w:r>
          </w:p>
        </w:tc>
        <w:tc>
          <w:tcPr>
            <w:tcW w:w="70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35B366F9" w14:textId="77777777" w:rsidR="000D0239" w:rsidRPr="00D05D90" w:rsidRDefault="000D0239" w:rsidP="000D0239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4</w:t>
            </w:r>
          </w:p>
        </w:tc>
        <w:tc>
          <w:tcPr>
            <w:tcW w:w="70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3E822F3B" w14:textId="6E4FC313" w:rsidR="000D0239" w:rsidRPr="00D05D90" w:rsidRDefault="000D0239" w:rsidP="000D0239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5</w:t>
            </w:r>
          </w:p>
        </w:tc>
      </w:tr>
      <w:tr w:rsidR="000D0239" w:rsidRPr="00D05D90" w14:paraId="6694860D" w14:textId="77777777" w:rsidTr="00267CF5">
        <w:trPr>
          <w:trHeight w:val="360"/>
          <w:jc w:val="center"/>
        </w:trPr>
        <w:tc>
          <w:tcPr>
            <w:tcW w:w="583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6B0ECFC6" w14:textId="49E58996" w:rsidR="000D0239" w:rsidRPr="00D05D90" w:rsidRDefault="000D0239" w:rsidP="000D0239">
            <w:pPr>
              <w:pStyle w:val="Lijstalinea"/>
              <w:numPr>
                <w:ilvl w:val="0"/>
                <w:numId w:val="10"/>
              </w:numPr>
              <w:ind w:left="303"/>
              <w:rPr>
                <w:rFonts w:ascii="CG Omega" w:hAnsi="CG Omega"/>
                <w:sz w:val="22"/>
              </w:rPr>
            </w:pPr>
            <w:r w:rsidRPr="00510921">
              <w:rPr>
                <w:rFonts w:ascii="CG Omega" w:hAnsi="CG Omega"/>
                <w:sz w:val="22"/>
              </w:rPr>
              <w:t xml:space="preserve">Ik weet hoe ik de mentor kan bereiken </w:t>
            </w:r>
          </w:p>
        </w:tc>
        <w:tc>
          <w:tcPr>
            <w:tcW w:w="70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3245CC8D" w14:textId="77777777" w:rsidR="000D0239" w:rsidRPr="00D05D90" w:rsidRDefault="000D0239" w:rsidP="000D0239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1</w:t>
            </w:r>
          </w:p>
        </w:tc>
        <w:tc>
          <w:tcPr>
            <w:tcW w:w="70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3AC50D2C" w14:textId="77777777" w:rsidR="000D0239" w:rsidRPr="00D05D90" w:rsidRDefault="000D0239" w:rsidP="000D0239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2</w:t>
            </w:r>
          </w:p>
        </w:tc>
        <w:tc>
          <w:tcPr>
            <w:tcW w:w="705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3497238E" w14:textId="77777777" w:rsidR="000D0239" w:rsidRPr="00D05D90" w:rsidRDefault="000D0239" w:rsidP="000D0239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3</w:t>
            </w:r>
          </w:p>
        </w:tc>
        <w:tc>
          <w:tcPr>
            <w:tcW w:w="70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253BDEDF" w14:textId="77777777" w:rsidR="000D0239" w:rsidRPr="00D05D90" w:rsidRDefault="000D0239" w:rsidP="000D0239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4</w:t>
            </w:r>
          </w:p>
        </w:tc>
        <w:tc>
          <w:tcPr>
            <w:tcW w:w="70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3F3F3"/>
            <w:tcMar>
              <w:left w:w="0" w:type="dxa"/>
              <w:right w:w="0" w:type="dxa"/>
            </w:tcMar>
            <w:vAlign w:val="center"/>
          </w:tcPr>
          <w:p w14:paraId="04E1D427" w14:textId="77777777" w:rsidR="000D0239" w:rsidRPr="00D05D90" w:rsidRDefault="000D0239" w:rsidP="000D0239">
            <w:pPr>
              <w:pStyle w:val="Numbers"/>
              <w:rPr>
                <w:lang w:val="nl-NL"/>
              </w:rPr>
            </w:pPr>
            <w:r w:rsidRPr="00D05D90">
              <w:rPr>
                <w:lang w:val="nl-NL"/>
              </w:rPr>
              <w:t>5</w:t>
            </w:r>
          </w:p>
        </w:tc>
      </w:tr>
    </w:tbl>
    <w:p w14:paraId="30CF96CD" w14:textId="77777777" w:rsidR="003B4B31" w:rsidRPr="00D05D90" w:rsidRDefault="003B4B31" w:rsidP="00D91840">
      <w:pPr>
        <w:rPr>
          <w:lang w:val="nl-NL"/>
        </w:rPr>
      </w:pPr>
    </w:p>
    <w:p w14:paraId="0E6F087E" w14:textId="1D6C76B1" w:rsidR="00D05D90" w:rsidRDefault="00D05D90" w:rsidP="00D91840">
      <w:pPr>
        <w:rPr>
          <w:lang w:val="nl-NL"/>
        </w:rPr>
      </w:pPr>
    </w:p>
    <w:p w14:paraId="65122C9B" w14:textId="73FF42DA" w:rsidR="004477C2" w:rsidRDefault="004477C2" w:rsidP="00D91840">
      <w:pPr>
        <w:rPr>
          <w:lang w:val="nl-NL"/>
        </w:rPr>
      </w:pPr>
    </w:p>
    <w:p w14:paraId="251A2B51" w14:textId="77777777" w:rsidR="004477C2" w:rsidRPr="00D05D90" w:rsidRDefault="004477C2" w:rsidP="004477C2">
      <w:pPr>
        <w:rPr>
          <w:lang w:val="nl-NL"/>
        </w:rPr>
      </w:pPr>
      <w:r>
        <w:rPr>
          <w:lang w:val="nl-NL"/>
        </w:rPr>
        <w:t xml:space="preserve">Hartelijk dank! </w:t>
      </w:r>
    </w:p>
    <w:p w14:paraId="22B4A9E5" w14:textId="77777777" w:rsidR="004477C2" w:rsidRPr="00D05D90" w:rsidRDefault="004477C2" w:rsidP="00D91840">
      <w:pPr>
        <w:rPr>
          <w:lang w:val="nl-NL"/>
        </w:rPr>
      </w:pPr>
    </w:p>
    <w:sectPr w:rsidR="004477C2" w:rsidRPr="00D05D90" w:rsidSect="00023CAF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G Omega">
    <w:altName w:val="Segoe UI"/>
    <w:charset w:val="00"/>
    <w:family w:val="swiss"/>
    <w:pitch w:val="variable"/>
    <w:sig w:usb0="00000001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427C4"/>
    <w:multiLevelType w:val="hybridMultilevel"/>
    <w:tmpl w:val="31B07A82"/>
    <w:lvl w:ilvl="0" w:tplc="07E06522">
      <w:start w:val="1"/>
      <w:numFmt w:val="decimal"/>
      <w:pStyle w:val="NumberedList"/>
      <w:lvlText w:val="%1."/>
      <w:lvlJc w:val="left"/>
      <w:pPr>
        <w:tabs>
          <w:tab w:val="num" w:pos="432"/>
        </w:tabs>
        <w:ind w:left="432" w:hanging="432"/>
      </w:pPr>
      <w:rPr>
        <w:rFonts w:ascii="Verdana" w:hAnsi="Verdana" w:hint="default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9B7054"/>
    <w:multiLevelType w:val="multilevel"/>
    <w:tmpl w:val="339072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6B60195"/>
    <w:multiLevelType w:val="hybridMultilevel"/>
    <w:tmpl w:val="DB04BC1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53077D"/>
    <w:multiLevelType w:val="hybridMultilevel"/>
    <w:tmpl w:val="DA3EFA5A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1556D4A"/>
    <w:multiLevelType w:val="hybridMultilevel"/>
    <w:tmpl w:val="E388822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745B6A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6D756F84"/>
    <w:multiLevelType w:val="multilevel"/>
    <w:tmpl w:val="CBAE4B8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73456E44"/>
    <w:multiLevelType w:val="multilevel"/>
    <w:tmpl w:val="9540532E"/>
    <w:lvl w:ilvl="0">
      <w:start w:val="1"/>
      <w:numFmt w:val="decimal"/>
      <w:lvlText w:val="%1."/>
      <w:lvlJc w:val="left"/>
      <w:pPr>
        <w:tabs>
          <w:tab w:val="num" w:pos="288"/>
        </w:tabs>
        <w:ind w:left="288" w:hanging="288"/>
      </w:pPr>
      <w:rPr>
        <w:rFonts w:ascii="Verdana" w:hAnsi="Verdana" w:hint="default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87D306A"/>
    <w:multiLevelType w:val="multilevel"/>
    <w:tmpl w:val="B7B42B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5"/>
  </w:num>
  <w:num w:numId="2">
    <w:abstractNumId w:val="0"/>
  </w:num>
  <w:num w:numId="3">
    <w:abstractNumId w:val="7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6"/>
  </w:num>
  <w:num w:numId="7">
    <w:abstractNumId w:val="3"/>
  </w:num>
  <w:num w:numId="8">
    <w:abstractNumId w:val="8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32A4"/>
    <w:rsid w:val="00023CAF"/>
    <w:rsid w:val="00041C28"/>
    <w:rsid w:val="000D0239"/>
    <w:rsid w:val="001D2C54"/>
    <w:rsid w:val="002076B8"/>
    <w:rsid w:val="002A3747"/>
    <w:rsid w:val="00342BB9"/>
    <w:rsid w:val="003B4B31"/>
    <w:rsid w:val="003D0D4F"/>
    <w:rsid w:val="0041194F"/>
    <w:rsid w:val="00426CE1"/>
    <w:rsid w:val="00443889"/>
    <w:rsid w:val="004477C2"/>
    <w:rsid w:val="004B5F59"/>
    <w:rsid w:val="005252B5"/>
    <w:rsid w:val="005D46B0"/>
    <w:rsid w:val="00713420"/>
    <w:rsid w:val="007505C8"/>
    <w:rsid w:val="00864C6B"/>
    <w:rsid w:val="008D5C42"/>
    <w:rsid w:val="008F1DCE"/>
    <w:rsid w:val="00915199"/>
    <w:rsid w:val="0094140D"/>
    <w:rsid w:val="00952E17"/>
    <w:rsid w:val="00953CB5"/>
    <w:rsid w:val="009C27A8"/>
    <w:rsid w:val="00A132A4"/>
    <w:rsid w:val="00AD1109"/>
    <w:rsid w:val="00C76B32"/>
    <w:rsid w:val="00CB61CF"/>
    <w:rsid w:val="00CF117F"/>
    <w:rsid w:val="00D05D90"/>
    <w:rsid w:val="00D91840"/>
    <w:rsid w:val="00DA6B99"/>
    <w:rsid w:val="00DD1CDF"/>
    <w:rsid w:val="00DF29B3"/>
    <w:rsid w:val="00FF4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3A31E1B"/>
  <w15:docId w15:val="{68040A00-8FAB-4CD5-905E-81A2B9E0B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4B5F59"/>
    <w:rPr>
      <w:rFonts w:ascii="Verdana" w:hAnsi="Verdana"/>
      <w:spacing w:val="8"/>
      <w:sz w:val="16"/>
      <w:szCs w:val="16"/>
    </w:rPr>
  </w:style>
  <w:style w:type="paragraph" w:styleId="Kop1">
    <w:name w:val="heading 1"/>
    <w:basedOn w:val="Standaard"/>
    <w:next w:val="Standaard"/>
    <w:qFormat/>
    <w:rsid w:val="00DF29B3"/>
    <w:pPr>
      <w:spacing w:after="160"/>
      <w:jc w:val="center"/>
      <w:outlineLvl w:val="0"/>
    </w:pPr>
    <w:rPr>
      <w:caps/>
      <w:sz w:val="28"/>
      <w:szCs w:val="28"/>
    </w:rPr>
  </w:style>
  <w:style w:type="paragraph" w:styleId="Kop2">
    <w:name w:val="heading 2"/>
    <w:basedOn w:val="Standaard"/>
    <w:next w:val="Standaard"/>
    <w:qFormat/>
    <w:rsid w:val="00DF29B3"/>
    <w:pPr>
      <w:outlineLvl w:val="1"/>
    </w:pPr>
    <w:rPr>
      <w:b/>
      <w:color w:val="000000"/>
    </w:rPr>
  </w:style>
  <w:style w:type="paragraph" w:styleId="Kop3">
    <w:name w:val="heading 3"/>
    <w:basedOn w:val="Standaard"/>
    <w:next w:val="Standaard"/>
    <w:qFormat/>
    <w:rsid w:val="00DF29B3"/>
    <w:pPr>
      <w:jc w:val="center"/>
      <w:outlineLvl w:val="2"/>
    </w:pPr>
    <w:rPr>
      <w:b/>
      <w:color w:val="00000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Verwijzingopmerking">
    <w:name w:val="annotation reference"/>
    <w:basedOn w:val="Standaardalinea-lettertype"/>
    <w:semiHidden/>
    <w:rPr>
      <w:sz w:val="16"/>
    </w:rPr>
  </w:style>
  <w:style w:type="paragraph" w:styleId="Ballontekst">
    <w:name w:val="Balloon Text"/>
    <w:basedOn w:val="Standaard"/>
    <w:semiHidden/>
    <w:rsid w:val="00D91840"/>
    <w:rPr>
      <w:rFonts w:ascii="Tahoma" w:hAnsi="Tahoma" w:cs="Tahoma"/>
    </w:rPr>
  </w:style>
  <w:style w:type="paragraph" w:customStyle="1" w:styleId="Directions">
    <w:name w:val="Directions"/>
    <w:basedOn w:val="Standaard"/>
    <w:rsid w:val="00713420"/>
    <w:pPr>
      <w:jc w:val="center"/>
    </w:pPr>
  </w:style>
  <w:style w:type="paragraph" w:customStyle="1" w:styleId="NumberedList">
    <w:name w:val="Numbered List"/>
    <w:basedOn w:val="Standaard"/>
    <w:rsid w:val="00342BB9"/>
    <w:pPr>
      <w:numPr>
        <w:numId w:val="2"/>
      </w:numPr>
    </w:pPr>
  </w:style>
  <w:style w:type="paragraph" w:customStyle="1" w:styleId="Numbers">
    <w:name w:val="Numbers"/>
    <w:basedOn w:val="Standaard"/>
    <w:rsid w:val="002A3747"/>
    <w:pPr>
      <w:jc w:val="center"/>
    </w:pPr>
    <w:rPr>
      <w:color w:val="000000"/>
    </w:rPr>
  </w:style>
  <w:style w:type="paragraph" w:styleId="Lijstalinea">
    <w:name w:val="List Paragraph"/>
    <w:basedOn w:val="Standaard"/>
    <w:uiPriority w:val="34"/>
    <w:qFormat/>
    <w:rsid w:val="00A132A4"/>
    <w:pPr>
      <w:ind w:left="720"/>
      <w:contextualSpacing/>
    </w:pPr>
    <w:rPr>
      <w:rFonts w:ascii="Times New Roman" w:eastAsiaTheme="minorHAnsi" w:hAnsi="Times New Roman"/>
      <w:spacing w:val="0"/>
      <w:sz w:val="24"/>
      <w:szCs w:val="24"/>
      <w:lang w:val="nl-NL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.bouwens\AppData\Roaming\Microsoft\Sjablonen\Kwaliteitsenqu&#234;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2128AD-FBC5-4A76-8C9E-26450A34EF9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9BE0FD8-D72D-4247-83B8-AB710F12E5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Kwaliteitsenquête</Template>
  <TotalTime>204</TotalTime>
  <Pages>1</Pages>
  <Words>102</Words>
  <Characters>565</Characters>
  <Application>Microsoft Office Word</Application>
  <DocSecurity>0</DocSecurity>
  <Lines>4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KWALITEITSENQUÊTE</vt:lpstr>
    </vt:vector>
  </TitlesOfParts>
  <Manager/>
  <Company/>
  <LinksUpToDate>false</LinksUpToDate>
  <CharactersWithSpaces>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beheer</dc:creator>
  <cp:keywords/>
  <dc:description/>
  <cp:lastModifiedBy>Tom Bouwens</cp:lastModifiedBy>
  <cp:revision>4</cp:revision>
  <cp:lastPrinted>2004-02-20T15:06:00Z</cp:lastPrinted>
  <dcterms:created xsi:type="dcterms:W3CDTF">2015-12-07T15:10:00Z</dcterms:created>
  <dcterms:modified xsi:type="dcterms:W3CDTF">2015-12-17T16:17:00Z</dcterms:modified>
  <cp:category/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TC010176151043</vt:lpwstr>
  </property>
</Properties>
</file>