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28" w:rsidRDefault="012FEA83">
      <w:r w:rsidRPr="012FEA83">
        <w:rPr>
          <w:b/>
          <w:bCs/>
        </w:rPr>
        <w:t xml:space="preserve">Evaluatie begeleiding </w:t>
      </w:r>
      <w:r w:rsidR="003E0168">
        <w:rPr>
          <w:b/>
          <w:bCs/>
        </w:rPr>
        <w:t>door studenten</w:t>
      </w:r>
    </w:p>
    <w:p w:rsidR="00EB0028" w:rsidRDefault="012FEA83">
      <w:r>
        <w:t>O</w:t>
      </w:r>
      <w:r w:rsidR="00EB3FD3">
        <w:t xml:space="preserve">m de begeleiding op </w:t>
      </w:r>
      <w:r w:rsidR="00474273">
        <w:t>deze school</w:t>
      </w:r>
      <w:r>
        <w:t xml:space="preserve"> te optimaliseren, willen we graag dat je onderstaande vragen beantwoordt. </w:t>
      </w:r>
      <w:r w:rsidR="00D3558D">
        <w:t>Als er informatie is waarvan je vindt</w:t>
      </w:r>
      <w:r w:rsidR="00EB3FD3">
        <w:t xml:space="preserve"> dat die echt binnen het opleidingsteam</w:t>
      </w:r>
      <w:r w:rsidR="00D3558D">
        <w:t xml:space="preserve"> moet blijven, omcirkel dan de betreffende vragen. </w:t>
      </w:r>
      <w:r>
        <w:t>Alvast bedankt!</w:t>
      </w:r>
    </w:p>
    <w:p w:rsidR="00104CE3" w:rsidRDefault="00104CE3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50F8E" w:rsidTr="00AB395C">
        <w:tc>
          <w:tcPr>
            <w:tcW w:w="9209" w:type="dxa"/>
          </w:tcPr>
          <w:p w:rsidR="00350F8E" w:rsidRDefault="00350F8E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Naam student: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Soort stage: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  <w:p w:rsidR="00AB395C" w:rsidRDefault="00474273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Naam </w:t>
            </w:r>
            <w:r w:rsidR="00EB3FD3">
              <w:rPr>
                <w:b/>
                <w:bCs/>
              </w:rPr>
              <w:t>WPB</w:t>
            </w:r>
            <w:r w:rsidR="00AB395C">
              <w:rPr>
                <w:b/>
                <w:bCs/>
              </w:rPr>
              <w:t>: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Datum: 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</w:tc>
      </w:tr>
    </w:tbl>
    <w:p w:rsidR="00EB0028" w:rsidRDefault="00EB0028" w:rsidP="00EB0028">
      <w:pPr>
        <w:pStyle w:val="Geenafstand"/>
      </w:pPr>
    </w:p>
    <w:p w:rsidR="00350F8E" w:rsidRDefault="00350F8E" w:rsidP="00EB0028">
      <w:pPr>
        <w:pStyle w:val="Geenafstand"/>
        <w:rPr>
          <w:b/>
        </w:rPr>
      </w:pPr>
      <w:r w:rsidRPr="00350F8E">
        <w:rPr>
          <w:b/>
        </w:rPr>
        <w:t>Ontvangst</w:t>
      </w:r>
    </w:p>
    <w:p w:rsidR="00700508" w:rsidRDefault="00700508" w:rsidP="00700508">
      <w:pPr>
        <w:pStyle w:val="Geenafstand"/>
        <w:ind w:left="720"/>
      </w:pPr>
    </w:p>
    <w:p w:rsidR="00FF2F86" w:rsidRPr="00FF2F86" w:rsidRDefault="00FF2F86" w:rsidP="00FF2F86">
      <w:pPr>
        <w:pStyle w:val="Geenafstand"/>
        <w:numPr>
          <w:ilvl w:val="0"/>
          <w:numId w:val="2"/>
        </w:numPr>
      </w:pPr>
      <w:r w:rsidRPr="00FF2F86">
        <w:t xml:space="preserve">Hoe ben je wegwijs geworden </w:t>
      </w:r>
      <w:r w:rsidR="00163F20">
        <w:t xml:space="preserve">in de </w:t>
      </w:r>
      <w:r w:rsidRPr="00FF2F86">
        <w:t>school?</w:t>
      </w:r>
    </w:p>
    <w:p w:rsidR="00FF2F86" w:rsidRPr="00FF2F86" w:rsidRDefault="00FF2F86" w:rsidP="00FF2F86">
      <w:pPr>
        <w:pStyle w:val="Geenafstand"/>
      </w:pPr>
    </w:p>
    <w:p w:rsidR="00FF2F86" w:rsidRPr="00FF2F86" w:rsidRDefault="00FF2F86" w:rsidP="00FF2F86">
      <w:pPr>
        <w:pStyle w:val="Geenafstand"/>
      </w:pPr>
    </w:p>
    <w:p w:rsidR="00FF2F86" w:rsidRPr="00FF2F86" w:rsidRDefault="00FF2F86" w:rsidP="00FF2F86">
      <w:pPr>
        <w:pStyle w:val="Geenafstand"/>
        <w:numPr>
          <w:ilvl w:val="0"/>
          <w:numId w:val="2"/>
        </w:numPr>
      </w:pPr>
      <w:r w:rsidRPr="00FF2F86">
        <w:t>Had je voldoende informatie om te kunnen starten?</w:t>
      </w:r>
    </w:p>
    <w:p w:rsidR="00FF2F86" w:rsidRPr="00FF2F86" w:rsidRDefault="00FF2F86" w:rsidP="00FF2F86">
      <w:pPr>
        <w:pStyle w:val="Geenafstand"/>
      </w:pPr>
    </w:p>
    <w:p w:rsidR="00442E44" w:rsidRDefault="00442E44" w:rsidP="00FF2F86">
      <w:pPr>
        <w:pStyle w:val="Geenafstand"/>
        <w:rPr>
          <w:b/>
        </w:rPr>
      </w:pPr>
    </w:p>
    <w:p w:rsidR="00FF2F86" w:rsidRDefault="00FF2F86" w:rsidP="00FF2F86">
      <w:pPr>
        <w:pStyle w:val="Geenafstand"/>
        <w:rPr>
          <w:b/>
        </w:rPr>
      </w:pPr>
      <w:r>
        <w:rPr>
          <w:b/>
        </w:rPr>
        <w:t xml:space="preserve">Begeleiding </w:t>
      </w:r>
    </w:p>
    <w:p w:rsidR="00A04ACC" w:rsidRDefault="00A04ACC" w:rsidP="00FF2F86">
      <w:pPr>
        <w:pStyle w:val="Geenafstand"/>
        <w:rPr>
          <w:b/>
        </w:rPr>
      </w:pPr>
    </w:p>
    <w:p w:rsidR="00A04ACC" w:rsidRDefault="00A04ACC" w:rsidP="00A04ACC">
      <w:pPr>
        <w:pStyle w:val="Geenafstand"/>
        <w:numPr>
          <w:ilvl w:val="0"/>
          <w:numId w:val="2"/>
        </w:numPr>
        <w:tabs>
          <w:tab w:val="left" w:pos="1875"/>
        </w:tabs>
      </w:pPr>
      <w:r w:rsidRPr="00A04ACC">
        <w:t xml:space="preserve">In hoeverre heb je een klik ervaren met je </w:t>
      </w:r>
      <w:bookmarkStart w:id="0" w:name="_GoBack"/>
      <w:bookmarkEnd w:id="0"/>
      <w:r w:rsidR="00EB3FD3">
        <w:t>WPB</w:t>
      </w:r>
      <w:r w:rsidRPr="00A04ACC">
        <w:t xml:space="preserve">? </w:t>
      </w:r>
    </w:p>
    <w:p w:rsidR="00C0408F" w:rsidRDefault="00C0408F" w:rsidP="00A04ACC">
      <w:pPr>
        <w:pStyle w:val="Geenafstand"/>
        <w:tabs>
          <w:tab w:val="left" w:pos="1875"/>
        </w:tabs>
        <w:ind w:left="720"/>
      </w:pPr>
      <w:r w:rsidRPr="00A04ACC">
        <w:tab/>
      </w:r>
    </w:p>
    <w:p w:rsidR="00687091" w:rsidRPr="00A04ACC" w:rsidRDefault="00687091" w:rsidP="00A04ACC">
      <w:pPr>
        <w:pStyle w:val="Geenafstand"/>
        <w:tabs>
          <w:tab w:val="left" w:pos="1875"/>
        </w:tabs>
        <w:ind w:left="720"/>
      </w:pPr>
    </w:p>
    <w:p w:rsidR="00C0408F" w:rsidRPr="00C0408F" w:rsidRDefault="00A04ACC" w:rsidP="00C0408F">
      <w:pPr>
        <w:pStyle w:val="Geenafstand"/>
        <w:numPr>
          <w:ilvl w:val="0"/>
          <w:numId w:val="2"/>
        </w:numPr>
        <w:rPr>
          <w:b/>
        </w:rPr>
      </w:pPr>
      <w:r>
        <w:t>Hoe zag de begeleidingsstructuur eruit? (Denk aan: vaste afspraken per week, aantal momenten, rustige plek, vooraf materiaal aangeleverd).</w:t>
      </w:r>
    </w:p>
    <w:p w:rsidR="00C0408F" w:rsidRDefault="00C0408F" w:rsidP="00C0408F">
      <w:pPr>
        <w:pStyle w:val="Geenafstand"/>
      </w:pPr>
    </w:p>
    <w:p w:rsidR="00EB3FD3" w:rsidRDefault="00EB3FD3" w:rsidP="00C0408F">
      <w:pPr>
        <w:pStyle w:val="Geenafstand"/>
      </w:pPr>
    </w:p>
    <w:p w:rsidR="00C0408F" w:rsidRDefault="00C0408F" w:rsidP="00C0408F">
      <w:pPr>
        <w:pStyle w:val="Geenafstand"/>
      </w:pPr>
    </w:p>
    <w:p w:rsidR="00C0408F" w:rsidRPr="00687091" w:rsidRDefault="002C1A78" w:rsidP="00C0408F">
      <w:pPr>
        <w:pStyle w:val="Geenafstand"/>
        <w:numPr>
          <w:ilvl w:val="0"/>
          <w:numId w:val="2"/>
        </w:numPr>
        <w:rPr>
          <w:b/>
        </w:rPr>
      </w:pPr>
      <w:r>
        <w:t xml:space="preserve">a. </w:t>
      </w:r>
      <w:r w:rsidR="00067689">
        <w:t>Hoe heb je de begeleiding van je spd</w:t>
      </w:r>
      <w:r w:rsidR="00EB3FD3">
        <w:t>/wpb</w:t>
      </w:r>
      <w:r w:rsidR="00067689">
        <w:t xml:space="preserve"> ervaren?</w:t>
      </w:r>
    </w:p>
    <w:p w:rsidR="00687091" w:rsidRDefault="00687091" w:rsidP="00687091">
      <w:pPr>
        <w:pStyle w:val="Geenafstand"/>
        <w:rPr>
          <w:b/>
        </w:rPr>
      </w:pPr>
    </w:p>
    <w:p w:rsidR="00EB3FD3" w:rsidRPr="002C1A78" w:rsidRDefault="00EB3FD3" w:rsidP="00687091">
      <w:pPr>
        <w:pStyle w:val="Geenafstand"/>
        <w:rPr>
          <w:b/>
        </w:rPr>
      </w:pPr>
    </w:p>
    <w:p w:rsidR="002C1A78" w:rsidRPr="00067689" w:rsidRDefault="002C1A78" w:rsidP="00EB3FD3">
      <w:pPr>
        <w:pStyle w:val="Geenafstand"/>
        <w:ind w:left="360"/>
        <w:rPr>
          <w:b/>
        </w:rPr>
      </w:pPr>
      <w:r>
        <w:t>b. Welke tips en tops zou je ons willen meegeven over de begeleiding van je spd?</w:t>
      </w:r>
    </w:p>
    <w:p w:rsidR="00067689" w:rsidRDefault="00067689" w:rsidP="00067689">
      <w:pPr>
        <w:pStyle w:val="Geenafstand"/>
        <w:ind w:left="720"/>
        <w:rPr>
          <w:b/>
        </w:rPr>
      </w:pPr>
    </w:p>
    <w:p w:rsidR="00EB3FD3" w:rsidRPr="00067689" w:rsidRDefault="00EB3FD3" w:rsidP="00067689">
      <w:pPr>
        <w:pStyle w:val="Geenafstand"/>
        <w:ind w:left="720"/>
        <w:rPr>
          <w:b/>
        </w:rPr>
      </w:pPr>
    </w:p>
    <w:p w:rsidR="00067689" w:rsidRPr="002C1A78" w:rsidRDefault="002C1A78" w:rsidP="00C0408F">
      <w:pPr>
        <w:pStyle w:val="Geenafstand"/>
        <w:numPr>
          <w:ilvl w:val="0"/>
          <w:numId w:val="2"/>
        </w:numPr>
        <w:rPr>
          <w:b/>
        </w:rPr>
      </w:pPr>
      <w:r>
        <w:t xml:space="preserve">a. </w:t>
      </w:r>
      <w:r w:rsidR="00067689">
        <w:t xml:space="preserve">Hoe heb je de </w:t>
      </w:r>
      <w:r>
        <w:t>begeleiding</w:t>
      </w:r>
      <w:r w:rsidR="00EB3FD3">
        <w:t xml:space="preserve"> van het opleidingsteam</w:t>
      </w:r>
      <w:r w:rsidR="00067689">
        <w:t xml:space="preserve"> ervaren?</w:t>
      </w:r>
    </w:p>
    <w:p w:rsidR="002C1A78" w:rsidRDefault="002C1A78" w:rsidP="002C1A78">
      <w:pPr>
        <w:pStyle w:val="Geenafstand"/>
      </w:pPr>
    </w:p>
    <w:p w:rsidR="00687091" w:rsidRDefault="00687091" w:rsidP="002C1A78">
      <w:pPr>
        <w:pStyle w:val="Geenafstand"/>
      </w:pPr>
    </w:p>
    <w:p w:rsidR="002C1A78" w:rsidRPr="00CB460D" w:rsidRDefault="002C1A78" w:rsidP="00EB3FD3">
      <w:pPr>
        <w:pStyle w:val="Geenafstand"/>
        <w:ind w:left="360"/>
        <w:rPr>
          <w:b/>
        </w:rPr>
      </w:pPr>
      <w:r>
        <w:t xml:space="preserve">b. Welke tips en tops heb je voor het </w:t>
      </w:r>
      <w:r w:rsidR="00EB3FD3">
        <w:t>opleidings</w:t>
      </w:r>
      <w:r>
        <w:t>team?</w:t>
      </w:r>
    </w:p>
    <w:p w:rsidR="00CB460D" w:rsidRDefault="00CB460D" w:rsidP="00CB460D">
      <w:pPr>
        <w:pStyle w:val="Geenafstand"/>
      </w:pPr>
    </w:p>
    <w:p w:rsidR="00687091" w:rsidRDefault="00687091" w:rsidP="00CB460D">
      <w:pPr>
        <w:pStyle w:val="Geenafstand"/>
      </w:pPr>
    </w:p>
    <w:p w:rsidR="00CB460D" w:rsidRPr="00CB460D" w:rsidRDefault="002C1A78" w:rsidP="00C0408F">
      <w:pPr>
        <w:pStyle w:val="Geenafstand"/>
        <w:numPr>
          <w:ilvl w:val="0"/>
          <w:numId w:val="2"/>
        </w:numPr>
      </w:pPr>
      <w:r>
        <w:t>In hoeverre s</w:t>
      </w:r>
      <w:r w:rsidR="00CB460D" w:rsidRPr="00CB460D">
        <w:t>loot de begeleiding aan bij jouw behoeften?</w:t>
      </w:r>
    </w:p>
    <w:p w:rsidR="00C0408F" w:rsidRDefault="00C0408F" w:rsidP="00C0408F">
      <w:pPr>
        <w:pStyle w:val="Geenafstand"/>
      </w:pPr>
    </w:p>
    <w:p w:rsidR="00687091" w:rsidRDefault="00687091" w:rsidP="00C0408F">
      <w:pPr>
        <w:pStyle w:val="Geenafstand"/>
      </w:pPr>
    </w:p>
    <w:p w:rsidR="00EB0028" w:rsidRDefault="00CB460D" w:rsidP="00E210C4">
      <w:pPr>
        <w:pStyle w:val="Geenafstand"/>
        <w:numPr>
          <w:ilvl w:val="0"/>
          <w:numId w:val="2"/>
        </w:numPr>
      </w:pPr>
      <w:r>
        <w:t xml:space="preserve">Heb je </w:t>
      </w:r>
      <w:r w:rsidR="002C1A78">
        <w:t>de ervaring dat je kenbaar kon</w:t>
      </w:r>
      <w:r>
        <w:t xml:space="preserve"> maken wat jouw behoeften waren?</w:t>
      </w:r>
    </w:p>
    <w:p w:rsidR="00687091" w:rsidRDefault="00687091" w:rsidP="002C1A78">
      <w:pPr>
        <w:pStyle w:val="Lijstalinea"/>
      </w:pPr>
    </w:p>
    <w:p w:rsidR="002C1A78" w:rsidRDefault="002C1A78" w:rsidP="00E210C4">
      <w:pPr>
        <w:pStyle w:val="Geenafstand"/>
        <w:numPr>
          <w:ilvl w:val="0"/>
          <w:numId w:val="2"/>
        </w:numPr>
      </w:pPr>
      <w:r>
        <w:lastRenderedPageBreak/>
        <w:t>Ben je in de begeleiding tegen problemen aangelopen? Zo ja, durfde je ze dan te bespreken?</w:t>
      </w:r>
    </w:p>
    <w:p w:rsidR="002C1A78" w:rsidRDefault="002C1A78" w:rsidP="002C1A78">
      <w:pPr>
        <w:pStyle w:val="Lijstalinea"/>
      </w:pPr>
    </w:p>
    <w:p w:rsidR="00EB3FD3" w:rsidRDefault="00EB3FD3" w:rsidP="002C1A78">
      <w:pPr>
        <w:pStyle w:val="Lijstalinea"/>
      </w:pPr>
    </w:p>
    <w:p w:rsidR="00EB3FD3" w:rsidRDefault="00EB3FD3" w:rsidP="002C1A78">
      <w:pPr>
        <w:pStyle w:val="Lijstalinea"/>
      </w:pPr>
    </w:p>
    <w:p w:rsidR="00EB3FD3" w:rsidRDefault="00EB3FD3" w:rsidP="002C1A78">
      <w:pPr>
        <w:pStyle w:val="Lijstalinea"/>
      </w:pPr>
    </w:p>
    <w:p w:rsidR="002C1A78" w:rsidRDefault="002C1A78" w:rsidP="00E210C4">
      <w:pPr>
        <w:pStyle w:val="Geenafstand"/>
        <w:numPr>
          <w:ilvl w:val="0"/>
          <w:numId w:val="2"/>
        </w:numPr>
      </w:pPr>
      <w:r>
        <w:t>In hoeverre en in welke opzichten</w:t>
      </w:r>
      <w:r w:rsidR="00710356">
        <w:t xml:space="preserve"> heeft de spd</w:t>
      </w:r>
      <w:r w:rsidR="00EB3FD3">
        <w:t xml:space="preserve">/wpb </w:t>
      </w:r>
      <w:r w:rsidR="00710356">
        <w:t xml:space="preserve"> jouw leren geïnspireerd en beïnvloed? </w:t>
      </w:r>
    </w:p>
    <w:p w:rsidR="00CB460D" w:rsidRDefault="00CB460D" w:rsidP="00710356">
      <w:pPr>
        <w:pStyle w:val="Geenafstand"/>
        <w:ind w:left="720"/>
      </w:pPr>
    </w:p>
    <w:p w:rsidR="00CB460D" w:rsidRDefault="00CB460D" w:rsidP="00CB460D">
      <w:pPr>
        <w:pStyle w:val="Lijstalinea"/>
      </w:pPr>
    </w:p>
    <w:p w:rsidR="00EB0028" w:rsidRDefault="00EB0028" w:rsidP="00EB0028">
      <w:pPr>
        <w:pStyle w:val="Geenafstand"/>
      </w:pPr>
    </w:p>
    <w:p w:rsidR="00EB0028" w:rsidRDefault="00EB0028" w:rsidP="00EB0028">
      <w:pPr>
        <w:pStyle w:val="Geenafstand"/>
      </w:pPr>
    </w:p>
    <w:p w:rsidR="00471F28" w:rsidRDefault="00471F28" w:rsidP="00EB0028">
      <w:pPr>
        <w:pStyle w:val="Geenafstand"/>
      </w:pPr>
    </w:p>
    <w:p w:rsidR="00CB460D" w:rsidRDefault="00CB460D" w:rsidP="00E210C4">
      <w:pPr>
        <w:pStyle w:val="Geenafstand"/>
        <w:numPr>
          <w:ilvl w:val="0"/>
          <w:numId w:val="2"/>
        </w:numPr>
      </w:pPr>
      <w:r>
        <w:t>Waren er anderen</w:t>
      </w:r>
      <w:r w:rsidR="00F1575C">
        <w:t xml:space="preserve"> dan jouw spd</w:t>
      </w:r>
      <w:r w:rsidR="00EB3FD3">
        <w:t>/wpb</w:t>
      </w:r>
      <w:r>
        <w:t xml:space="preserve"> </w:t>
      </w:r>
      <w:r w:rsidR="00F1575C">
        <w:t xml:space="preserve">die een belangrijke </w:t>
      </w:r>
      <w:r>
        <w:t>invloed</w:t>
      </w:r>
      <w:r w:rsidR="00F1575C">
        <w:t xml:space="preserve"> hadden</w:t>
      </w:r>
      <w:r>
        <w:t xml:space="preserve"> op jouw leren tijdens </w:t>
      </w:r>
      <w:r w:rsidR="00F1575C">
        <w:t xml:space="preserve">deze </w:t>
      </w:r>
      <w:r>
        <w:t>stage?</w:t>
      </w:r>
    </w:p>
    <w:p w:rsidR="00EB0028" w:rsidRDefault="00EB0028" w:rsidP="00EB0028">
      <w:pPr>
        <w:pStyle w:val="Geenafstand"/>
      </w:pPr>
    </w:p>
    <w:p w:rsidR="001116FD" w:rsidRDefault="001116FD" w:rsidP="00EB0028">
      <w:pPr>
        <w:pStyle w:val="Geenafstand"/>
      </w:pPr>
    </w:p>
    <w:p w:rsidR="00EB3FD3" w:rsidRDefault="00EB3FD3" w:rsidP="00EB0028">
      <w:pPr>
        <w:pStyle w:val="Geenafstand"/>
      </w:pPr>
    </w:p>
    <w:p w:rsidR="001116FD" w:rsidRPr="00041C64" w:rsidRDefault="00041C64" w:rsidP="00EB0028">
      <w:pPr>
        <w:pStyle w:val="Geenafstand"/>
        <w:rPr>
          <w:b/>
        </w:rPr>
      </w:pPr>
      <w:r w:rsidRPr="00041C64">
        <w:rPr>
          <w:b/>
        </w:rPr>
        <w:t>Beoordeling</w:t>
      </w:r>
    </w:p>
    <w:p w:rsidR="001116FD" w:rsidRDefault="001116FD" w:rsidP="00EB0028">
      <w:pPr>
        <w:pStyle w:val="Geenafstand"/>
      </w:pPr>
    </w:p>
    <w:p w:rsidR="001116FD" w:rsidRDefault="00710356" w:rsidP="00E210C4">
      <w:pPr>
        <w:pStyle w:val="Geenafstand"/>
        <w:numPr>
          <w:ilvl w:val="0"/>
          <w:numId w:val="2"/>
        </w:numPr>
      </w:pPr>
      <w:r>
        <w:t>Wat is in jouw ervaring de procedure bij de tussenbeoordeling geweest?</w:t>
      </w:r>
    </w:p>
    <w:p w:rsidR="00CC2C35" w:rsidRDefault="00CC2C35" w:rsidP="00CC2C35">
      <w:pPr>
        <w:pStyle w:val="Geenafstand"/>
      </w:pPr>
    </w:p>
    <w:p w:rsidR="00CC2C35" w:rsidRDefault="00CC2C35" w:rsidP="00CC2C35">
      <w:pPr>
        <w:pStyle w:val="Geenafstand"/>
      </w:pPr>
    </w:p>
    <w:p w:rsidR="00CC2C35" w:rsidRDefault="00CC2C35" w:rsidP="00CC2C35">
      <w:pPr>
        <w:pStyle w:val="Geenafstand"/>
      </w:pPr>
    </w:p>
    <w:p w:rsidR="00CC2C35" w:rsidRDefault="00710356" w:rsidP="00E210C4">
      <w:pPr>
        <w:pStyle w:val="Geenafstand"/>
        <w:numPr>
          <w:ilvl w:val="0"/>
          <w:numId w:val="2"/>
        </w:numPr>
      </w:pPr>
      <w:r>
        <w:t xml:space="preserve">Zijn er afspraken gemaakt </w:t>
      </w:r>
      <w:r w:rsidR="00CC2C35">
        <w:t>aan d</w:t>
      </w:r>
      <w:r>
        <w:t>e hand van de tussenbeoordeling? Zo ja, welke?</w:t>
      </w:r>
    </w:p>
    <w:p w:rsidR="00CC2C35" w:rsidRDefault="00CC2C35" w:rsidP="00CC2C35">
      <w:pPr>
        <w:pStyle w:val="Geenafstand"/>
      </w:pPr>
    </w:p>
    <w:p w:rsidR="00EA5134" w:rsidRDefault="00EA5134" w:rsidP="00CC2C35">
      <w:pPr>
        <w:pStyle w:val="Geenafstand"/>
      </w:pPr>
    </w:p>
    <w:p w:rsidR="00CC2C35" w:rsidRDefault="00CC2C35" w:rsidP="00CC2C35">
      <w:pPr>
        <w:pStyle w:val="Geenafstand"/>
      </w:pPr>
    </w:p>
    <w:p w:rsidR="00CC2C35" w:rsidRDefault="00C53B5B" w:rsidP="00E210C4">
      <w:pPr>
        <w:pStyle w:val="Geenafstand"/>
        <w:numPr>
          <w:ilvl w:val="0"/>
          <w:numId w:val="2"/>
        </w:numPr>
      </w:pPr>
      <w:r>
        <w:t>Wat is in jouw ervaring de procedure bij de eindbeoordeling geweest?</w:t>
      </w:r>
    </w:p>
    <w:p w:rsidR="00F1575C" w:rsidRDefault="00F1575C" w:rsidP="00F1575C">
      <w:pPr>
        <w:pStyle w:val="Geenafstand"/>
        <w:ind w:left="720"/>
      </w:pPr>
    </w:p>
    <w:p w:rsidR="00EB3FD3" w:rsidRDefault="00EB3FD3" w:rsidP="00F1575C">
      <w:pPr>
        <w:pStyle w:val="Geenafstand"/>
        <w:ind w:left="720"/>
      </w:pPr>
    </w:p>
    <w:p w:rsidR="00F1575C" w:rsidRDefault="00F1575C" w:rsidP="00F1575C">
      <w:pPr>
        <w:pStyle w:val="Geenafstand"/>
        <w:ind w:left="720"/>
      </w:pPr>
    </w:p>
    <w:p w:rsidR="00F1575C" w:rsidRDefault="00C53B5B" w:rsidP="00E210C4">
      <w:pPr>
        <w:pStyle w:val="Geenafstand"/>
        <w:numPr>
          <w:ilvl w:val="0"/>
          <w:numId w:val="2"/>
        </w:numPr>
      </w:pPr>
      <w:r>
        <w:t>Hoe tevreden ben je</w:t>
      </w:r>
      <w:r w:rsidR="00F1575C">
        <w:t xml:space="preserve"> over de gang van zaken omtrent je beoordeling? </w:t>
      </w:r>
    </w:p>
    <w:p w:rsidR="00F1575C" w:rsidRDefault="00F1575C" w:rsidP="00F1575C">
      <w:pPr>
        <w:pStyle w:val="Geenafstand"/>
        <w:ind w:left="720"/>
      </w:pPr>
    </w:p>
    <w:p w:rsidR="00F1575C" w:rsidRDefault="00F1575C" w:rsidP="00F1575C">
      <w:pPr>
        <w:pStyle w:val="Geenafstand"/>
        <w:ind w:left="720"/>
      </w:pPr>
    </w:p>
    <w:p w:rsidR="009E3486" w:rsidRDefault="009E3486" w:rsidP="009E3486">
      <w:pPr>
        <w:pStyle w:val="Geenafstand"/>
        <w:rPr>
          <w:b/>
        </w:rPr>
      </w:pPr>
    </w:p>
    <w:p w:rsidR="00700508" w:rsidRDefault="00700508" w:rsidP="00CC2C35">
      <w:pPr>
        <w:pStyle w:val="Geenafstand"/>
        <w:rPr>
          <w:b/>
        </w:rPr>
      </w:pPr>
    </w:p>
    <w:p w:rsidR="00CC2C35" w:rsidRDefault="00CC2C35" w:rsidP="00CC2C35">
      <w:pPr>
        <w:pStyle w:val="Geenafstand"/>
        <w:rPr>
          <w:b/>
        </w:rPr>
      </w:pPr>
      <w:r>
        <w:rPr>
          <w:b/>
        </w:rPr>
        <w:t>Opvang in de school</w:t>
      </w:r>
    </w:p>
    <w:p w:rsidR="00CC2C35" w:rsidRDefault="00CC2C35" w:rsidP="00CC2C35">
      <w:pPr>
        <w:pStyle w:val="Geenafstand"/>
        <w:rPr>
          <w:b/>
        </w:rPr>
      </w:pPr>
    </w:p>
    <w:p w:rsidR="00CC2C35" w:rsidRDefault="00CC2C35" w:rsidP="00E210C4">
      <w:pPr>
        <w:pStyle w:val="Geenafstand"/>
        <w:numPr>
          <w:ilvl w:val="0"/>
          <w:numId w:val="2"/>
        </w:numPr>
      </w:pPr>
      <w:r>
        <w:t xml:space="preserve">Hoe </w:t>
      </w:r>
      <w:r w:rsidR="00E020E4">
        <w:t>heb je de sfeer op school ervaren</w:t>
      </w:r>
      <w:r>
        <w:t>?</w:t>
      </w:r>
    </w:p>
    <w:p w:rsidR="00CC2C35" w:rsidRDefault="00CC2C35" w:rsidP="00CC2C35">
      <w:pPr>
        <w:pStyle w:val="Geenafstand"/>
      </w:pPr>
    </w:p>
    <w:p w:rsidR="00CC2C35" w:rsidRDefault="00CC2C35" w:rsidP="00CC2C35">
      <w:pPr>
        <w:pStyle w:val="Geenafstand"/>
      </w:pPr>
    </w:p>
    <w:p w:rsidR="00EB3FD3" w:rsidRDefault="00EB3FD3" w:rsidP="00CC2C35">
      <w:pPr>
        <w:pStyle w:val="Geenafstand"/>
      </w:pPr>
    </w:p>
    <w:p w:rsidR="00EB3FD3" w:rsidRDefault="00EB3FD3" w:rsidP="00CC2C35">
      <w:pPr>
        <w:pStyle w:val="Geenafstand"/>
      </w:pPr>
    </w:p>
    <w:p w:rsidR="001116FD" w:rsidRDefault="00E020E4" w:rsidP="007A4475">
      <w:pPr>
        <w:pStyle w:val="Geenafstand"/>
        <w:numPr>
          <w:ilvl w:val="0"/>
          <w:numId w:val="2"/>
        </w:numPr>
      </w:pPr>
      <w:r>
        <w:t xml:space="preserve">Zijn er momenten geweest </w:t>
      </w:r>
      <w:r w:rsidR="009E7FF3">
        <w:t>tijdens je stage die voor jou moeilijk waren</w:t>
      </w:r>
      <w:r>
        <w:t>? Kun je iets vertellen over hoe je toen bent opgevangen en door wie?</w:t>
      </w:r>
    </w:p>
    <w:sectPr w:rsidR="001116FD" w:rsidSect="00EB3FD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03EC8"/>
    <w:multiLevelType w:val="hybridMultilevel"/>
    <w:tmpl w:val="69EE5D66"/>
    <w:lvl w:ilvl="0" w:tplc="B0C629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A27625"/>
    <w:multiLevelType w:val="hybridMultilevel"/>
    <w:tmpl w:val="A57AD24A"/>
    <w:lvl w:ilvl="0" w:tplc="D8665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02CA4"/>
    <w:multiLevelType w:val="hybridMultilevel"/>
    <w:tmpl w:val="D65075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28"/>
    <w:rsid w:val="00041C64"/>
    <w:rsid w:val="00067689"/>
    <w:rsid w:val="000E4FAE"/>
    <w:rsid w:val="00104CE3"/>
    <w:rsid w:val="001116FD"/>
    <w:rsid w:val="00111B47"/>
    <w:rsid w:val="00163F20"/>
    <w:rsid w:val="001E4008"/>
    <w:rsid w:val="0021335F"/>
    <w:rsid w:val="00216036"/>
    <w:rsid w:val="002C1A78"/>
    <w:rsid w:val="00350F8E"/>
    <w:rsid w:val="003E0168"/>
    <w:rsid w:val="003E18D6"/>
    <w:rsid w:val="00442E44"/>
    <w:rsid w:val="00471F28"/>
    <w:rsid w:val="00474273"/>
    <w:rsid w:val="004A08B5"/>
    <w:rsid w:val="004C5595"/>
    <w:rsid w:val="005A4BC7"/>
    <w:rsid w:val="00645A89"/>
    <w:rsid w:val="00687091"/>
    <w:rsid w:val="00700508"/>
    <w:rsid w:val="00710356"/>
    <w:rsid w:val="007A4475"/>
    <w:rsid w:val="008402C9"/>
    <w:rsid w:val="009E3486"/>
    <w:rsid w:val="009E7FF3"/>
    <w:rsid w:val="00A04ACC"/>
    <w:rsid w:val="00A73CB0"/>
    <w:rsid w:val="00AB395C"/>
    <w:rsid w:val="00AB77C2"/>
    <w:rsid w:val="00BC1970"/>
    <w:rsid w:val="00C0408F"/>
    <w:rsid w:val="00C53A51"/>
    <w:rsid w:val="00C53B5B"/>
    <w:rsid w:val="00C84DB8"/>
    <w:rsid w:val="00CB460D"/>
    <w:rsid w:val="00CC2C35"/>
    <w:rsid w:val="00CF17C8"/>
    <w:rsid w:val="00D3558D"/>
    <w:rsid w:val="00DB2E99"/>
    <w:rsid w:val="00DC0A89"/>
    <w:rsid w:val="00E020E4"/>
    <w:rsid w:val="00E210C4"/>
    <w:rsid w:val="00E616DA"/>
    <w:rsid w:val="00EA5134"/>
    <w:rsid w:val="00EB0028"/>
    <w:rsid w:val="00EB3FD3"/>
    <w:rsid w:val="00F1575C"/>
    <w:rsid w:val="00FF2F86"/>
    <w:rsid w:val="012FE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BB45"/>
  <w15:docId w15:val="{6DB9B774-1FD0-45BC-9696-BB60B0C5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002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5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4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443141F4AFC429DDFF5F707F2D7C0" ma:contentTypeVersion="0" ma:contentTypeDescription="Een nieuw document maken." ma:contentTypeScope="" ma:versionID="2dc1fdd03247deabfe01dd5cc4c0bd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1615befe6d3af512a43248ef8051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D3A664-4EBF-4009-88F3-F989A3937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E9D4A1-55E0-4B89-8BC3-48EBE61E2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F57AE0-DB6E-4DB2-8D46-23ACEEEA4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F03FCBDB.dotm</Template>
  <TotalTime>0</TotalTime>
  <Pages>2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evaluatieformulier begeleiding</vt:lpstr>
    </vt:vector>
  </TitlesOfParts>
  <Company>Canisius College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evaluatieformulier begeleiding</dc:title>
  <dc:creator>110661</dc:creator>
  <cp:lastModifiedBy>Röben,  S.</cp:lastModifiedBy>
  <cp:revision>3</cp:revision>
  <cp:lastPrinted>2015-12-08T21:41:00Z</cp:lastPrinted>
  <dcterms:created xsi:type="dcterms:W3CDTF">2016-01-11T08:35:00Z</dcterms:created>
  <dcterms:modified xsi:type="dcterms:W3CDTF">2017-08-22T11:59:00Z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0x0101006F6443141F4AFC429DDFF5F707F2D7C0</vt:lpwstr>
  </property>
  <property fmtid="{D5CDD505-2E9C-101B-9397-08002B2CF9AE}" pid="3" name="IsMyDocuments">
    <vt:bool>true</vt:bool>
  </property>
</Properties>
</file>