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28" w:rsidRDefault="012FEA83">
      <w:r w:rsidRPr="012FEA83">
        <w:rPr>
          <w:b/>
          <w:bCs/>
        </w:rPr>
        <w:t xml:space="preserve">Evaluatie begeleiding </w:t>
      </w:r>
      <w:r w:rsidR="00273B6C">
        <w:rPr>
          <w:b/>
          <w:bCs/>
        </w:rPr>
        <w:t xml:space="preserve">door </w:t>
      </w:r>
      <w:r w:rsidR="00ED611B">
        <w:rPr>
          <w:b/>
          <w:bCs/>
        </w:rPr>
        <w:t>WPB’s</w:t>
      </w:r>
    </w:p>
    <w:p w:rsidR="00EB0028" w:rsidRDefault="012FEA83">
      <w:r>
        <w:t>O</w:t>
      </w:r>
      <w:r w:rsidR="00ED611B">
        <w:t>m de begeleiding op het Udens</w:t>
      </w:r>
      <w:r>
        <w:t xml:space="preserve"> College te optimaliseren, willen we graag dat je onderstaande vragen beantwoordt. </w:t>
      </w:r>
      <w:r w:rsidR="00065A33">
        <w:t xml:space="preserve">We gaan uiterst zorgvuldig met deze gegevens om. </w:t>
      </w:r>
      <w:r>
        <w:t>Alvast bedankt!</w:t>
      </w:r>
    </w:p>
    <w:p w:rsidR="00ED611B" w:rsidRDefault="00ED611B"/>
    <w:tbl>
      <w:tblPr>
        <w:tblStyle w:val="Tabel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50F8E" w:rsidTr="00AB395C">
        <w:tc>
          <w:tcPr>
            <w:tcW w:w="9209" w:type="dxa"/>
          </w:tcPr>
          <w:p w:rsidR="00350F8E" w:rsidRDefault="00350F8E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Naam student: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>Soort stage: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Naam </w:t>
            </w:r>
            <w:bookmarkStart w:id="0" w:name="_GoBack"/>
            <w:bookmarkEnd w:id="0"/>
            <w:r w:rsidR="00ED611B">
              <w:rPr>
                <w:b/>
                <w:bCs/>
              </w:rPr>
              <w:t>WPB</w:t>
            </w:r>
            <w:r>
              <w:rPr>
                <w:b/>
                <w:bCs/>
              </w:rPr>
              <w:t>: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  <w:r>
              <w:rPr>
                <w:b/>
                <w:bCs/>
              </w:rPr>
              <w:t xml:space="preserve">Datum: </w:t>
            </w:r>
          </w:p>
          <w:p w:rsidR="00AB395C" w:rsidRDefault="00AB395C" w:rsidP="00EB0028">
            <w:pPr>
              <w:pStyle w:val="Geenafstand"/>
              <w:rPr>
                <w:b/>
                <w:bCs/>
              </w:rPr>
            </w:pPr>
          </w:p>
        </w:tc>
      </w:tr>
    </w:tbl>
    <w:p w:rsidR="00EB0028" w:rsidRDefault="00EB0028" w:rsidP="00EB0028">
      <w:pPr>
        <w:pStyle w:val="Geenafstand"/>
      </w:pPr>
    </w:p>
    <w:p w:rsidR="00FF2F86" w:rsidRDefault="00FF2F86" w:rsidP="00FF2F86">
      <w:pPr>
        <w:pStyle w:val="Geenafstand"/>
        <w:rPr>
          <w:b/>
        </w:rPr>
      </w:pPr>
      <w:r>
        <w:rPr>
          <w:b/>
        </w:rPr>
        <w:t xml:space="preserve">Begeleiding </w:t>
      </w:r>
    </w:p>
    <w:p w:rsidR="00C0408F" w:rsidRDefault="00C0408F" w:rsidP="00C0408F">
      <w:pPr>
        <w:pStyle w:val="Geenafstand"/>
        <w:tabs>
          <w:tab w:val="left" w:pos="1875"/>
        </w:tabs>
        <w:rPr>
          <w:b/>
        </w:rPr>
      </w:pPr>
      <w:r>
        <w:rPr>
          <w:b/>
        </w:rPr>
        <w:tab/>
      </w:r>
    </w:p>
    <w:p w:rsidR="00ED611B" w:rsidRPr="00291284" w:rsidRDefault="0010284F" w:rsidP="00291284">
      <w:pPr>
        <w:pStyle w:val="Geenafstand"/>
        <w:numPr>
          <w:ilvl w:val="0"/>
          <w:numId w:val="2"/>
        </w:numPr>
        <w:rPr>
          <w:b/>
        </w:rPr>
      </w:pPr>
      <w:r>
        <w:t xml:space="preserve">Hoe zag je </w:t>
      </w:r>
      <w:r w:rsidR="00065A33">
        <w:t>begeleiding eruit? Was er een bepaalde structuur? (Denk aan vaste afspraken per week, aantal momenten per week, materiaal vooraf aangeleverd).</w:t>
      </w:r>
    </w:p>
    <w:p w:rsidR="00C0408F" w:rsidRDefault="00C0408F" w:rsidP="00C0408F">
      <w:pPr>
        <w:pStyle w:val="Geenafstand"/>
      </w:pPr>
    </w:p>
    <w:p w:rsidR="006463BA" w:rsidRDefault="00065A33" w:rsidP="006463BA">
      <w:pPr>
        <w:pStyle w:val="Geenafstand"/>
        <w:numPr>
          <w:ilvl w:val="0"/>
          <w:numId w:val="2"/>
        </w:numPr>
      </w:pPr>
      <w:r>
        <w:t xml:space="preserve">In hoeverre heb </w:t>
      </w:r>
      <w:r w:rsidR="006D713F">
        <w:t>je een ‘klik’ ervaren</w:t>
      </w:r>
      <w:r w:rsidR="006463BA">
        <w:t xml:space="preserve"> met je student? </w:t>
      </w:r>
    </w:p>
    <w:p w:rsidR="00ED611B" w:rsidRDefault="00ED611B" w:rsidP="006463BA">
      <w:pPr>
        <w:pStyle w:val="Geenafstand"/>
      </w:pPr>
    </w:p>
    <w:p w:rsidR="00ED611B" w:rsidRDefault="00ED611B" w:rsidP="006463BA">
      <w:pPr>
        <w:pStyle w:val="Geenafstand"/>
      </w:pPr>
    </w:p>
    <w:p w:rsidR="00147628" w:rsidRPr="00C0408F" w:rsidRDefault="00924883" w:rsidP="00147628">
      <w:pPr>
        <w:pStyle w:val="Geenafstand"/>
        <w:numPr>
          <w:ilvl w:val="0"/>
          <w:numId w:val="2"/>
        </w:numPr>
        <w:rPr>
          <w:b/>
        </w:rPr>
      </w:pPr>
      <w:r>
        <w:t>(</w:t>
      </w:r>
      <w:r w:rsidR="00147628">
        <w:t>Hoe stimuleerde je de student om</w:t>
      </w:r>
      <w:r w:rsidR="006D713F">
        <w:t xml:space="preserve"> praktijk te koppelen aan theorie</w:t>
      </w:r>
      <w:r w:rsidR="00147628">
        <w:t>?</w:t>
      </w:r>
      <w:r w:rsidR="006D713F">
        <w:t xml:space="preserve"> </w:t>
      </w:r>
      <w:r>
        <w:t>)</w:t>
      </w:r>
    </w:p>
    <w:p w:rsidR="0033469A" w:rsidRDefault="0033469A" w:rsidP="0010284F">
      <w:pPr>
        <w:pStyle w:val="Geenafstand"/>
        <w:rPr>
          <w:b/>
        </w:rPr>
      </w:pPr>
    </w:p>
    <w:p w:rsidR="006D713F" w:rsidRPr="006D713F" w:rsidRDefault="006D713F" w:rsidP="006D713F">
      <w:pPr>
        <w:pStyle w:val="Geenafstand"/>
        <w:rPr>
          <w:b/>
        </w:rPr>
      </w:pPr>
    </w:p>
    <w:p w:rsidR="006D713F" w:rsidRPr="00ED611B" w:rsidRDefault="006D713F" w:rsidP="006D713F">
      <w:pPr>
        <w:pStyle w:val="Geenafstand"/>
        <w:numPr>
          <w:ilvl w:val="0"/>
          <w:numId w:val="2"/>
        </w:numPr>
        <w:rPr>
          <w:b/>
        </w:rPr>
      </w:pPr>
      <w:r>
        <w:t xml:space="preserve">a) </w:t>
      </w:r>
      <w:r w:rsidR="00924883">
        <w:t>Hoe zou je je begeleiding aan deze student karakteriseren</w:t>
      </w:r>
      <w:r>
        <w:t>?</w:t>
      </w:r>
      <w:r w:rsidR="00924883">
        <w:t xml:space="preserve"> Denk aan ondersteunend of meer pragmatisch. </w:t>
      </w:r>
    </w:p>
    <w:p w:rsidR="00ED611B" w:rsidRDefault="00ED611B" w:rsidP="00ED611B">
      <w:pPr>
        <w:pStyle w:val="Geenafstand"/>
        <w:ind w:left="360"/>
      </w:pPr>
    </w:p>
    <w:p w:rsidR="00291284" w:rsidRPr="006D713F" w:rsidRDefault="00291284" w:rsidP="00ED611B">
      <w:pPr>
        <w:pStyle w:val="Geenafstand"/>
        <w:ind w:left="360"/>
        <w:rPr>
          <w:b/>
        </w:rPr>
      </w:pPr>
    </w:p>
    <w:p w:rsidR="006D713F" w:rsidRPr="006D713F" w:rsidRDefault="006D713F" w:rsidP="00ED611B">
      <w:pPr>
        <w:pStyle w:val="Geenafstand"/>
        <w:ind w:left="360"/>
      </w:pPr>
      <w:r w:rsidRPr="006D713F">
        <w:t>b) Was dit een bewuste keuze</w:t>
      </w:r>
      <w:r w:rsidR="0010284F">
        <w:t xml:space="preserve"> of meer op gevoel</w:t>
      </w:r>
      <w:r w:rsidRPr="006D713F">
        <w:t>?</w:t>
      </w:r>
    </w:p>
    <w:p w:rsidR="002B3907" w:rsidRDefault="002B3907" w:rsidP="002B3907">
      <w:pPr>
        <w:pStyle w:val="Geenafstand"/>
      </w:pPr>
    </w:p>
    <w:p w:rsidR="00ED611B" w:rsidRDefault="00ED611B" w:rsidP="002B3907">
      <w:pPr>
        <w:pStyle w:val="Geenafstand"/>
      </w:pPr>
    </w:p>
    <w:p w:rsidR="00147628" w:rsidRDefault="006D713F" w:rsidP="006D713F">
      <w:pPr>
        <w:pStyle w:val="Geenafstand"/>
        <w:numPr>
          <w:ilvl w:val="0"/>
          <w:numId w:val="2"/>
        </w:numPr>
      </w:pPr>
      <w:r>
        <w:t>Heb je je eigen begeleiding geëvalueerd met de student? Zo ja, hoe pakte je dat aan?</w:t>
      </w:r>
    </w:p>
    <w:p w:rsidR="006D713F" w:rsidRDefault="006D713F" w:rsidP="006D713F">
      <w:pPr>
        <w:pStyle w:val="Geenafstand"/>
        <w:ind w:left="720"/>
      </w:pPr>
    </w:p>
    <w:p w:rsidR="006D713F" w:rsidRDefault="006D713F" w:rsidP="006D713F">
      <w:pPr>
        <w:pStyle w:val="Geenafstand"/>
        <w:ind w:left="720"/>
      </w:pPr>
    </w:p>
    <w:p w:rsidR="006D713F" w:rsidRDefault="0010284F" w:rsidP="006D713F">
      <w:pPr>
        <w:pStyle w:val="Geenafstand"/>
        <w:numPr>
          <w:ilvl w:val="0"/>
          <w:numId w:val="2"/>
        </w:numPr>
      </w:pPr>
      <w:r>
        <w:t xml:space="preserve">Is er iets </w:t>
      </w:r>
      <w:r w:rsidR="00924883">
        <w:t>w</w:t>
      </w:r>
      <w:r>
        <w:t>at je in</w:t>
      </w:r>
      <w:r w:rsidR="006D713F">
        <w:t xml:space="preserve"> een volgende begeleiding wil</w:t>
      </w:r>
      <w:r>
        <w:t xml:space="preserve"> </w:t>
      </w:r>
      <w:r w:rsidR="006D713F">
        <w:t>onderzoeken, verbeteren of anders doen?</w:t>
      </w:r>
    </w:p>
    <w:p w:rsidR="0010284F" w:rsidRDefault="0010284F" w:rsidP="0010284F">
      <w:pPr>
        <w:pStyle w:val="Geenafstand"/>
        <w:ind w:left="720"/>
      </w:pPr>
    </w:p>
    <w:p w:rsidR="00ED611B" w:rsidRDefault="00ED611B" w:rsidP="006D713F">
      <w:pPr>
        <w:pStyle w:val="Geenafstand"/>
        <w:ind w:left="720"/>
      </w:pPr>
    </w:p>
    <w:p w:rsidR="00924883" w:rsidRDefault="0010284F" w:rsidP="00ED611B">
      <w:pPr>
        <w:pStyle w:val="Geenafstand"/>
        <w:numPr>
          <w:ilvl w:val="0"/>
          <w:numId w:val="2"/>
        </w:numPr>
      </w:pPr>
      <w:r>
        <w:t>Is er iets waar je meer over zou willen leren, of jezelf (verder) in wil bekwamen?</w:t>
      </w:r>
    </w:p>
    <w:p w:rsidR="00ED611B" w:rsidRDefault="00ED611B" w:rsidP="00ED611B">
      <w:pPr>
        <w:pStyle w:val="Geenafstand"/>
      </w:pPr>
    </w:p>
    <w:p w:rsidR="00ED611B" w:rsidRPr="00ED611B" w:rsidRDefault="00ED611B" w:rsidP="00ED611B">
      <w:pPr>
        <w:pStyle w:val="Geenafstand"/>
      </w:pPr>
    </w:p>
    <w:p w:rsidR="00924883" w:rsidRPr="00ED611B" w:rsidRDefault="00924883" w:rsidP="00924883">
      <w:pPr>
        <w:pStyle w:val="Geenafstand"/>
        <w:numPr>
          <w:ilvl w:val="0"/>
          <w:numId w:val="2"/>
        </w:numPr>
        <w:rPr>
          <w:b/>
        </w:rPr>
      </w:pPr>
      <w:r>
        <w:t>a. Hoe heb</w:t>
      </w:r>
      <w:r w:rsidR="00ED611B">
        <w:t xml:space="preserve"> je de ondersteuning van het opleidings</w:t>
      </w:r>
      <w:r>
        <w:t>team ervaren?</w:t>
      </w:r>
    </w:p>
    <w:p w:rsidR="00ED611B" w:rsidRDefault="00ED611B" w:rsidP="00ED611B">
      <w:pPr>
        <w:pStyle w:val="Geenafstand"/>
        <w:ind w:left="360"/>
      </w:pPr>
    </w:p>
    <w:p w:rsidR="00ED611B" w:rsidRPr="00924883" w:rsidRDefault="00ED611B" w:rsidP="00ED611B">
      <w:pPr>
        <w:pStyle w:val="Geenafstand"/>
        <w:ind w:left="360"/>
        <w:rPr>
          <w:b/>
        </w:rPr>
      </w:pPr>
    </w:p>
    <w:p w:rsidR="00924883" w:rsidRPr="006D713F" w:rsidRDefault="00924883" w:rsidP="00ED611B">
      <w:pPr>
        <w:pStyle w:val="Geenafstand"/>
        <w:ind w:left="360"/>
        <w:rPr>
          <w:b/>
        </w:rPr>
      </w:pPr>
      <w:r>
        <w:t>b. Welke tips en tops zou je ons willen meegeven?</w:t>
      </w:r>
    </w:p>
    <w:p w:rsidR="0010284F" w:rsidRDefault="0010284F" w:rsidP="0010284F">
      <w:pPr>
        <w:pStyle w:val="Geenafstand"/>
        <w:ind w:left="720"/>
      </w:pPr>
    </w:p>
    <w:p w:rsidR="00ED611B" w:rsidRDefault="00ED611B" w:rsidP="0010284F">
      <w:pPr>
        <w:pStyle w:val="Geenafstand"/>
        <w:ind w:left="720"/>
      </w:pPr>
    </w:p>
    <w:p w:rsidR="00ED611B" w:rsidRDefault="00ED611B" w:rsidP="0010284F">
      <w:pPr>
        <w:pStyle w:val="Geenafstand"/>
        <w:ind w:left="720"/>
      </w:pPr>
    </w:p>
    <w:p w:rsidR="0010284F" w:rsidRDefault="0010284F" w:rsidP="0010284F">
      <w:pPr>
        <w:pStyle w:val="Geenafstand"/>
        <w:ind w:left="720"/>
      </w:pPr>
    </w:p>
    <w:p w:rsidR="00ED611B" w:rsidRDefault="00ED611B" w:rsidP="0010284F">
      <w:pPr>
        <w:pStyle w:val="Geenafstand"/>
        <w:ind w:left="720"/>
      </w:pPr>
    </w:p>
    <w:p w:rsidR="00EB0028" w:rsidRDefault="002B3907" w:rsidP="00EB0028">
      <w:pPr>
        <w:pStyle w:val="Geenafstand"/>
        <w:rPr>
          <w:b/>
        </w:rPr>
      </w:pPr>
      <w:r>
        <w:rPr>
          <w:b/>
        </w:rPr>
        <w:lastRenderedPageBreak/>
        <w:t>Beoordeling</w:t>
      </w:r>
    </w:p>
    <w:p w:rsidR="002B3907" w:rsidRPr="002B3907" w:rsidRDefault="002B3907" w:rsidP="00EB0028">
      <w:pPr>
        <w:pStyle w:val="Geenafstand"/>
        <w:rPr>
          <w:b/>
        </w:rPr>
      </w:pPr>
    </w:p>
    <w:p w:rsidR="00EB0028" w:rsidRDefault="002B3907" w:rsidP="00E210C4">
      <w:pPr>
        <w:pStyle w:val="Geenafstand"/>
        <w:numPr>
          <w:ilvl w:val="0"/>
          <w:numId w:val="2"/>
        </w:numPr>
      </w:pPr>
      <w:r>
        <w:t xml:space="preserve">Hoe is </w:t>
      </w:r>
      <w:r w:rsidR="00322441">
        <w:t xml:space="preserve">voor jou de procedure met betrekking tot </w:t>
      </w:r>
      <w:r>
        <w:t>de tussenbeoordeling verlopen?</w:t>
      </w:r>
    </w:p>
    <w:p w:rsidR="00EB0028" w:rsidRDefault="00EB0028" w:rsidP="00EB0028">
      <w:pPr>
        <w:pStyle w:val="Geenafstand"/>
      </w:pPr>
    </w:p>
    <w:p w:rsidR="008F5946" w:rsidRDefault="008F5946" w:rsidP="00EB0028">
      <w:pPr>
        <w:pStyle w:val="Geenafstand"/>
      </w:pPr>
    </w:p>
    <w:p w:rsidR="0010284F" w:rsidRDefault="00322441" w:rsidP="0010284F">
      <w:pPr>
        <w:pStyle w:val="Geenafstand"/>
        <w:numPr>
          <w:ilvl w:val="0"/>
          <w:numId w:val="2"/>
        </w:numPr>
      </w:pPr>
      <w:r>
        <w:t>Wat is jouw ervaring met</w:t>
      </w:r>
      <w:r w:rsidR="002B3907">
        <w:t xml:space="preserve"> de eindbeoordeling</w:t>
      </w:r>
      <w:r w:rsidR="00E210C4">
        <w:t>?</w:t>
      </w:r>
    </w:p>
    <w:p w:rsidR="00ED611B" w:rsidRDefault="00ED611B" w:rsidP="0010284F">
      <w:pPr>
        <w:pStyle w:val="Geenafstand"/>
      </w:pPr>
    </w:p>
    <w:p w:rsidR="0010284F" w:rsidRDefault="0010284F" w:rsidP="0010284F">
      <w:pPr>
        <w:pStyle w:val="Geenafstand"/>
      </w:pPr>
    </w:p>
    <w:p w:rsidR="00322441" w:rsidRDefault="00322441" w:rsidP="00ED1DD6">
      <w:pPr>
        <w:pStyle w:val="Geenafstand"/>
        <w:numPr>
          <w:ilvl w:val="0"/>
          <w:numId w:val="2"/>
        </w:numPr>
      </w:pPr>
      <w:r>
        <w:t>Liep je bij de beoordeling tegen problemen aan/vond je zaken moeilijk? Zo ja, welke?</w:t>
      </w:r>
    </w:p>
    <w:p w:rsidR="00ED611B" w:rsidRDefault="00ED611B" w:rsidP="00ED611B">
      <w:pPr>
        <w:pStyle w:val="Geenafstand"/>
        <w:ind w:left="360"/>
      </w:pPr>
    </w:p>
    <w:p w:rsidR="00322441" w:rsidRDefault="00322441" w:rsidP="00322441">
      <w:pPr>
        <w:pStyle w:val="Geenafstand"/>
      </w:pPr>
    </w:p>
    <w:p w:rsidR="0010284F" w:rsidRDefault="00322441" w:rsidP="00322441">
      <w:pPr>
        <w:pStyle w:val="Geenafstand"/>
        <w:numPr>
          <w:ilvl w:val="0"/>
          <w:numId w:val="2"/>
        </w:numPr>
      </w:pPr>
      <w:r>
        <w:t>In hoeverre zou je behoefte hebben aan het doorspreken van de beoordeling met iemand?</w:t>
      </w:r>
      <w:r w:rsidR="0010284F">
        <w:t xml:space="preserve"> </w:t>
      </w:r>
    </w:p>
    <w:sectPr w:rsidR="0010284F" w:rsidSect="005A42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03EC8"/>
    <w:multiLevelType w:val="hybridMultilevel"/>
    <w:tmpl w:val="69EE5D66"/>
    <w:lvl w:ilvl="0" w:tplc="B0C629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A27625"/>
    <w:multiLevelType w:val="hybridMultilevel"/>
    <w:tmpl w:val="A57AD24A"/>
    <w:lvl w:ilvl="0" w:tplc="D86650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02CA4"/>
    <w:multiLevelType w:val="hybridMultilevel"/>
    <w:tmpl w:val="D65075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28"/>
    <w:rsid w:val="00040255"/>
    <w:rsid w:val="00041C64"/>
    <w:rsid w:val="00065A33"/>
    <w:rsid w:val="000E4FAE"/>
    <w:rsid w:val="0010284F"/>
    <w:rsid w:val="00104CE3"/>
    <w:rsid w:val="001116FD"/>
    <w:rsid w:val="00111B47"/>
    <w:rsid w:val="00147628"/>
    <w:rsid w:val="00152CEF"/>
    <w:rsid w:val="00163F20"/>
    <w:rsid w:val="0021335F"/>
    <w:rsid w:val="00216036"/>
    <w:rsid w:val="00273B6C"/>
    <w:rsid w:val="00291284"/>
    <w:rsid w:val="002B3907"/>
    <w:rsid w:val="00322441"/>
    <w:rsid w:val="0033469A"/>
    <w:rsid w:val="00350F8E"/>
    <w:rsid w:val="003857F0"/>
    <w:rsid w:val="003E0168"/>
    <w:rsid w:val="00442E44"/>
    <w:rsid w:val="00471F28"/>
    <w:rsid w:val="004A08B5"/>
    <w:rsid w:val="004C5595"/>
    <w:rsid w:val="005A423A"/>
    <w:rsid w:val="005A4BC7"/>
    <w:rsid w:val="00645A89"/>
    <w:rsid w:val="006463BA"/>
    <w:rsid w:val="006D713F"/>
    <w:rsid w:val="006E51F6"/>
    <w:rsid w:val="00700508"/>
    <w:rsid w:val="007864A6"/>
    <w:rsid w:val="007A4475"/>
    <w:rsid w:val="008402C9"/>
    <w:rsid w:val="008F5946"/>
    <w:rsid w:val="00924883"/>
    <w:rsid w:val="00995B5A"/>
    <w:rsid w:val="009E3486"/>
    <w:rsid w:val="00A06942"/>
    <w:rsid w:val="00A73CB0"/>
    <w:rsid w:val="00AB395C"/>
    <w:rsid w:val="00AB77C2"/>
    <w:rsid w:val="00AD30A4"/>
    <w:rsid w:val="00BC1970"/>
    <w:rsid w:val="00C0408F"/>
    <w:rsid w:val="00C53A51"/>
    <w:rsid w:val="00C84DB8"/>
    <w:rsid w:val="00CC2C35"/>
    <w:rsid w:val="00CF17C8"/>
    <w:rsid w:val="00D97E48"/>
    <w:rsid w:val="00DB2E99"/>
    <w:rsid w:val="00DC0A89"/>
    <w:rsid w:val="00E210C4"/>
    <w:rsid w:val="00E254FA"/>
    <w:rsid w:val="00E616DA"/>
    <w:rsid w:val="00EA5134"/>
    <w:rsid w:val="00EB0028"/>
    <w:rsid w:val="00ED611B"/>
    <w:rsid w:val="00FF2F86"/>
    <w:rsid w:val="012FE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D8923-7DE2-4261-BD7B-C8D500E7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002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5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D71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6443141F4AFC429DDFF5F707F2D7C0" ma:contentTypeVersion="0" ma:contentTypeDescription="Een nieuw document maken." ma:contentTypeScope="" ma:versionID="2dc1fdd03247deabfe01dd5cc4c0bd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1615befe6d3af512a43248ef8051c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E9D4A1-55E0-4B89-8BC3-48EBE61E29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57AE0-DB6E-4DB2-8D46-23ACEEEA48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D3A664-4EBF-4009-88F3-F989A3937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9D460717.dotm</Template>
  <TotalTime>3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evaluatieformulier begeleiding</vt:lpstr>
    </vt:vector>
  </TitlesOfParts>
  <Company>Canisius College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evaluatieformulier begeleiding</dc:title>
  <dc:creator>110661</dc:creator>
  <cp:lastModifiedBy>Röben,  S.</cp:lastModifiedBy>
  <cp:revision>3</cp:revision>
  <cp:lastPrinted>2015-12-08T21:52:00Z</cp:lastPrinted>
  <dcterms:created xsi:type="dcterms:W3CDTF">2016-01-11T08:34:00Z</dcterms:created>
  <dcterms:modified xsi:type="dcterms:W3CDTF">2017-08-22T12:01:00Z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0x0101006F6443141F4AFC429DDFF5F707F2D7C0</vt:lpwstr>
  </property>
  <property fmtid="{D5CDD505-2E9C-101B-9397-08002B2CF9AE}" pid="3" name="IsMyDocuments">
    <vt:bool>true</vt:bool>
  </property>
</Properties>
</file>