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ED2" w:rsidRPr="00043ED2" w:rsidRDefault="00043ED2" w:rsidP="00043ED2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bookmarkStart w:id="0" w:name="_Toc388532476"/>
      <w:bookmarkStart w:id="1" w:name="_Toc388532526"/>
      <w:bookmarkStart w:id="2" w:name="_GoBack"/>
      <w:bookmarkEnd w:id="2"/>
      <w:r w:rsidRPr="00043ED2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Beoordelingsformulier voor de leerwerktaak</w:t>
      </w:r>
      <w:bookmarkEnd w:id="0"/>
      <w:bookmarkEnd w:id="1"/>
    </w:p>
    <w:p w:rsidR="00043ED2" w:rsidRPr="00043ED2" w:rsidRDefault="00043ED2" w:rsidP="00043ED2">
      <w:pPr>
        <w:spacing w:before="120"/>
        <w:ind w:left="1440" w:hanging="1440"/>
        <w:jc w:val="right"/>
        <w:rPr>
          <w:rFonts w:ascii="Arial" w:hAnsi="Arial" w:cs="Arial"/>
          <w:b/>
        </w:rPr>
      </w:pPr>
      <w:r w:rsidRPr="00043ED2">
        <w:rPr>
          <w:rFonts w:ascii="Arial" w:hAnsi="Arial" w:cs="Arial"/>
          <w:noProof/>
        </w:rPr>
        <w:drawing>
          <wp:inline distT="0" distB="0" distL="0" distR="0" wp14:anchorId="16A7BD6A" wp14:editId="3C1A38EA">
            <wp:extent cx="1971675" cy="472811"/>
            <wp:effectExtent l="19050" t="0" r="9525" b="0"/>
            <wp:docPr id="2" name="Afbeelding 1" descr="logo_h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han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472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3ED2" w:rsidRPr="00043ED2" w:rsidRDefault="00043ED2" w:rsidP="00043ED2">
      <w:pPr>
        <w:ind w:left="1440" w:hanging="1440"/>
        <w:rPr>
          <w:rFonts w:ascii="Arial" w:hAnsi="Arial" w:cs="Arial"/>
          <w:b/>
        </w:rPr>
      </w:pPr>
      <w:r w:rsidRPr="00043ED2">
        <w:rPr>
          <w:rFonts w:ascii="Arial" w:hAnsi="Arial" w:cs="Arial"/>
          <w:b/>
        </w:rPr>
        <w:t xml:space="preserve">Bewijsstuk voor het thema: </w:t>
      </w:r>
    </w:p>
    <w:p w:rsidR="00043ED2" w:rsidRPr="00043ED2" w:rsidRDefault="00043ED2" w:rsidP="00043ED2">
      <w:pPr>
        <w:spacing w:before="120"/>
        <w:ind w:left="1440" w:hanging="1440"/>
        <w:rPr>
          <w:rFonts w:ascii="Arial" w:hAnsi="Arial" w:cs="Arial"/>
          <w:b/>
        </w:rPr>
      </w:pPr>
      <w:r w:rsidRPr="00043ED2">
        <w:rPr>
          <w:rFonts w:ascii="Arial" w:hAnsi="Arial" w:cs="Arial"/>
          <w:b/>
        </w:rPr>
        <w:t>Feedback aan:</w:t>
      </w:r>
      <w:r w:rsidRPr="00043ED2">
        <w:rPr>
          <w:rFonts w:ascii="Arial" w:hAnsi="Arial" w:cs="Arial"/>
          <w:b/>
        </w:rPr>
        <w:tab/>
      </w:r>
      <w:r w:rsidRPr="00043ED2">
        <w:rPr>
          <w:rFonts w:ascii="Arial" w:hAnsi="Arial" w:cs="Arial"/>
          <w:b/>
        </w:rPr>
        <w:tab/>
      </w:r>
    </w:p>
    <w:p w:rsidR="00043ED2" w:rsidRDefault="00043ED2" w:rsidP="00043ED2">
      <w:pPr>
        <w:ind w:left="1440" w:hanging="1440"/>
        <w:rPr>
          <w:rFonts w:ascii="Arial" w:hAnsi="Arial" w:cs="Arial"/>
          <w:b/>
        </w:rPr>
      </w:pPr>
      <w:r w:rsidRPr="00043ED2">
        <w:rPr>
          <w:rFonts w:ascii="Arial" w:hAnsi="Arial" w:cs="Arial"/>
          <w:b/>
        </w:rPr>
        <w:t xml:space="preserve">Door:     </w:t>
      </w:r>
      <w:r w:rsidRPr="00043ED2">
        <w:rPr>
          <w:rFonts w:ascii="Arial" w:hAnsi="Arial" w:cs="Arial"/>
          <w:b/>
        </w:rPr>
        <w:tab/>
      </w:r>
      <w:r w:rsidRPr="00043ED2">
        <w:rPr>
          <w:rFonts w:ascii="Arial" w:hAnsi="Arial" w:cs="Arial"/>
          <w:b/>
        </w:rPr>
        <w:tab/>
      </w:r>
    </w:p>
    <w:p w:rsidR="00043ED2" w:rsidRPr="00043ED2" w:rsidRDefault="00043ED2" w:rsidP="00043ED2">
      <w:pPr>
        <w:ind w:left="1440" w:hanging="1440"/>
        <w:rPr>
          <w:rFonts w:ascii="Arial" w:hAnsi="Arial" w:cs="Arial"/>
          <w:b/>
        </w:rPr>
      </w:pPr>
      <w:r w:rsidRPr="00043ED2">
        <w:rPr>
          <w:rFonts w:ascii="Arial" w:hAnsi="Arial" w:cs="Arial"/>
          <w:b/>
        </w:rPr>
        <w:t xml:space="preserve">Datum:   </w:t>
      </w:r>
      <w:r w:rsidRPr="00043ED2">
        <w:rPr>
          <w:rFonts w:ascii="Arial" w:hAnsi="Arial" w:cs="Arial"/>
          <w:b/>
        </w:rPr>
        <w:tab/>
      </w:r>
      <w:r w:rsidRPr="00043ED2">
        <w:rPr>
          <w:rFonts w:ascii="Arial" w:hAnsi="Arial" w:cs="Arial"/>
          <w:b/>
        </w:rPr>
        <w:tab/>
      </w:r>
      <w:r w:rsidRPr="00043ED2">
        <w:rPr>
          <w:rFonts w:ascii="Arial" w:hAnsi="Arial" w:cs="Arial"/>
          <w:b/>
        </w:rPr>
        <w:tab/>
      </w:r>
    </w:p>
    <w:p w:rsidR="00043ED2" w:rsidRPr="00043ED2" w:rsidRDefault="00043ED2" w:rsidP="00043ED2">
      <w:pPr>
        <w:ind w:left="1440" w:hanging="1440"/>
        <w:rPr>
          <w:rFonts w:ascii="Arial" w:hAnsi="Arial" w:cs="Arial"/>
          <w:b/>
        </w:rPr>
      </w:pPr>
    </w:p>
    <w:tbl>
      <w:tblPr>
        <w:tblW w:w="9357" w:type="dxa"/>
        <w:tblInd w:w="-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13"/>
        <w:gridCol w:w="993"/>
        <w:gridCol w:w="850"/>
        <w:gridCol w:w="851"/>
        <w:gridCol w:w="850"/>
      </w:tblGrid>
      <w:tr w:rsidR="00043ED2" w:rsidRPr="00043ED2" w:rsidTr="00D76A63">
        <w:trPr>
          <w:cantSplit/>
          <w:trHeight w:val="493"/>
        </w:trPr>
        <w:tc>
          <w:tcPr>
            <w:tcW w:w="5813" w:type="dxa"/>
            <w:shd w:val="clear" w:color="auto" w:fill="F2DBDB" w:themeFill="accent2" w:themeFillTint="33"/>
            <w:vAlign w:val="center"/>
          </w:tcPr>
          <w:p w:rsidR="00043ED2" w:rsidRPr="00043ED2" w:rsidRDefault="00043ED2" w:rsidP="00043ED2">
            <w:pPr>
              <w:snapToGrid w:val="0"/>
              <w:spacing w:before="40" w:after="40"/>
              <w:ind w:left="143"/>
              <w:rPr>
                <w:rFonts w:ascii="Arial" w:hAnsi="Arial" w:cs="Arial"/>
                <w:b/>
                <w:sz w:val="18"/>
              </w:rPr>
            </w:pPr>
            <w:r w:rsidRPr="00043ED2">
              <w:rPr>
                <w:rFonts w:ascii="Arial" w:hAnsi="Arial" w:cs="Arial"/>
                <w:b/>
                <w:sz w:val="18"/>
              </w:rPr>
              <w:t>Beschrijving van de eisen</w:t>
            </w:r>
          </w:p>
        </w:tc>
        <w:tc>
          <w:tcPr>
            <w:tcW w:w="993" w:type="dxa"/>
            <w:shd w:val="clear" w:color="auto" w:fill="F2DBDB" w:themeFill="accent2" w:themeFillTint="33"/>
            <w:vAlign w:val="center"/>
          </w:tcPr>
          <w:p w:rsidR="00043ED2" w:rsidRPr="00043ED2" w:rsidRDefault="00043ED2" w:rsidP="00043ED2">
            <w:pPr>
              <w:snapToGrid w:val="0"/>
              <w:spacing w:before="40" w:after="4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043ED2">
              <w:rPr>
                <w:rFonts w:ascii="Arial" w:hAnsi="Arial" w:cs="Arial"/>
                <w:b/>
                <w:sz w:val="14"/>
                <w:szCs w:val="14"/>
              </w:rPr>
              <w:t>onvoldoende</w:t>
            </w:r>
          </w:p>
        </w:tc>
        <w:tc>
          <w:tcPr>
            <w:tcW w:w="850" w:type="dxa"/>
            <w:shd w:val="clear" w:color="auto" w:fill="F2DBDB" w:themeFill="accent2" w:themeFillTint="33"/>
            <w:vAlign w:val="center"/>
          </w:tcPr>
          <w:p w:rsidR="00043ED2" w:rsidRPr="00043ED2" w:rsidRDefault="00043ED2" w:rsidP="00043ED2">
            <w:pPr>
              <w:snapToGrid w:val="0"/>
              <w:spacing w:before="40" w:after="4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043ED2">
              <w:rPr>
                <w:rFonts w:ascii="Arial" w:hAnsi="Arial" w:cs="Arial"/>
                <w:b/>
                <w:sz w:val="14"/>
                <w:szCs w:val="14"/>
              </w:rPr>
              <w:t>voldoende</w:t>
            </w:r>
          </w:p>
        </w:tc>
        <w:tc>
          <w:tcPr>
            <w:tcW w:w="851" w:type="dxa"/>
            <w:shd w:val="clear" w:color="auto" w:fill="F2DBDB" w:themeFill="accent2" w:themeFillTint="33"/>
            <w:vAlign w:val="center"/>
          </w:tcPr>
          <w:p w:rsidR="00043ED2" w:rsidRPr="00043ED2" w:rsidRDefault="00043ED2" w:rsidP="00043ED2">
            <w:pPr>
              <w:snapToGrid w:val="0"/>
              <w:spacing w:before="40" w:after="4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043ED2">
              <w:rPr>
                <w:rFonts w:ascii="Arial" w:hAnsi="Arial" w:cs="Arial"/>
                <w:b/>
                <w:sz w:val="14"/>
                <w:szCs w:val="14"/>
              </w:rPr>
              <w:t>Ruim voldoende</w:t>
            </w:r>
          </w:p>
        </w:tc>
        <w:tc>
          <w:tcPr>
            <w:tcW w:w="850" w:type="dxa"/>
            <w:shd w:val="clear" w:color="auto" w:fill="F2DBDB" w:themeFill="accent2" w:themeFillTint="33"/>
            <w:vAlign w:val="center"/>
          </w:tcPr>
          <w:p w:rsidR="00043ED2" w:rsidRPr="00043ED2" w:rsidRDefault="00043ED2" w:rsidP="00043ED2">
            <w:pPr>
              <w:snapToGrid w:val="0"/>
              <w:spacing w:before="40" w:after="40"/>
              <w:ind w:left="-567" w:firstLine="426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043ED2">
              <w:rPr>
                <w:rFonts w:ascii="Arial" w:hAnsi="Arial" w:cs="Arial"/>
                <w:b/>
                <w:sz w:val="14"/>
                <w:szCs w:val="14"/>
              </w:rPr>
              <w:t>goed</w:t>
            </w:r>
          </w:p>
        </w:tc>
      </w:tr>
      <w:tr w:rsidR="00043ED2" w:rsidRPr="00043ED2" w:rsidTr="00D76A63">
        <w:tblPrEx>
          <w:tblCellMar>
            <w:left w:w="108" w:type="dxa"/>
            <w:right w:w="108" w:type="dxa"/>
          </w:tblCellMar>
        </w:tblPrEx>
        <w:trPr>
          <w:trHeight w:val="545"/>
        </w:trPr>
        <w:tc>
          <w:tcPr>
            <w:tcW w:w="5813" w:type="dxa"/>
            <w:vAlign w:val="center"/>
          </w:tcPr>
          <w:p w:rsidR="00043ED2" w:rsidRPr="00043ED2" w:rsidRDefault="00043ED2" w:rsidP="00043ED2">
            <w:pPr>
              <w:spacing w:line="276" w:lineRule="auto"/>
              <w:rPr>
                <w:rFonts w:ascii="Arial" w:eastAsiaTheme="minorHAnsi" w:hAnsi="Arial" w:cs="Arial"/>
                <w:lang w:eastAsia="en-US"/>
              </w:rPr>
            </w:pPr>
            <w:r w:rsidRPr="00043ED2">
              <w:rPr>
                <w:rFonts w:ascii="Arial" w:hAnsi="Arial" w:cs="Arial"/>
                <w:lang w:eastAsia="en-US"/>
              </w:rPr>
              <w:t>De student heeft zijn bewijsstuk voor het thema………… opgezet aan de hand van</w:t>
            </w:r>
            <w:r w:rsidRPr="00043ED2">
              <w:rPr>
                <w:rFonts w:ascii="Arial" w:eastAsiaTheme="minorHAnsi" w:hAnsi="Arial" w:cs="Arial"/>
                <w:lang w:eastAsia="en-US"/>
              </w:rPr>
              <w:t xml:space="preserve"> de volgende punten: korte samenvatting, relevantie/kader, omschrijving/ instructie, resultaat, bronnen en bijlagen</w:t>
            </w:r>
            <w:r w:rsidRPr="00043ED2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993" w:type="dxa"/>
            <w:vAlign w:val="center"/>
          </w:tcPr>
          <w:p w:rsidR="00043ED2" w:rsidRPr="00043ED2" w:rsidRDefault="00043ED2" w:rsidP="00043ED2">
            <w:pPr>
              <w:snapToGrid w:val="0"/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043ED2" w:rsidRPr="00043ED2" w:rsidRDefault="00043ED2" w:rsidP="00043ED2">
            <w:pPr>
              <w:snapToGrid w:val="0"/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:rsidR="00043ED2" w:rsidRPr="00043ED2" w:rsidRDefault="00043ED2" w:rsidP="00043ED2">
            <w:pPr>
              <w:snapToGrid w:val="0"/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043ED2" w:rsidRPr="00043ED2" w:rsidRDefault="00043ED2" w:rsidP="00043ED2">
            <w:pPr>
              <w:snapToGrid w:val="0"/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043ED2" w:rsidRPr="00043ED2" w:rsidTr="00D76A63">
        <w:tblPrEx>
          <w:tblCellMar>
            <w:left w:w="108" w:type="dxa"/>
            <w:right w:w="108" w:type="dxa"/>
          </w:tblCellMar>
        </w:tblPrEx>
        <w:trPr>
          <w:trHeight w:val="545"/>
        </w:trPr>
        <w:tc>
          <w:tcPr>
            <w:tcW w:w="5813" w:type="dxa"/>
            <w:vAlign w:val="center"/>
          </w:tcPr>
          <w:p w:rsidR="00043ED2" w:rsidRPr="00043ED2" w:rsidRDefault="00043ED2" w:rsidP="00043ED2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43ED2">
              <w:rPr>
                <w:rFonts w:ascii="Arial" w:hAnsi="Arial" w:cs="Arial"/>
                <w:lang w:eastAsia="en-US"/>
              </w:rPr>
              <w:t>De student heeft de geformuleerde leeractiviteiten voorbereid.</w:t>
            </w:r>
          </w:p>
        </w:tc>
        <w:tc>
          <w:tcPr>
            <w:tcW w:w="993" w:type="dxa"/>
            <w:vAlign w:val="center"/>
          </w:tcPr>
          <w:p w:rsidR="00043ED2" w:rsidRPr="00043ED2" w:rsidRDefault="00043ED2" w:rsidP="00043ED2">
            <w:pPr>
              <w:snapToGrid w:val="0"/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043ED2" w:rsidRPr="00043ED2" w:rsidRDefault="00043ED2" w:rsidP="00043ED2">
            <w:pPr>
              <w:snapToGrid w:val="0"/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:rsidR="00043ED2" w:rsidRPr="00043ED2" w:rsidRDefault="00043ED2" w:rsidP="00043ED2">
            <w:pPr>
              <w:snapToGrid w:val="0"/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043ED2" w:rsidRPr="00043ED2" w:rsidRDefault="00043ED2" w:rsidP="00043ED2">
            <w:pPr>
              <w:snapToGrid w:val="0"/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043ED2" w:rsidRPr="00043ED2" w:rsidTr="00D76A63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5813" w:type="dxa"/>
            <w:vAlign w:val="center"/>
          </w:tcPr>
          <w:p w:rsidR="00043ED2" w:rsidRPr="00043ED2" w:rsidRDefault="00043ED2" w:rsidP="00043ED2">
            <w:pPr>
              <w:snapToGrid w:val="0"/>
              <w:rPr>
                <w:rFonts w:ascii="Arial" w:hAnsi="Arial" w:cs="Arial"/>
              </w:rPr>
            </w:pPr>
            <w:r w:rsidRPr="00043ED2">
              <w:rPr>
                <w:rFonts w:ascii="Arial" w:hAnsi="Arial" w:cs="Arial"/>
              </w:rPr>
              <w:t>De student heeft de geformuleerde leeractiviteiten uitgevoerd.</w:t>
            </w:r>
          </w:p>
        </w:tc>
        <w:tc>
          <w:tcPr>
            <w:tcW w:w="993" w:type="dxa"/>
            <w:vAlign w:val="center"/>
          </w:tcPr>
          <w:p w:rsidR="00043ED2" w:rsidRPr="00043ED2" w:rsidRDefault="00043ED2" w:rsidP="00043ED2">
            <w:pPr>
              <w:snapToGrid w:val="0"/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043ED2" w:rsidRPr="00043ED2" w:rsidRDefault="00043ED2" w:rsidP="00043ED2">
            <w:pPr>
              <w:snapToGrid w:val="0"/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:rsidR="00043ED2" w:rsidRPr="00043ED2" w:rsidRDefault="00043ED2" w:rsidP="00043ED2">
            <w:pPr>
              <w:snapToGrid w:val="0"/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043ED2" w:rsidRPr="00043ED2" w:rsidRDefault="00043ED2" w:rsidP="00043ED2">
            <w:pPr>
              <w:snapToGrid w:val="0"/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043ED2" w:rsidRPr="00043ED2" w:rsidTr="00D76A63">
        <w:tblPrEx>
          <w:tblCellMar>
            <w:left w:w="108" w:type="dxa"/>
            <w:right w:w="108" w:type="dxa"/>
          </w:tblCellMar>
        </w:tblPrEx>
        <w:trPr>
          <w:trHeight w:val="568"/>
        </w:trPr>
        <w:tc>
          <w:tcPr>
            <w:tcW w:w="5813" w:type="dxa"/>
            <w:vAlign w:val="center"/>
          </w:tcPr>
          <w:p w:rsidR="00043ED2" w:rsidRPr="00043ED2" w:rsidRDefault="00043ED2" w:rsidP="00043ED2">
            <w:pPr>
              <w:spacing w:line="276" w:lineRule="auto"/>
              <w:rPr>
                <w:rFonts w:ascii="Arial" w:eastAsiaTheme="minorHAnsi" w:hAnsi="Arial" w:cs="Arial"/>
                <w:lang w:eastAsia="en-US"/>
              </w:rPr>
            </w:pPr>
            <w:r w:rsidRPr="00043ED2">
              <w:rPr>
                <w:rFonts w:ascii="Arial" w:eastAsiaTheme="minorHAnsi" w:hAnsi="Arial" w:cs="Arial"/>
                <w:lang w:eastAsia="en-US"/>
              </w:rPr>
              <w:t xml:space="preserve">De student heeft de </w:t>
            </w:r>
            <w:r w:rsidRPr="00043ED2">
              <w:rPr>
                <w:rFonts w:ascii="Arial" w:hAnsi="Arial" w:cs="Arial"/>
                <w:lang w:eastAsia="en-US"/>
              </w:rPr>
              <w:t>uitgevoerde leeractiviteiten</w:t>
            </w:r>
            <w:r w:rsidRPr="00043ED2">
              <w:rPr>
                <w:rFonts w:ascii="Arial" w:eastAsiaTheme="minorHAnsi" w:hAnsi="Arial" w:cs="Arial"/>
                <w:lang w:eastAsia="en-US"/>
              </w:rPr>
              <w:t xml:space="preserve"> geëvalueerd.</w:t>
            </w:r>
          </w:p>
        </w:tc>
        <w:tc>
          <w:tcPr>
            <w:tcW w:w="993" w:type="dxa"/>
            <w:vAlign w:val="center"/>
          </w:tcPr>
          <w:p w:rsidR="00043ED2" w:rsidRPr="00043ED2" w:rsidRDefault="00043ED2" w:rsidP="00043ED2">
            <w:pPr>
              <w:snapToGrid w:val="0"/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043ED2" w:rsidRPr="00043ED2" w:rsidRDefault="00043ED2" w:rsidP="00043ED2">
            <w:pPr>
              <w:snapToGrid w:val="0"/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:rsidR="00043ED2" w:rsidRPr="00043ED2" w:rsidRDefault="00043ED2" w:rsidP="00043ED2">
            <w:pPr>
              <w:snapToGrid w:val="0"/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043ED2" w:rsidRPr="00043ED2" w:rsidRDefault="00043ED2" w:rsidP="00043ED2">
            <w:pPr>
              <w:snapToGrid w:val="0"/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043ED2" w:rsidRPr="00043ED2" w:rsidTr="00D76A63">
        <w:tblPrEx>
          <w:tblCellMar>
            <w:left w:w="108" w:type="dxa"/>
            <w:right w:w="108" w:type="dxa"/>
          </w:tblCellMar>
        </w:tblPrEx>
        <w:trPr>
          <w:trHeight w:val="568"/>
        </w:trPr>
        <w:tc>
          <w:tcPr>
            <w:tcW w:w="5813" w:type="dxa"/>
            <w:vAlign w:val="center"/>
          </w:tcPr>
          <w:p w:rsidR="00043ED2" w:rsidRPr="00043ED2" w:rsidRDefault="00043ED2" w:rsidP="00043ED2">
            <w:pPr>
              <w:snapToGrid w:val="0"/>
              <w:rPr>
                <w:rFonts w:ascii="Arial" w:hAnsi="Arial" w:cs="Arial"/>
              </w:rPr>
            </w:pPr>
            <w:r w:rsidRPr="00043ED2">
              <w:rPr>
                <w:rFonts w:ascii="Arial" w:hAnsi="Arial" w:cs="Arial"/>
              </w:rPr>
              <w:t>De student heeft aantoonbaar kennis verworven en kennis toegepast.</w:t>
            </w:r>
          </w:p>
        </w:tc>
        <w:tc>
          <w:tcPr>
            <w:tcW w:w="993" w:type="dxa"/>
            <w:vAlign w:val="center"/>
          </w:tcPr>
          <w:p w:rsidR="00043ED2" w:rsidRPr="00043ED2" w:rsidRDefault="00043ED2" w:rsidP="00043ED2">
            <w:pPr>
              <w:snapToGrid w:val="0"/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043ED2" w:rsidRPr="00043ED2" w:rsidRDefault="00043ED2" w:rsidP="00043ED2">
            <w:pPr>
              <w:snapToGrid w:val="0"/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:rsidR="00043ED2" w:rsidRPr="00043ED2" w:rsidRDefault="00043ED2" w:rsidP="00043ED2">
            <w:pPr>
              <w:snapToGrid w:val="0"/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043ED2" w:rsidRPr="00043ED2" w:rsidRDefault="00043ED2" w:rsidP="00043ED2">
            <w:pPr>
              <w:snapToGrid w:val="0"/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043ED2" w:rsidRPr="00043ED2" w:rsidTr="00D76A63">
        <w:tblPrEx>
          <w:tblCellMar>
            <w:left w:w="108" w:type="dxa"/>
            <w:right w:w="108" w:type="dxa"/>
          </w:tblCellMar>
        </w:tblPrEx>
        <w:trPr>
          <w:trHeight w:val="568"/>
        </w:trPr>
        <w:tc>
          <w:tcPr>
            <w:tcW w:w="5813" w:type="dxa"/>
            <w:vAlign w:val="center"/>
          </w:tcPr>
          <w:p w:rsidR="00043ED2" w:rsidRPr="00043ED2" w:rsidRDefault="00043ED2" w:rsidP="00043ED2">
            <w:pPr>
              <w:snapToGrid w:val="0"/>
              <w:rPr>
                <w:rFonts w:ascii="Arial" w:hAnsi="Arial" w:cs="Arial"/>
              </w:rPr>
            </w:pPr>
            <w:r w:rsidRPr="00043ED2">
              <w:rPr>
                <w:rFonts w:ascii="Arial" w:hAnsi="Arial" w:cs="Arial"/>
              </w:rPr>
              <w:t>De student heeft correct gecommuniceerd, zowel mondeling als schriftelijk.</w:t>
            </w:r>
          </w:p>
        </w:tc>
        <w:tc>
          <w:tcPr>
            <w:tcW w:w="993" w:type="dxa"/>
            <w:vAlign w:val="center"/>
          </w:tcPr>
          <w:p w:rsidR="00043ED2" w:rsidRPr="00043ED2" w:rsidRDefault="00043ED2" w:rsidP="00043ED2">
            <w:pPr>
              <w:snapToGrid w:val="0"/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043ED2" w:rsidRPr="00043ED2" w:rsidRDefault="00043ED2" w:rsidP="00043ED2">
            <w:pPr>
              <w:snapToGrid w:val="0"/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:rsidR="00043ED2" w:rsidRPr="00043ED2" w:rsidRDefault="00043ED2" w:rsidP="00043ED2">
            <w:pPr>
              <w:snapToGrid w:val="0"/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043ED2" w:rsidRPr="00043ED2" w:rsidRDefault="00043ED2" w:rsidP="00043ED2">
            <w:pPr>
              <w:snapToGrid w:val="0"/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043ED2" w:rsidRPr="00043ED2" w:rsidTr="00D76A63">
        <w:tblPrEx>
          <w:tblCellMar>
            <w:left w:w="108" w:type="dxa"/>
            <w:right w:w="108" w:type="dxa"/>
          </w:tblCellMar>
        </w:tblPrEx>
        <w:trPr>
          <w:trHeight w:val="568"/>
        </w:trPr>
        <w:tc>
          <w:tcPr>
            <w:tcW w:w="5813" w:type="dxa"/>
            <w:vAlign w:val="center"/>
          </w:tcPr>
          <w:p w:rsidR="00043ED2" w:rsidRPr="00043ED2" w:rsidRDefault="00043ED2" w:rsidP="00043ED2">
            <w:pPr>
              <w:spacing w:line="276" w:lineRule="auto"/>
              <w:rPr>
                <w:rFonts w:ascii="Arial" w:eastAsiaTheme="minorHAnsi" w:hAnsi="Arial" w:cs="Arial"/>
                <w:lang w:eastAsia="en-US"/>
              </w:rPr>
            </w:pPr>
            <w:r w:rsidRPr="00043ED2">
              <w:rPr>
                <w:rFonts w:ascii="Arial" w:eastAsiaTheme="minorHAnsi" w:hAnsi="Arial" w:cs="Arial"/>
                <w:lang w:eastAsia="en-US"/>
              </w:rPr>
              <w:t>De student geeft blijk van een op basis van literatuur verantwoorde oordeelsvorming.</w:t>
            </w:r>
          </w:p>
        </w:tc>
        <w:tc>
          <w:tcPr>
            <w:tcW w:w="993" w:type="dxa"/>
            <w:vAlign w:val="center"/>
          </w:tcPr>
          <w:p w:rsidR="00043ED2" w:rsidRPr="00043ED2" w:rsidRDefault="00043ED2" w:rsidP="00043ED2">
            <w:pPr>
              <w:snapToGrid w:val="0"/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043ED2" w:rsidRPr="00043ED2" w:rsidRDefault="00043ED2" w:rsidP="00043ED2">
            <w:pPr>
              <w:snapToGrid w:val="0"/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:rsidR="00043ED2" w:rsidRPr="00043ED2" w:rsidRDefault="00043ED2" w:rsidP="00043ED2">
            <w:pPr>
              <w:snapToGrid w:val="0"/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043ED2" w:rsidRPr="00043ED2" w:rsidRDefault="00043ED2" w:rsidP="00043ED2">
            <w:pPr>
              <w:snapToGrid w:val="0"/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043ED2" w:rsidRPr="00043ED2" w:rsidTr="00D76A63">
        <w:tblPrEx>
          <w:tblCellMar>
            <w:left w:w="108" w:type="dxa"/>
            <w:right w:w="108" w:type="dxa"/>
          </w:tblCellMar>
        </w:tblPrEx>
        <w:trPr>
          <w:trHeight w:val="568"/>
        </w:trPr>
        <w:tc>
          <w:tcPr>
            <w:tcW w:w="5813" w:type="dxa"/>
            <w:vAlign w:val="center"/>
          </w:tcPr>
          <w:p w:rsidR="00043ED2" w:rsidRPr="00043ED2" w:rsidRDefault="00043ED2" w:rsidP="00043ED2">
            <w:pPr>
              <w:spacing w:line="276" w:lineRule="auto"/>
              <w:rPr>
                <w:rFonts w:ascii="Arial" w:eastAsiaTheme="minorHAnsi" w:hAnsi="Arial" w:cs="Arial"/>
                <w:lang w:eastAsia="en-US"/>
              </w:rPr>
            </w:pPr>
            <w:r w:rsidRPr="00043ED2">
              <w:rPr>
                <w:rFonts w:ascii="Arial" w:eastAsiaTheme="minorHAnsi" w:hAnsi="Arial" w:cs="Arial"/>
                <w:lang w:eastAsia="en-US"/>
              </w:rPr>
              <w:t>De student heeft met dit bewijsstuk aangetoond dat hij zelfsturend en zelfverantwoordelijk kan leren.</w:t>
            </w:r>
          </w:p>
        </w:tc>
        <w:tc>
          <w:tcPr>
            <w:tcW w:w="993" w:type="dxa"/>
            <w:vAlign w:val="center"/>
          </w:tcPr>
          <w:p w:rsidR="00043ED2" w:rsidRPr="00043ED2" w:rsidRDefault="00043ED2" w:rsidP="00043ED2">
            <w:pPr>
              <w:snapToGrid w:val="0"/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043ED2" w:rsidRPr="00043ED2" w:rsidRDefault="00043ED2" w:rsidP="00043ED2">
            <w:pPr>
              <w:snapToGrid w:val="0"/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:rsidR="00043ED2" w:rsidRPr="00043ED2" w:rsidRDefault="00043ED2" w:rsidP="00043ED2">
            <w:pPr>
              <w:snapToGrid w:val="0"/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043ED2" w:rsidRPr="00043ED2" w:rsidRDefault="00043ED2" w:rsidP="00043ED2">
            <w:pPr>
              <w:snapToGrid w:val="0"/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:rsidR="00043ED2" w:rsidRPr="00043ED2" w:rsidRDefault="00043ED2" w:rsidP="00043ED2">
      <w:pPr>
        <w:spacing w:before="240"/>
        <w:rPr>
          <w:rFonts w:ascii="Arial" w:hAnsi="Arial" w:cs="Arial"/>
          <w:i/>
          <w:szCs w:val="18"/>
        </w:rPr>
      </w:pPr>
      <w:r w:rsidRPr="00043ED2">
        <w:rPr>
          <w:rFonts w:ascii="Arial" w:hAnsi="Arial" w:cs="Arial"/>
          <w:i/>
          <w:szCs w:val="18"/>
        </w:rPr>
        <w:t>Woordrapport:</w:t>
      </w:r>
    </w:p>
    <w:tbl>
      <w:tblPr>
        <w:tblW w:w="9355" w:type="dxa"/>
        <w:tblInd w:w="-33" w:type="dxa"/>
        <w:tblLayout w:type="fixed"/>
        <w:tblLook w:val="0000" w:firstRow="0" w:lastRow="0" w:firstColumn="0" w:lastColumn="0" w:noHBand="0" w:noVBand="0"/>
      </w:tblPr>
      <w:tblGrid>
        <w:gridCol w:w="4536"/>
        <w:gridCol w:w="4819"/>
      </w:tblGrid>
      <w:tr w:rsidR="00043ED2" w:rsidRPr="00043ED2" w:rsidTr="00D76A63">
        <w:trPr>
          <w:cantSplit/>
        </w:trPr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ED2" w:rsidRPr="00043ED2" w:rsidRDefault="00043ED2" w:rsidP="00043ED2">
            <w:pPr>
              <w:rPr>
                <w:rFonts w:ascii="Arial" w:hAnsi="Arial" w:cs="Arial"/>
                <w:b/>
              </w:rPr>
            </w:pPr>
          </w:p>
          <w:p w:rsidR="00043ED2" w:rsidRPr="00043ED2" w:rsidRDefault="00043ED2" w:rsidP="00043ED2">
            <w:pPr>
              <w:rPr>
                <w:rFonts w:ascii="Arial" w:hAnsi="Arial" w:cs="Arial"/>
                <w:b/>
              </w:rPr>
            </w:pPr>
          </w:p>
          <w:p w:rsidR="00043ED2" w:rsidRPr="00043ED2" w:rsidRDefault="00043ED2" w:rsidP="00043ED2">
            <w:pPr>
              <w:rPr>
                <w:rFonts w:ascii="Arial" w:hAnsi="Arial" w:cs="Arial"/>
                <w:b/>
              </w:rPr>
            </w:pPr>
          </w:p>
          <w:p w:rsidR="00043ED2" w:rsidRPr="00043ED2" w:rsidRDefault="00043ED2" w:rsidP="00043ED2">
            <w:pPr>
              <w:rPr>
                <w:rFonts w:ascii="Arial" w:hAnsi="Arial" w:cs="Arial"/>
                <w:b/>
              </w:rPr>
            </w:pPr>
          </w:p>
          <w:p w:rsidR="00043ED2" w:rsidRPr="00043ED2" w:rsidRDefault="00043ED2" w:rsidP="00043ED2">
            <w:pPr>
              <w:rPr>
                <w:rFonts w:ascii="Arial" w:hAnsi="Arial" w:cs="Arial"/>
                <w:b/>
              </w:rPr>
            </w:pPr>
          </w:p>
          <w:p w:rsidR="00043ED2" w:rsidRPr="00043ED2" w:rsidRDefault="00043ED2" w:rsidP="00043ED2">
            <w:pPr>
              <w:rPr>
                <w:rFonts w:ascii="Arial" w:hAnsi="Arial" w:cs="Arial"/>
                <w:b/>
              </w:rPr>
            </w:pPr>
          </w:p>
          <w:p w:rsidR="00043ED2" w:rsidRPr="00043ED2" w:rsidRDefault="00043ED2" w:rsidP="00043ED2">
            <w:pPr>
              <w:rPr>
                <w:rFonts w:ascii="Arial" w:hAnsi="Arial" w:cs="Arial"/>
                <w:b/>
              </w:rPr>
            </w:pPr>
          </w:p>
          <w:p w:rsidR="00043ED2" w:rsidRPr="00043ED2" w:rsidRDefault="00043ED2" w:rsidP="00043ED2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043ED2" w:rsidRPr="00043ED2" w:rsidTr="00D76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536" w:type="dxa"/>
            <w:vAlign w:val="center"/>
          </w:tcPr>
          <w:p w:rsidR="00043ED2" w:rsidRPr="00043ED2" w:rsidRDefault="00043ED2" w:rsidP="00043ED2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043ED2">
              <w:rPr>
                <w:rFonts w:ascii="Arial" w:hAnsi="Arial" w:cs="Arial"/>
                <w:i/>
                <w:sz w:val="16"/>
                <w:szCs w:val="16"/>
              </w:rPr>
              <w:t>Handtekening SPD/schoolbegeleider</w:t>
            </w:r>
          </w:p>
          <w:p w:rsidR="00043ED2" w:rsidRPr="00043ED2" w:rsidRDefault="00043ED2" w:rsidP="00043ED2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43ED2" w:rsidRPr="00043ED2" w:rsidRDefault="00043ED2" w:rsidP="00043ED2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43ED2" w:rsidRPr="00043ED2" w:rsidRDefault="00043ED2" w:rsidP="00043ED2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43ED2" w:rsidRPr="00043ED2" w:rsidRDefault="00043ED2" w:rsidP="00043ED2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43ED2" w:rsidRPr="00043ED2" w:rsidRDefault="00043ED2" w:rsidP="00043ED2">
            <w:pPr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4819" w:type="dxa"/>
            <w:vAlign w:val="center"/>
          </w:tcPr>
          <w:p w:rsidR="00043ED2" w:rsidRPr="00043ED2" w:rsidRDefault="00043ED2" w:rsidP="00043ED2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043ED2">
              <w:rPr>
                <w:rFonts w:ascii="Arial" w:hAnsi="Arial" w:cs="Arial"/>
                <w:i/>
                <w:sz w:val="16"/>
                <w:szCs w:val="16"/>
              </w:rPr>
              <w:t>Handtekening instituutsbegeleider</w:t>
            </w:r>
          </w:p>
          <w:p w:rsidR="00043ED2" w:rsidRPr="00043ED2" w:rsidRDefault="00043ED2" w:rsidP="00043ED2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43ED2" w:rsidRPr="00043ED2" w:rsidRDefault="00043ED2" w:rsidP="00043ED2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43ED2" w:rsidRPr="00043ED2" w:rsidRDefault="00043ED2" w:rsidP="00043ED2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43ED2" w:rsidRPr="00043ED2" w:rsidRDefault="00043ED2" w:rsidP="00043ED2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43ED2" w:rsidRPr="00043ED2" w:rsidRDefault="00043ED2" w:rsidP="00043ED2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:rsidR="00043ED2" w:rsidRPr="00043ED2" w:rsidRDefault="00043ED2" w:rsidP="00043ED2">
      <w:pPr>
        <w:rPr>
          <w:rFonts w:eastAsiaTheme="majorEastAsia"/>
        </w:rPr>
      </w:pPr>
    </w:p>
    <w:p w:rsidR="005D4E6E" w:rsidRDefault="005D4E6E">
      <w:pPr>
        <w:rPr>
          <w:rFonts w:ascii="CG Omega" w:hAnsi="CG Omega"/>
          <w:sz w:val="22"/>
        </w:rPr>
      </w:pPr>
    </w:p>
    <w:sectPr w:rsidR="005D4E6E">
      <w:headerReference w:type="default" r:id="rId9"/>
      <w:pgSz w:w="11906" w:h="16838"/>
      <w:pgMar w:top="2552" w:right="226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ED2" w:rsidRDefault="00043ED2">
      <w:r>
        <w:separator/>
      </w:r>
    </w:p>
  </w:endnote>
  <w:endnote w:type="continuationSeparator" w:id="0">
    <w:p w:rsidR="00043ED2" w:rsidRDefault="00043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Omega">
    <w:panose1 w:val="020B0502050508020304"/>
    <w:charset w:val="00"/>
    <w:family w:val="swiss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ED2" w:rsidRDefault="00043ED2">
      <w:r>
        <w:separator/>
      </w:r>
    </w:p>
  </w:footnote>
  <w:footnote w:type="continuationSeparator" w:id="0">
    <w:p w:rsidR="00043ED2" w:rsidRDefault="00043E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E6E" w:rsidRDefault="00051591">
    <w:pPr>
      <w:pStyle w:val="Koptekst"/>
    </w:pPr>
    <w:r>
      <w:rPr>
        <w:noProof/>
      </w:rPr>
      <w:drawing>
        <wp:anchor distT="0" distB="0" distL="114300" distR="114300" simplePos="0" relativeHeight="251657728" behindDoc="0" locked="0" layoutInCell="0" allowOverlap="1">
          <wp:simplePos x="0" y="0"/>
          <wp:positionH relativeFrom="column">
            <wp:posOffset>5094605</wp:posOffset>
          </wp:positionH>
          <wp:positionV relativeFrom="paragraph">
            <wp:posOffset>123825</wp:posOffset>
          </wp:positionV>
          <wp:extent cx="979805" cy="473710"/>
          <wp:effectExtent l="19050" t="0" r="0" b="0"/>
          <wp:wrapSquare wrapText="bothSides"/>
          <wp:docPr id="1" name="Afbeelding 1" descr="woordmerk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oordmerk2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9805" cy="473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603B"/>
    <w:multiLevelType w:val="hybridMultilevel"/>
    <w:tmpl w:val="E86E462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ED2"/>
    <w:rsid w:val="00043ED2"/>
    <w:rsid w:val="00051591"/>
    <w:rsid w:val="002C0E09"/>
    <w:rsid w:val="003565E7"/>
    <w:rsid w:val="005D4E6E"/>
    <w:rsid w:val="00BB5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link w:val="BallontekstChar"/>
    <w:rsid w:val="00043ED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043E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link w:val="BallontekstChar"/>
    <w:rsid w:val="00043ED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043E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E695A72F.dotm</Template>
  <TotalTime>0</TotalTime>
  <Pages>1</Pages>
  <Words>159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Udens College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Röben,  S.</dc:creator>
  <cp:lastModifiedBy>Röben,  S.</cp:lastModifiedBy>
  <cp:revision>2</cp:revision>
  <dcterms:created xsi:type="dcterms:W3CDTF">2014-07-14T12:22:00Z</dcterms:created>
  <dcterms:modified xsi:type="dcterms:W3CDTF">2014-07-14T12:22:00Z</dcterms:modified>
</cp:coreProperties>
</file>